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<w:body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<w:body><w:p><w:pPr><w:spacing w:line="240" w:lineRule="auto" w:before="11"/><w:rPr><w:rFonts w:ascii="Times New Roman" w:hAnsi="Times New Roman" w:cs="Times New Roman" w:eastAsia="Times New Roman"/><w:sz w:val="6"/><w:szCs w:val="6"/></w:rPr></w:pPr></w:p><w:p><w:pPr><w:spacing w:line="200" w:lineRule="atLeast"/><w:ind w:left="150" w:right="0" w:firstLine="0"/><w:rPr><w:rFonts w:ascii="Times New Roman" w:hAnsi="Times New Roman" w:cs="Times New Roman" w:eastAsia="Times New Roman"/><w:sz w:val="20"/><w:szCs w:val="20"/></w:rPr></w:pPr><w:r><w:rPr><w:rFonts w:ascii="Times New Roman" w:hAnsi="Times New Roman" w:cs="Times New Roman" w:eastAsia="Times New Roman"/><w:sz w:val="20"/><w:szCs w:val="20"/></w:rPr><w:pict><v:shapetype id="_x0000_t202" o:spt="202" coordsize="21600,21600" path="m,l,21600r21600,l21600,xe"><v:stroke joinstyle="miter"/><v:path gradientshapeok="t" o:connecttype="rect"/></v:shapetype><v:shape style="width:540pt;height:22.6pt;mso-position-horizontal-relative:char;mso-position-vertical-relative:line" type="#_x0000_t202" filled="true" fillcolor="#7d83bf" stroked="false"><v:textbox inset="0,0,0,0"><w:txbxContent><w:p><w:pPr><w:tabs><w:tab w:pos="7115" w:val="left" w:leader="none"/></w:tabs><w:spacing w:before="106"/><w:ind w:left="450" w:right="0" w:firstLine="0"/><w:jc w:val="left"/><w:rPr><w:rFonts w:ascii="Arial" w:hAnsi="Arial" w:cs="Arial" w:eastAsia="Arial"/><w:sz w:val="22"/><w:szCs w:val="22"/></w:rPr></w:pPr><w:r><w:rPr><w:rFonts w:ascii="Arial" w:hAnsi="Arial" w:cs="Arial" w:eastAsia="Arial"/><w:b/><w:bCs/><w:color w:val="FFFFFF"/><w:spacing w:val="-3"/><w:sz w:val="22"/><w:szCs w:val="22"/></w:rPr><w:t>Youth</w:t></w:r><w:r><w:rPr><w:rFonts w:ascii="Arial" w:hAnsi="Arial" w:cs="Arial" w:eastAsia="Arial"/><w:b/><w:bCs/><w:color w:val="FFFFFF"/><w:spacing w:val="-6"/><w:sz w:val="22"/><w:szCs w:val="22"/></w:rPr><w:t> </w:t></w:r><w:r><w:rPr><w:rFonts w:ascii="Arial" w:hAnsi="Arial" w:cs="Arial" w:eastAsia="Arial"/><w:b/><w:bCs/><w:color w:val="FFFFFF"/><w:sz w:val="22"/><w:szCs w:val="22"/></w:rPr><w:t>Explore</w:t></w:r><w:r><w:rPr><w:rFonts w:ascii="Arial" w:hAnsi="Arial" w:cs="Arial" w:eastAsia="Arial"/><w:b/><w:bCs/><w:color w:val="FFFFFF"/><w:spacing w:val="-6"/><w:sz w:val="22"/><w:szCs w:val="22"/></w:rPr><w:t> </w:t></w:r><w:r><w:rPr><w:rFonts w:ascii="Arial" w:hAnsi="Arial" w:cs="Arial" w:eastAsia="Arial"/><w:b/><w:bCs/><w:color w:val="FFFFFF"/><w:spacing w:val="-2"/><w:sz w:val="22"/><w:szCs w:val="22"/></w:rPr><w:t>Trades</w:t></w:r><w:r><w:rPr><w:rFonts w:ascii="Arial" w:hAnsi="Arial" w:cs="Arial" w:eastAsia="Arial"/><w:b/><w:bCs/><w:color w:val="FFFFFF"/><w:spacing w:val="-7"/><w:sz w:val="22"/><w:szCs w:val="22"/></w:rPr><w:t> </w:t></w:r><w:r><w:rPr><w:rFonts w:ascii="Arial" w:hAnsi="Arial" w:cs="Arial" w:eastAsia="Arial"/><w:b/><w:bCs/><w:color w:val="FFFFFF"/><w:sz w:val="22"/><w:szCs w:val="22"/></w:rPr><w:t>Skills</w:t><w:tab/><w:t>Design</w:t></w:r><w:r><w:rPr><w:rFonts w:ascii="Arial" w:hAnsi="Arial" w:cs="Arial" w:eastAsia="Arial"/><w:b/><w:bCs/><w:color w:val="FFFFFF"/><w:spacing w:val="-3"/><w:sz w:val="22"/><w:szCs w:val="22"/></w:rPr><w:t> </w:t></w:r><w:r><w:rPr><w:rFonts w:ascii="Arial" w:hAnsi="Arial" w:cs="Arial" w:eastAsia="Arial"/><w:b/><w:bCs/><w:color w:val="FFFFFF"/><w:sz w:val="22"/><w:szCs w:val="22"/></w:rPr><w:t>and</w:t></w:r><w:r><w:rPr><w:rFonts w:ascii="Arial" w:hAnsi="Arial" w:cs="Arial" w:eastAsia="Arial"/><w:b/><w:bCs/><w:color w:val="FFFFFF"/><w:spacing w:val="-4"/><w:sz w:val="22"/><w:szCs w:val="22"/></w:rPr><w:t> </w:t></w:r><w:r><w:rPr><w:rFonts w:ascii="Arial" w:hAnsi="Arial" w:cs="Arial" w:eastAsia="Arial"/><w:b/><w:bCs/><w:color w:val="FFFFFF"/><w:spacing w:val="1"/><w:sz w:val="22"/><w:szCs w:val="22"/></w:rPr><w:t>Drafting</w:t></w:r><w:r><w:rPr><w:rFonts w:ascii="Arial" w:hAnsi="Arial" w:cs="Arial" w:eastAsia="Arial"/><w:b/><w:bCs/><w:color w:val="FFFFFF"/><w:spacing w:val="-36"/><w:sz w:val="22"/><w:szCs w:val="22"/></w:rPr><w:t> </w:t></w:r><w:r><w:rPr><w:rFonts w:ascii="Arial" w:hAnsi="Arial" w:cs="Arial" w:eastAsia="Arial"/><w:b/><w:bCs/><w:color w:val="FFFFFF"/><w:sz w:val="22"/><w:szCs w:val="22"/></w:rPr><w:t>–</w:t></w:r><w:r><w:rPr><w:rFonts w:ascii="Arial" w:hAnsi="Arial" w:cs="Arial" w:eastAsia="Arial"/><w:b/><w:bCs/><w:color w:val="FFFFFF"/><w:spacing w:val="-35"/><w:sz w:val="22"/><w:szCs w:val="22"/></w:rPr><w:t> </w:t></w:r><w:r><w:rPr><w:rFonts w:ascii="Arial" w:hAnsi="Arial" w:cs="Arial" w:eastAsia="Arial"/><w:b/><w:bCs/><w:color w:val="FFFFFF"/><w:sz w:val="22"/><w:szCs w:val="22"/></w:rPr><w:t>2D</w:t></w:r><w:r><w:rPr><w:rFonts w:ascii="Arial" w:hAnsi="Arial" w:cs="Arial" w:eastAsia="Arial"/><w:b/><w:bCs/><w:color w:val="FFFFFF"/><w:spacing w:val="-5"/><w:sz w:val="22"/><w:szCs w:val="22"/></w:rPr><w:t> </w:t></w:r><w:r><w:rPr><w:rFonts w:ascii="Arial" w:hAnsi="Arial" w:cs="Arial" w:eastAsia="Arial"/><w:b/><w:bCs/><w:color w:val="FFFFFF"/><w:sz w:val="22"/><w:szCs w:val="22"/></w:rPr><w:t>Drawing</w:t></w:r><w:r><w:rPr><w:rFonts w:ascii="Arial" w:hAnsi="Arial" w:cs="Arial" w:eastAsia="Arial"/><w:sz w:val="22"/><w:szCs w:val="22"/></w:rPr></w:r></w:p></w:txbxContent></v:textbox><v:fill type="solid"/><w10:wrap type="none"/></v:shape></w:pict></w:r><w:r><w:rPr><w:rFonts w:ascii="Times New Roman" w:hAnsi="Times New Roman" w:cs="Times New Roman" w:eastAsia="Times New Roman"/><w:sz w:val="20"/><w:szCs w:val="20"/></w:rPr></w:r></w:p><w:p><w:pPr><w:spacing w:line="240" w:lineRule="auto" w:before="0"/><w:rPr><w:rFonts w:ascii="Times New Roman" w:hAnsi="Times New Roman" w:cs="Times New Roman" w:eastAsia="Times New Roman"/><w:sz w:val="20"/><w:szCs w:val="20"/></w:rPr></w:pPr></w:p><w:p><w:pPr><w:pStyle w:val="Heading1"/><w:spacing w:line="240" w:lineRule="auto" w:before="214"/><w:ind w:left="600" w:right="0"/><w:jc w:val="both"/><w:rPr><w:b w:val="0"/><w:bCs w:val="0"/></w:rPr></w:pPr><w:r><w:rPr><w:color w:val="4F61AB"/><w:spacing w:val="-8"/></w:rPr><w:t>S</w:t></w:r><w:r><w:rPr><w:color w:val="4F61AB"/><w:spacing w:val="-10"/></w:rPr><w:t>e</w:t></w:r><w:r><w:rPr><w:color w:val="4F61AB"/></w:rPr><w:t>t</w:t></w:r><w:r><w:rPr><w:color w:val="4F61AB"/><w:spacing w:val="-20"/></w:rPr><w:t> </w:t></w:r><w:r><w:rPr><w:color w:val="4F61AB"/><w:spacing w:val="-12"/></w:rPr><w:t>U</w:t></w:r><w:r><w:rPr><w:color w:val="4F61AB"/></w:rPr><w:t>p</w:t></w:r><w:r><w:rPr><w:color w:val="4F61AB"/><w:spacing w:val="-19"/></w:rPr><w:t> </w:t></w:r><w:r><w:rPr><w:color w:val="4F61AB"/><w:spacing w:val="-45"/></w:rPr><w:t>Y</w:t></w:r><w:r><w:rPr><w:color w:val="4F61AB"/><w:spacing w:val="-11"/></w:rPr><w:t>ou</w:t></w:r><w:r><w:rPr><w:color w:val="4F61AB"/></w:rPr><w:t>r</w:t></w:r><w:r><w:rPr><w:color w:val="4F61AB"/><w:spacing w:val="-20"/></w:rPr><w:t> </w:t></w:r><w:r><w:rPr><w:color w:val="4F61AB"/><w:spacing w:val="-18"/></w:rPr><w:t>P</w:t></w:r><w:r><w:rPr><w:color w:val="4F61AB"/><w:spacing w:val="-10"/></w:rPr><w:t>l</w:t></w:r><w:r><w:rPr><w:color w:val="4F61AB"/><w:spacing w:val="-11"/></w:rPr><w:t>o</w:t></w:r><w:r><w:rPr><w:color w:val="4F61AB"/></w:rPr><w:t>t</w:t></w:r><w:r><w:rPr><w:color w:val="4F61AB"/><w:spacing w:val="-20"/></w:rPr><w:t> </w:t></w:r><w:r><w:rPr><w:color w:val="4F61AB"/><w:spacing w:val="-9"/></w:rPr><w:t>W</w:t></w:r><w:r><w:rPr><w:color w:val="4F61AB"/><w:spacing w:val="-12"/></w:rPr><w:t>i</w:t></w:r><w:r><w:rPr><w:color w:val="4F61AB"/><w:spacing w:val="-11"/></w:rPr><w:t>n</w:t></w:r><w:r><w:rPr><w:color w:val="4F61AB"/><w:spacing w:val="-10"/></w:rPr><w:t>d</w:t></w:r><w:r><w:rPr><w:color w:val="4F61AB"/><w:spacing w:val="-15"/></w:rPr><w:t>o</w:t></w:r><w:r><w:rPr><w:color w:val="4F61AB"/><w:spacing w:val="-24"/></w:rPr><w:t>w</w:t></w:r><w:r><w:rPr><w:color w:val="4F61AB"/></w:rPr><w:t>,</w:t></w:r><w:r><w:rPr><w:color w:val="4F61AB"/><w:spacing w:val="-19"/></w:rPr><w:t> </w:t></w:r><w:r><w:rPr><w:color w:val="4F61AB"/><w:spacing w:val="-17"/></w:rPr><w:t>P</w:t></w:r><w:r><w:rPr><w:color w:val="4F61AB"/><w:spacing w:val="-6"/></w:rPr><w:t>r</w:t></w:r><w:r><w:rPr><w:color w:val="4F61AB"/><w:spacing w:val="-12"/></w:rPr><w:t>i</w:t></w:r><w:r><w:rPr><w:color w:val="4F61AB"/><w:spacing w:val="-11"/></w:rPr><w:t>n</w:t></w:r><w:r><w:rPr><w:color w:val="4F61AB"/></w:rPr><w:t>t</w:t></w:r><w:r><w:rPr><w:color w:val="4F61AB"/><w:spacing w:val="-19"/></w:rPr><w:t> </w:t></w:r><w:r><w:rPr><w:color w:val="4F61AB"/><w:spacing w:val="-11"/></w:rPr><w:t>o</w:t></w:r><w:r><w:rPr><w:color w:val="4F61AB"/></w:rPr><w:t>n</w:t></w:r><w:r><w:rPr><w:color w:val="4F61AB"/><w:spacing w:val="-20"/></w:rPr><w:t> </w:t></w:r><w:r><w:rPr><w:color w:val="4F61AB"/><w:spacing w:val="-9"/></w:rPr><w:t>8</w:t></w:r><w:r><w:rPr><w:color w:val="4F61AB"/><w:spacing w:val="-10"/></w:rPr><w:t>.</w:t></w:r><w:r><w:rPr><w:color w:val="4F61AB"/><w:spacing w:val="-7"/></w:rPr><w:t>5</w:t></w:r><w:r><w:rPr><w:color w:val="4F61AB"/></w:rPr><w:t>&quot;</w:t></w:r><w:r><w:rPr><w:color w:val="4F61AB"/><w:spacing w:val="-20"/></w:rPr><w:t> </w:t></w:r><w:r><w:rPr><w:rFonts w:ascii="Arial" w:hAnsi="Arial" w:cs="Arial" w:eastAsia="Arial"/><w:b w:val="0"/><w:bCs w:val="0"/><w:color w:val="4F61AB"/></w:rPr><w:t>×</w:t></w:r><w:r><w:rPr><w:rFonts w:ascii="Arial" w:hAnsi="Arial" w:cs="Arial" w:eastAsia="Arial"/><w:b w:val="0"/><w:bCs w:val="0"/><w:color w:val="4F61AB"/><w:spacing w:val="-19"/></w:rPr><w:t> </w:t></w:r><w:r><w:rPr><w:color w:val="4F61AB"/><w:spacing w:val="-42"/></w:rPr><w:t>1</w:t></w:r><w:r><w:rPr><w:color w:val="4F61AB"/><w:spacing w:val="-24"/></w:rPr><w:t>1</w:t></w:r><w:r><w:rPr><w:color w:val="4F61AB"/></w:rPr><w:t>&quot;</w:t></w:r><w:r><w:rPr><w:color w:val="4F61AB"/><w:spacing w:val="-20"/></w:rPr><w:t> </w:t></w:r><w:r><w:rPr><w:color w:val="4F61AB"/><w:spacing w:val="-17"/></w:rPr><w:t>P</w:t></w:r><w:r><w:rPr><w:color w:val="4F61AB"/><w:spacing w:val="-9"/></w:rPr><w:t>a</w:t></w:r><w:r><w:rPr><w:color w:val="4F61AB"/><w:spacing w:val="-7"/></w:rPr><w:t>p</w:t></w:r><w:r><w:rPr><w:color w:val="4F61AB"/><w:spacing w:val="-9"/></w:rPr><w:t>e</w:t></w:r><w:r><w:rPr><w:color w:val="4F61AB"/></w:rPr><w:t>r</w:t></w:r><w:r><w:rPr><w:b w:val="0"/><w:bCs w:val="0"/></w:rPr></w:r></w:p><w:p><w:pPr><w:spacing w:before="95"/><w:ind w:left="600" w:right="0" w:firstLine="0"/><w:jc w:val="both"/><w:rPr><w:rFonts w:ascii="Arial" w:hAnsi="Arial" w:cs="Arial" w:eastAsia="Arial"/><w:sz w:val="32"/><w:szCs w:val="32"/></w:rPr></w:pPr><w:r><w:rPr><w:rFonts w:ascii="Arial"/><w:b/><w:color w:val="4F61AB"/><w:spacing w:val="-1"/><w:sz w:val="32"/></w:rPr><w:t>(Mechanical</w:t></w:r><w:r><w:rPr><w:rFonts w:ascii="Arial"/><w:b/><w:color w:val="4F61AB"/><w:spacing w:val="-8"/><w:sz w:val="32"/></w:rPr><w:t> </w:t></w:r><w:r><w:rPr><w:rFonts w:ascii="Arial"/><w:b/><w:color w:val="4F61AB"/><w:spacing w:val="-1"/><w:sz w:val="32"/></w:rPr><w:t>and</w:t></w:r><w:r><w:rPr><w:rFonts w:ascii="Arial"/><w:b/><w:color w:val="4F61AB"/><w:spacing w:val="-7"/><w:sz w:val="32"/></w:rPr><w:t> </w:t></w:r><w:r><w:rPr><w:rFonts w:ascii="Arial"/><w:b/><w:color w:val="4F61AB"/><w:spacing w:val="-1"/><w:sz w:val="32"/></w:rPr><w:t>Architectural</w:t></w:r><w:r><w:rPr><w:rFonts w:ascii="Arial"/><w:b/><w:color w:val="4F61AB"/><w:spacing w:val="-8"/><w:sz w:val="32"/></w:rPr><w:t> </w:t></w:r><w:r><w:rPr><w:rFonts w:ascii="Arial"/><w:b/><w:color w:val="4F61AB"/><w:spacing w:val="-5"/><w:sz w:val="32"/></w:rPr><w:t>CAD)</w:t></w:r><w:r><w:rPr><w:rFonts w:ascii="Arial"/><w:sz w:val="32"/></w:rPr></w:r></w:p><w:p><w:pPr><w:spacing w:line="240" w:lineRule="auto" w:before="7"/><w:rPr><w:rFonts w:ascii="Arial" w:hAnsi="Arial" w:cs="Arial" w:eastAsia="Arial"/><w:b/><w:bCs/><w:sz w:val="6"/><w:szCs w:val="6"/></w:rPr></w:pPr></w:p><w:p><w:pPr><w:spacing w:line="100" w:lineRule="atLeast"/><w:ind w:left="550" w:right="0" w:firstLine="0"/><w:rPr><w:rFonts w:ascii="Arial" w:hAnsi="Arial" w:cs="Arial" w:eastAsia="Arial"/><w:sz w:val="10"/><w:szCs w:val="10"/></w:rPr></w:pPr><w:r><w:rPr><w:rFonts w:ascii="Arial" w:hAnsi="Arial" w:cs="Arial" w:eastAsia="Arial"/><w:sz w:val="10"/><w:szCs w:val="10"/></w:rPr><w:pict><v:group style="width:473pt;height:5pt;mso-position-horizontal-relative:char;mso-position-vertical-relative:line" coordorigin="0,0" coordsize="9460,100"><v:group style="position:absolute;left:50;top:50;width:9360;height:2" coordorigin="50,50" coordsize="9360,2"><v:shape style="position:absolute;left:50;top:50;width:9360;height:2" coordorigin="50,50" coordsize="9360,0" path="m50,50l9410,50e" filled="false" stroked="true" strokeweight="5pt" strokecolor="#b6b8dd"><v:path arrowok="t"/></v:shape></v:group></v:group></w:pict></w:r><w:r><w:rPr><w:rFonts w:ascii="Arial" w:hAnsi="Arial" w:cs="Arial" w:eastAsia="Arial"/><w:sz w:val="10"/><w:szCs w:val="10"/></w:rPr></w:r></w:p><w:p><w:pPr><w:spacing w:line="240" w:lineRule="auto" w:before="3"/><w:rPr><w:rFonts w:ascii="Arial" w:hAnsi="Arial" w:cs="Arial" w:eastAsia="Arial"/><w:b/><w:bCs/><w:sz w:val="30"/><w:szCs w:val="30"/></w:rPr></w:pPr></w:p><w:p><w:pPr><w:pStyle w:val="Heading2"/><w:spacing w:line="240" w:lineRule="auto"/><w:ind w:left="600" w:right="0"/><w:jc w:val="both"/><w:rPr><w:b w:val="0"/><w:bCs w:val="0"/></w:rPr></w:pPr><w:r><w:rPr><w:color w:val="4F61AB"/><w:spacing w:val="-1"/></w:rPr><w:t>Description</w:t></w:r><w:r><w:rPr><w:b w:val="0"/></w:rPr></w:r></w:p><w:p><w:pPr><w:pStyle w:val="BodyText"/><w:spacing w:line="284" w:lineRule="auto"/><w:ind w:right="1746"/><w:jc w:val="both"/></w:pPr><w:r><w:rPr><w:color w:val="4C4D4F"/><w:spacing w:val="-1"/></w:rPr><w:t>In</w:t></w:r><w:r><w:rPr><w:color w:val="4C4D4F"/><w:spacing w:val="-2"/></w:rPr><w:t> </w:t></w:r><w:r><w:rPr><w:color w:val="4C4D4F"/><w:spacing w:val="-1"/></w:rPr><w:t>this</w:t></w:r><w:r><w:rPr><w:color w:val="4C4D4F"/></w:rPr><w:t> </w:t></w:r><w:r><w:rPr><w:color w:val="4C4D4F"/><w:spacing w:val="-2"/></w:rPr><w:t>activity,</w:t></w:r><w:r><w:rPr><w:color w:val="4C4D4F"/><w:spacing w:val="-1"/></w:rPr><w:t> </w:t></w:r><w:r><w:rPr><w:color w:val="4C4D4F"/><w:spacing w:val="-2"/></w:rPr><w:t>students</w:t></w:r><w:r><w:rPr><w:color w:val="4C4D4F"/></w:rPr><w:t> </w:t></w:r><w:r><w:rPr><w:color w:val="4C4D4F"/><w:spacing w:val="-1"/></w:rPr><w:t>will</w:t></w:r><w:r><w:rPr><w:color w:val="4C4D4F"/><w:spacing w:val="-2"/></w:rPr><w:t> </w:t></w:r><w:r><w:rPr><w:color w:val="4C4D4F"/><w:spacing w:val="-1"/></w:rPr><w:t>learn how</w:t></w:r><w:r><w:rPr><w:color w:val="4C4D4F"/><w:spacing w:val="-2"/></w:rPr><w:t> </w:t></w:r><w:r><w:rPr><w:color w:val="4C4D4F"/><w:spacing w:val="-1"/></w:rPr><w:t>to print </w:t></w:r><w:r><w:rPr><w:color w:val="4C4D4F"/></w:rPr><w:t>a</w:t></w:r><w:r><w:rPr><w:color w:val="4C4D4F"/><w:spacing w:val="-1"/></w:rPr><w:t> drawing </w:t></w:r><w:r><w:rPr><w:color w:val="4C4D4F"/></w:rPr><w:t>on</w:t></w:r><w:r><w:rPr><w:color w:val="4C4D4F"/><w:spacing w:val="-2"/></w:rPr><w:t> </w:t></w:r><w:r><w:rPr><w:color w:val="4C4D4F"/><w:spacing w:val="-1"/></w:rPr><w:t>8.5&quot;</w:t></w:r><w:r><w:rPr><w:color w:val="4C4D4F"/></w:rPr><w:t> ×</w:t></w:r><w:r><w:rPr><w:color w:val="4C4D4F"/><w:spacing w:val="-1"/></w:rPr><w:t> </w:t></w:r><w:r><w:rPr><w:color w:val="4C4D4F"/><w:spacing w:val="-10"/></w:rPr><w:t>11</w:t></w:r><w:r><w:rPr><w:color w:val="4C4D4F"/><w:spacing w:val="-11"/></w:rPr><w:t>&quot;</w:t></w:r><w:r><w:rPr><w:color w:val="4C4D4F"/></w:rPr><w:t> </w:t></w:r><w:r><w:rPr><w:color w:val="4C4D4F"/><w:spacing w:val="-1"/></w:rPr><w:t>paper (letter</w:t></w:r><w:r><w:rPr><w:color w:val="4C4D4F"/></w:rPr><w:t> </w:t></w:r><w:r><w:rPr><w:color w:val="4C4D4F"/><w:spacing w:val="-4"/></w:rPr><w:t>size)</w:t></w:r><w:r><w:rPr><w:color w:val="4C4D4F"/><w:spacing w:val="-1"/></w:rPr><w:t> in</w:t></w:r><w:r><w:rPr><w:color w:val="4C4D4F"/><w:spacing w:val="65"/></w:rPr><w:t> </w:t></w:r><w:r><w:rPr><w:color w:val="4C4D4F"/><w:spacing w:val="-1"/></w:rPr><w:t>landscape</w:t></w:r><w:r><w:rPr><w:color w:val="4C4D4F"/><w:spacing w:val="-2"/></w:rPr><w:t> </w:t></w:r><w:r><w:rPr><w:color w:val="4C4D4F"/><w:spacing w:val="-1"/></w:rPr><w:t>orientation. Each </w:t></w:r><w:r><w:rPr><w:color w:val="4C4D4F"/><w:spacing w:val="-2"/></w:rPr><w:t>printer/plotter</w:t></w:r><w:r><w:rPr><w:color w:val="4C4D4F"/><w:spacing w:val="-1"/></w:rPr><w:t> has its</w:t></w:r><w:r><w:rPr><w:color w:val="4C4D4F"/></w:rPr><w:t> </w:t></w:r><w:r><w:rPr><w:color w:val="4C4D4F"/><w:spacing w:val="-1"/></w:rPr><w:t>own</w:t></w:r><w:r><w:rPr><w:color w:val="4C4D4F"/><w:spacing w:val="-2"/></w:rPr><w:t> set</w:t></w:r><w:r><w:rPr><w:color w:val="4C4D4F"/><w:spacing w:val="-1"/></w:rPr><w:t> paper</w:t></w:r><w:r><w:rPr><w:color w:val="4C4D4F"/></w:rPr><w:t> </w:t></w:r><w:r><w:rPr><w:color w:val="4C4D4F"/><w:spacing w:val="-2"/></w:rPr><w:t>sizes.</w:t></w:r><w:r><w:rPr><w:color w:val="4C4D4F"/><w:spacing w:val="-1"/></w:rPr><w:t> </w:t></w:r><w:r><w:rPr><w:color w:val="4C4D4F"/><w:spacing w:val="-8"/></w:rPr><w:t>Y</w:t></w:r><w:r><w:rPr><w:color w:val="4C4D4F"/><w:spacing w:val="-7"/></w:rPr><w:t>ou</w:t></w:r><w:r><w:rPr><w:color w:val="4C4D4F"/><w:spacing w:val="-1"/></w:rPr><w:t> </w:t></w:r><w:r><w:rPr><w:color w:val="4C4D4F"/></w:rPr><w:t>can</w:t></w:r><w:r><w:rPr><w:color w:val="4C4D4F"/><w:spacing w:val="-2"/></w:rPr><w:t> adjust</w:t></w:r><w:r><w:rPr><w:color w:val="4C4D4F"/><w:spacing w:val="-1"/></w:rPr><w:t> this</w:t></w:r><w:r><w:rPr><w:color w:val="4C4D4F"/><w:spacing w:val="99"/></w:rPr><w:t> </w:t></w:r><w:r><w:rPr><w:color w:val="4C4D4F"/></w:rPr><w:t>activity</w:t></w:r><w:r><w:rPr><w:color w:val="4C4D4F"/><w:spacing w:val="-1"/></w:rPr><w:t> to</w:t></w:r><w:r><w:rPr><w:color w:val="4C4D4F"/><w:spacing w:val="-2"/></w:rPr><w:t> suit</w:t></w:r><w:r><w:rPr><w:color w:val="4C4D4F"/><w:spacing w:val="-1"/></w:rPr><w:t> the </w:t></w:r><w:r><w:rPr><w:color w:val="4C4D4F"/><w:spacing w:val="-2"/></w:rPr><w:t>printer/plotter</w:t></w:r><w:r><w:rPr><w:color w:val="4C4D4F"/><w:spacing w:val="-1"/></w:rPr><w:t> that will</w:t></w:r><w:r><w:rPr><w:color w:val="4C4D4F"/><w:spacing w:val="-2"/></w:rPr><w:t> </w:t></w:r><w:r><w:rPr><w:color w:val="4C4D4F"/></w:rPr><w:t>be</w:t></w:r><w:r><w:rPr><w:color w:val="4C4D4F"/><w:spacing w:val="-1"/></w:rPr><w:t> used</w:t></w:r><w:r><w:rPr><w:color w:val="4C4D4F"/><w:spacing w:val="-2"/></w:rPr><w:t> </w:t></w:r><w:r><w:rPr><w:color w:val="4C4D4F"/><w:spacing w:val="-1"/></w:rPr><w:t>in</w:t></w:r><w:r><w:rPr><w:color w:val="4C4D4F"/><w:spacing w:val="-2"/></w:rPr><w:t> </w:t></w:r><w:r><w:rPr><w:color w:val="4C4D4F"/><w:spacing w:val="-1"/></w:rPr><w:t>the school.</w:t></w:r><w:r><w:rPr/></w:r></w:p><w:p><w:pPr><w:spacing w:line="240" w:lineRule="auto" w:before="8"/><w:rPr><w:rFonts w:ascii="Arial" w:hAnsi="Arial" w:cs="Arial" w:eastAsia="Arial"/><w:sz w:val="29"/><w:szCs w:val="29"/></w:rPr></w:pPr></w:p><w:p><w:pPr><w:pStyle w:val="Heading2"/><w:spacing w:line="240" w:lineRule="auto"/><w:ind w:left="600" w:right="0"/><w:jc w:val="both"/><w:rPr><w:b w:val="0"/><w:bCs w:val="0"/></w:rPr></w:pPr><w:r><w:rPr><w:color w:val="4F61AB"/><w:spacing w:val="-1"/></w:rPr><w:t>Lesson</w:t></w:r><w:r><w:rPr><w:color w:val="4F61AB"/><w:spacing w:val="-13"/></w:rPr><w:t> </w:t></w:r><w:r><w:rPr><w:color w:val="4F61AB"/><w:spacing w:val="-1"/></w:rPr><w:t>Objectives</w:t></w:r><w:r><w:rPr><w:b w:val="0"/></w:rPr></w:r></w:p><w:p><w:pPr><w:pStyle w:val="BodyText"/><w:spacing w:line="240" w:lineRule="auto"/><w:ind w:right="0"/><w:jc w:val="both"/></w:pPr><w:r><w:rPr><w:color w:val="4C4D4F"/><w:spacing w:val="-1"/></w:rPr><w:t>The</w:t></w:r><w:r><w:rPr><w:color w:val="4C4D4F"/><w:spacing w:val="-2"/></w:rPr><w:t> student</w:t></w:r><w:r><w:rPr><w:color w:val="4C4D4F"/><w:spacing w:val="-1"/></w:rPr><w:t> will</w:t></w:r><w:r><w:rPr><w:color w:val="4C4D4F"/><w:spacing w:val="-2"/></w:rPr><w:t> </w:t></w:r><w:r><w:rPr><w:color w:val="4C4D4F"/></w:rPr><w:t>be</w:t></w:r><w:r><w:rPr><w:color w:val="4C4D4F"/><w:spacing w:val="-2"/></w:rPr><w:t> </w:t></w:r><w:r><w:rPr><w:color w:val="4C4D4F"/><w:spacing w:val="-1"/></w:rPr><w:t>able</w:t></w:r><w:r><w:rPr><w:color w:val="4C4D4F"/></w:rPr><w:t> </w:t></w:r><w:r><w:rPr><w:color w:val="4C4D4F"/><w:spacing w:val="-3"/></w:rPr><w:t>to:</w:t></w:r><w:r><w:rPr/></w:r></w:p><w:p><w:pPr><w:pStyle w:val="BodyText"/><w:numPr><w:ilvl w:val="0"/><w:numId w:val="1"/></w:numPr><w:tabs><w:tab w:pos="1140" w:val="left" w:leader="none"/></w:tabs><w:spacing w:line="240" w:lineRule="auto" w:before="137" w:after="0"/><w:ind w:left="1140" w:right="0" w:hanging="270"/><w:jc w:val="left"/></w:pPr><w:r><w:rPr><w:color w:val="4C4D4F"/><w:spacing w:val="-1"/></w:rPr><w:t>Print</w:t></w:r><w:r><w:rPr><w:color w:val="4C4D4F"/><w:spacing w:val="-2"/></w:rPr><w:t> </w:t></w:r><w:r><w:rPr><w:color w:val="4C4D4F"/></w:rPr><w:t>a</w:t></w:r><w:r><w:rPr><w:color w:val="4C4D4F"/><w:spacing w:val="-2"/></w:rPr><w:t> </w:t></w:r><w:r><w:rPr><w:color w:val="4C4D4F"/><w:spacing w:val="-1"/></w:rPr><w:t>drawing</w:t></w:r><w:r><w:rPr/></w:r></w:p><w:p><w:pPr><w:pStyle w:val="BodyText"/><w:numPr><w:ilvl w:val="0"/><w:numId w:val="1"/></w:numPr><w:tabs><w:tab w:pos="1140" w:val="left" w:leader="none"/></w:tabs><w:spacing w:line="240" w:lineRule="auto" w:before="137" w:after="0"/><w:ind w:left="1140" w:right="0" w:hanging="270"/><w:jc w:val="left"/></w:pPr><w:r><w:rPr><w:color w:val="4C4D4F"/><w:spacing w:val="-1"/></w:rPr><w:t>Understand</w:t></w:r><w:r><w:rPr><w:color w:val="4C4D4F"/><w:spacing w:val="-2"/></w:rPr><w:t> </w:t></w:r><w:r><w:rPr><w:color w:val="4C4D4F"/><w:spacing w:val="-1"/></w:rPr><w:t>how to</w:t></w:r><w:r><w:rPr><w:color w:val="4C4D4F"/><w:spacing w:val="-2"/></w:rPr><w:t> </w:t></w:r><w:r><w:rPr><w:color w:val="4C4D4F"/><w:spacing w:val="-1"/></w:rPr><w:t>print</w:t></w:r><w:r><w:rPr><w:color w:val="4C4D4F"/></w:rPr><w:t> a</w:t></w:r><w:r><w:rPr><w:color w:val="4C4D4F"/><w:spacing w:val="-1"/></w:rPr><w:t> drawing</w:t></w:r><w:r><w:rPr><w:color w:val="4C4D4F"/><w:spacing w:val="-2"/></w:rPr><w:t> </w:t></w:r><w:r><w:rPr><w:color w:val="4C4D4F"/><w:spacing w:val="-1"/></w:rPr><w:t>to </w:t></w:r><w:r><w:rPr><w:color w:val="4C4D4F"/></w:rPr><w:t>scale</w:t></w:r><w:r><w:rPr/></w:r></w:p><w:p><w:pPr><w:spacing w:line="240" w:lineRule="auto" w:before="0"/><w:rPr><w:rFonts w:ascii="Arial" w:hAnsi="Arial" w:cs="Arial" w:eastAsia="Arial"/><w:sz w:val="22"/><w:szCs w:val="22"/></w:rPr></w:pPr></w:p><w:p><w:pPr><w:pStyle w:val="Heading2"/><w:spacing w:line="240" w:lineRule="auto" w:before="133"/><w:ind w:left="600" w:right="0"/><w:jc w:val="both"/><w:rPr><w:b w:val="0"/><w:bCs w:val="0"/></w:rPr></w:pPr><w:r><w:rPr><w:color w:val="4F61AB"/><w:spacing w:val="-1"/></w:rPr><w:t>Assumptions</w:t></w:r><w:r><w:rPr><w:b w:val="0"/></w:rPr></w:r></w:p><w:p><w:pPr><w:pStyle w:val="BodyText"/><w:spacing w:line="284" w:lineRule="auto"/><w:ind w:right="1249"/><w:jc w:val="left"/></w:pP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2"/></w:rPr><w:t>student</w:t></w:r><w:r><w:rPr><w:rFonts w:ascii="Arial"/><w:color w:val="4C4D4F"/></w:rPr><w:t> </w:t></w:r><w:r><w:rPr><w:rFonts w:ascii="Arial"/><w:color w:val="4C4D4F"/><w:spacing w:val="-1"/></w:rPr><w:t>will</w:t></w:r><w:r><w:rPr><w:rFonts w:ascii="Arial"/><w:color w:val="4C4D4F"/></w:rPr><w:t> </w:t></w:r><w:r><w:rPr><w:rFonts w:ascii="Arial"/><w:color w:val="4C4D4F"/><w:spacing w:val="-3"/></w:rPr><w:t>have</w:t></w:r><w:r><w:rPr><w:rFonts w:ascii="Arial"/><w:color w:val="4C4D4F"/></w:rPr><w:t> </w:t></w:r><w:r><w:rPr><w:rFonts w:ascii="Arial"/><w:color w:val="4C4D4F"/><w:spacing w:val="-1"/></w:rPr><w:t>finished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activity </w:t></w:r><w:r><w:rPr><w:rFonts w:ascii="Arial"/><w:color w:val="4C4D4F"/><w:spacing w:val="-2"/></w:rPr><w:t>Fill</w:t></w:r><w:r><w:rPr><w:rFonts w:ascii="Arial"/><w:color w:val="4C4D4F"/></w:rPr><w:t> </w:t></w:r><w:r><w:rPr><w:rFonts w:ascii="Arial"/><w:color w:val="4C4D4F"/><w:spacing w:val="-1"/></w:rPr><w:t>in</w:t></w:r><w:r><w:rPr><w:rFonts w:ascii="Arial"/><w:color w:val="4C4D4F"/></w:rPr><w:t> </w:t></w:r><w:r><w:rPr><w:rFonts w:ascii="Arial"/><w:color w:val="4C4D4F"/><w:spacing w:val="-6"/></w:rPr><w:t>Your</w:t></w:r><w:r><w:rPr><w:rFonts w:ascii="Arial"/><w:color w:val="4C4D4F"/></w:rPr><w:t> </w:t></w:r><w:r><w:rPr><w:rFonts w:ascii="Arial"/><w:color w:val="4C4D4F"/><w:spacing w:val="-1"/></w:rPr><w:t>Title</w:t></w:r><w:r><w:rPr><w:rFonts w:ascii="Arial"/><w:color w:val="4C4D4F"/></w:rPr><w:t> Block, </w:t></w:r><w:r><w:rPr><w:rFonts w:ascii="Arial"/><w:color w:val="4C4D4F"/><w:spacing w:val="-1"/></w:rPr><w:t>Including</w:t></w:r><w:r><w:rPr><w:rFonts w:ascii="Arial"/><w:color w:val="4C4D4F"/></w:rPr><w:t> </w:t></w:r><w:r><w:rPr><w:rFonts w:ascii="Arial"/><w:color w:val="4C4D4F"/><w:spacing w:val="-1"/></w:rPr><w:t>Scale,</w:t></w:r><w:r><w:rPr><w:rFonts w:ascii="Arial"/><w:color w:val="4C4D4F"/></w:rPr><w:t> </w:t></w:r><w:r><w:rPr><w:rFonts w:ascii="Arial"/><w:color w:val="4C4D4F"/><w:spacing w:val="-1"/></w:rPr><w:t>to</w:t></w:r><w:r><w:rPr><w:rFonts w:ascii="Arial"/><w:color w:val="4C4D4F"/></w:rPr><w:t> </w:t></w:r><w:r><w:rPr><w:rFonts w:ascii="Arial"/><w:color w:val="4C4D4F"/><w:spacing w:val="-3"/></w:rPr><w:t>have</w:t></w:r><w:r><w:rPr><w:rFonts w:ascii="Arial"/><w:color w:val="4C4D4F"/></w:rPr><w:t> a</w:t></w:r><w:r><w:rPr><w:rFonts w:ascii="Arial"/><w:color w:val="4C4D4F"/><w:spacing w:val="73"/></w:rPr><w:t> </w:t></w:r><w:r><w:rPr><w:color w:val="4C4D4F"/><w:spacing w:val="-1"/></w:rPr><w:t>completed</w:t></w:r><w:r><w:rPr><w:color w:val="4C4D4F"/><w:spacing w:val="-2"/></w:rPr><w:t> </w:t></w:r><w:r><w:rPr><w:color w:val="4C4D4F"/><w:spacing w:val="-1"/></w:rPr><w:t>drawing</w:t></w:r><w:r><w:rPr><w:color w:val="4C4D4F"/><w:spacing w:val="-2"/></w:rPr><w:t> </w:t></w:r><w:r><w:rPr><w:color w:val="4C4D4F"/><w:spacing w:val="-1"/></w:rPr><w:t>that</w:t></w:r><w:r><w:rPr><w:color w:val="4C4D4F"/></w:rPr><w:t> can</w:t></w:r><w:r><w:rPr><w:color w:val="4C4D4F"/><w:spacing w:val="-2"/></w:rPr><w:t> </w:t></w:r><w:r><w:rPr><w:color w:val="4C4D4F"/></w:rPr><w:t>be</w:t></w:r><w:r><w:rPr><w:color w:val="4C4D4F"/><w:spacing w:val="-2"/></w:rPr><w:t> printed.</w:t></w:r><w:r><w:rPr/></w:r></w:p><w:p><w:pPr><w:spacing w:line="240" w:lineRule="auto" w:before="10"/><w:rPr><w:rFonts w:ascii="Arial" w:hAnsi="Arial" w:cs="Arial" w:eastAsia="Arial"/><w:sz w:val="21"/><w:szCs w:val="21"/></w:rPr></w:pPr></w:p><w:p><w:pPr><w:pStyle w:val="Heading2"/><w:spacing w:line="240" w:lineRule="auto"/><w:ind w:left="600" w:right="0"/><w:jc w:val="both"/><w:rPr><w:b w:val="0"/><w:bCs w:val="0"/></w:rPr></w:pPr><w:r><w:rPr><w:color w:val="4F61AB"/><w:spacing w:val="-3"/></w:rPr><w:t>Terminology</w:t></w:r><w:r><w:rPr><w:b w:val="0"/></w:rPr></w:r></w:p><w:p><w:pPr><w:pStyle w:val="BodyText"/><w:spacing w:line="265" w:lineRule="auto" w:before="104"/><w:ind w:right="1249"/><w:jc w:val="left"/></w:pPr><w:r><w:rPr><w:rFonts w:ascii="Arial"/><w:b/><w:color w:val="4C4D4F"/><w:spacing w:val="-1"/></w:rPr><w:t>Application</w:t></w:r><w:r><w:rPr><w:rFonts w:ascii="Arial"/><w:b/><w:color w:val="4C4D4F"/><w:spacing w:val="-5"/></w:rPr><w:t> </w:t></w:r><w:r><w:rPr><w:rFonts w:ascii="Arial"/><w:b/><w:color w:val="4C4D4F"/><w:spacing w:val="-2"/></w:rPr><w:t>menu</w:t></w:r><w:r><w:rPr><w:color w:val="4C4D4F"/><w:spacing w:val="-2"/></w:rPr><w:t>:</w:t></w:r><w:r><w:rPr><w:color w:val="4C4D4F"/><w:spacing w:val="-4"/></w:rPr><w:t> </w:t></w:r><w:r><w:rPr><w:color w:val="4C4D4F"/><w:spacing w:val="-1"/></w:rPr><w:t>the</w:t></w:r><w:r><w:rPr><w:color w:val="4C4D4F"/><w:spacing w:val="-4"/></w:rPr><w:t> </w:t></w:r><w:r><w:rPr><w:color w:val="4C4D4F"/><w:spacing w:val="-1"/></w:rPr><w:t>icon</w:t></w:r><w:r><w:rPr><w:color w:val="4C4D4F"/><w:spacing w:val="-4"/></w:rPr><w:t> </w:t></w:r><w:r><w:rPr><w:color w:val="4C4D4F"/><w:spacing w:val="-1"/></w:rPr><w:t>in</w:t></w:r><w:r><w:rPr><w:color w:val="4C4D4F"/><w:spacing w:val="-4"/></w:rPr><w:t> </w:t></w:r><w:r><w:rPr><w:color w:val="4C4D4F"/><w:spacing w:val="-1"/></w:rPr><w:t>the</w:t></w:r><w:r><w:rPr><w:color w:val="4C4D4F"/><w:spacing w:val="-4"/></w:rPr><w:t> </w:t></w:r><w:r><w:rPr><w:color w:val="4C4D4F"/><w:spacing w:val="-2"/></w:rPr><w:t>top</w:t></w:r><w:r><w:rPr><w:color w:val="4C4D4F"/><w:spacing w:val="-4"/></w:rPr><w:t> </w:t></w:r><w:r><w:rPr><w:color w:val="4C4D4F"/><w:spacing w:val="-1"/></w:rPr><w:t>left</w:t></w:r><w:r><w:rPr><w:color w:val="4C4D4F"/><w:spacing w:val="-4"/></w:rPr><w:t> </w:t></w:r><w:r><w:rPr><w:color w:val="4C4D4F"/><w:spacing w:val="-1"/></w:rPr><w:t>corner</w:t></w:r><w:r><w:rPr><w:color w:val="4C4D4F"/><w:spacing w:val="-4"/></w:rPr><w:t> </w:t></w:r><w:r><w:rPr><w:color w:val="4C4D4F"/><w:spacing w:val="-2"/></w:rPr><w:t>of</w:t></w:r><w:r><w:rPr><w:color w:val="4C4D4F"/><w:spacing w:val="-4"/></w:rPr><w:t> </w:t></w:r><w:r><w:rPr><w:color w:val="4C4D4F"/><w:spacing w:val="-1"/></w:rPr><w:t>the</w:t></w:r><w:r><w:rPr><w:color w:val="4C4D4F"/><w:spacing w:val="-4"/></w:rPr><w:t> </w:t></w:r><w:r><w:rPr><w:color w:val="4C4D4F"/><w:spacing w:val="-2"/></w:rPr><w:t>screen</w:t></w:r><w:r><w:rPr><w:color w:val="4C4D4F"/><w:spacing w:val="-4"/></w:rPr><w:t> </w:t></w:r><w:r><w:rPr><w:color w:val="4C4D4F"/><w:spacing w:val="-2"/></w:rPr><w:t>where</w:t></w:r><w:r><w:rPr><w:color w:val="4C4D4F"/><w:spacing w:val="-4"/></w:rPr><w:t> </w:t></w:r><w:r><w:rPr><w:color w:val="4C4D4F"/><w:spacing w:val="-2"/></w:rPr><w:t>functions</w:t></w:r><w:r><w:rPr><w:color w:val="4C4D4F"/><w:spacing w:val="-5"/></w:rPr><w:t> </w:t></w:r><w:r><w:rPr><w:color w:val="4C4D4F"/></w:rPr><w:t>can</w:t></w:r><w:r><w:rPr><w:color w:val="4C4D4F"/><w:spacing w:val="-4"/></w:rPr><w:t> </w:t></w:r><w:r><w:rPr><w:color w:val="4C4D4F"/><w:spacing w:val="-1"/></w:rPr><w:t>be</w:t></w:r><w:r><w:rPr><w:color w:val="4C4D4F"/><w:spacing w:val="-4"/></w:rPr><w:t> </w:t></w:r><w:r><w:rPr><w:color w:val="4C4D4F"/><w:spacing w:val="-2"/></w:rPr><w:t>chosen</w:t></w:r><w:r><w:rPr><w:color w:val="4C4D4F"/><w:spacing w:val="83"/></w:rPr><w:t> </w:t></w:r><w:r><w:rPr><w:color w:val="4C4D4F"/><w:spacing w:val="-2"/></w:rPr><w:t>such</w:t></w:r><w:r><w:rPr><w:color w:val="4C4D4F"/><w:spacing w:val="-4"/></w:rPr><w:t> </w:t></w:r><w:r><w:rPr><w:color w:val="4C4D4F"/><w:spacing w:val="-2"/></w:rPr><w:t>as</w:t></w:r><w:r><w:rPr><w:color w:val="4C4D4F"/><w:spacing w:val="-4"/></w:rPr><w:t> New</w:t></w:r><w:r><w:rPr><w:color w:val="4C4D4F"/><w:spacing w:val="-5"/></w:rPr><w:t>,</w:t></w:r><w:r><w:rPr><w:color w:val="4C4D4F"/><w:spacing w:val="-3"/></w:rPr><w:t> </w:t></w:r><w:r><w:rPr><w:color w:val="4C4D4F"/><w:spacing w:val="-2"/></w:rPr><w:t>Open,</w:t></w:r><w:r><w:rPr><w:color w:val="4C4D4F"/><w:spacing w:val="-4"/></w:rPr><w:t> Save</w:t></w:r><w:r><w:rPr><w:color w:val="4C4D4F"/><w:spacing w:val="-5"/></w:rPr><w:t>,</w:t></w:r><w:r><w:rPr><w:color w:val="4C4D4F"/><w:spacing w:val="-3"/></w:rPr><w:t> etc.</w:t></w:r><w:r><w:rPr/></w:r></w:p><w:p><w:pPr><w:pStyle w:val="BodyText"/><w:spacing w:line="265" w:lineRule="auto" w:before="144"/><w:ind w:right="1249"/><w:jc w:val="left"/></w:pPr><w:r><w:rPr><w:rFonts w:ascii="Arial"/><w:b/><w:color w:val="4C4D4F"/><w:spacing w:val="-1"/></w:rPr><w:t>Drawing</w:t></w:r><w:r><w:rPr><w:rFonts w:ascii="Arial"/><w:b/><w:color w:val="4C4D4F"/><w:spacing w:val="-5"/></w:rPr><w:t> </w:t></w:r><w:r><w:rPr><w:rFonts w:ascii="Arial"/><w:b/><w:color w:val="4C4D4F"/><w:spacing w:val="-1"/></w:rPr><w:t>orientation</w:t></w:r><w:r><w:rPr><w:color w:val="4C4D4F"/><w:spacing w:val="-1"/></w:rPr><w:t>:</w:t></w:r><w:r><w:rPr><w:color w:val="4C4D4F"/><w:spacing w:val="-5"/></w:rPr><w:t> </w:t></w:r><w:r><w:rPr><w:color w:val="4C4D4F"/><w:spacing w:val="-1"/></w:rPr><w:t>the</w:t></w:r><w:r><w:rPr><w:color w:val="4C4D4F"/><w:spacing w:val="-4"/></w:rPr><w:t> </w:t></w:r><w:r><w:rPr><w:color w:val="4C4D4F"/><w:spacing w:val="-2"/></w:rPr><w:t>orientation</w:t></w:r><w:r><w:rPr><w:color w:val="4C4D4F"/><w:spacing w:val="-5"/></w:rPr><w:t> </w:t></w:r><w:r><w:rPr><w:color w:val="4C4D4F"/><w:spacing w:val="-1"/></w:rPr><w:t>(portrait</w:t></w:r><w:r><w:rPr><w:color w:val="4C4D4F"/><w:spacing w:val="-4"/></w:rPr><w:t> </w:t></w:r><w:r><w:rPr><w:color w:val="4C4D4F"/><w:spacing w:val="-1"/></w:rPr><w:t>or</w:t></w:r><w:r><w:rPr><w:color w:val="4C4D4F"/><w:spacing w:val="-5"/></w:rPr><w:t> </w:t></w:r><w:r><w:rPr><w:color w:val="4C4D4F"/><w:spacing w:val="-3"/></w:rPr><w:t>landscape)</w:t></w:r><w:r><w:rPr><w:color w:val="4C4D4F"/><w:spacing w:val="-4"/></w:rPr><w:t> </w:t></w:r><w:r><w:rPr><w:color w:val="4C4D4F"/><w:spacing w:val="-2"/></w:rPr><w:t>of</w:t></w:r><w:r><w:rPr><w:color w:val="4C4D4F"/><w:spacing w:val="-5"/></w:rPr><w:t> </w:t></w:r><w:r><w:rPr><w:color w:val="4C4D4F"/><w:spacing w:val="-1"/></w:rPr><w:t>the</w:t></w:r><w:r><w:rPr><w:color w:val="4C4D4F"/><w:spacing w:val="-4"/></w:rPr><w:t> </w:t></w:r><w:r><w:rPr><w:color w:val="4C4D4F"/><w:spacing w:val="-2"/></w:rPr><w:t>paper</w:t></w:r><w:r><w:rPr><w:color w:val="4C4D4F"/><w:spacing w:val="-5"/></w:rPr><w:t> </w:t></w:r><w:r><w:rPr><w:color w:val="4C4D4F"/><w:spacing w:val="-2"/></w:rPr><w:t>when</w:t></w:r><w:r><w:rPr><w:color w:val="4C4D4F"/><w:spacing w:val="-4"/></w:rPr><w:t> </w:t></w:r><w:r><w:rPr><w:color w:val="4C4D4F"/><w:spacing w:val="-2"/></w:rPr><w:t>plotting</w:t></w:r><w:r><w:rPr><w:color w:val="4C4D4F"/><w:spacing w:val="-5"/></w:rPr><w:t> </w:t></w:r><w:r><w:rPr><w:color w:val="4C4D4F"/><w:spacing w:val="-3"/></w:rPr><w:t>(printing)</w:t></w:r><w:r><w:rPr><w:color w:val="4C4D4F"/><w:spacing w:val="67"/></w:rPr><w:t> </w:t></w:r><w:r><w:rPr><w:color w:val="4C4D4F"/></w:rPr><w:t>a</w:t></w:r><w:r><w:rPr><w:color w:val="4C4D4F"/><w:spacing w:val="-5"/></w:rPr><w:t> </w:t></w:r><w:r><w:rPr><w:color w:val="4C4D4F"/><w:spacing w:val="-3"/></w:rPr><w:t>drawing.</w:t></w:r><w:r><w:rPr/></w:r></w:p><w:p><w:pPr><w:pStyle w:val="BodyText"/><w:spacing w:line="240" w:lineRule="auto" w:before="144"/><w:ind w:right="0"/><w:jc w:val="both"/><w:rPr><w:rFonts w:ascii="Arial" w:hAnsi="Arial" w:cs="Arial" w:eastAsia="Arial"/></w:rPr></w:pPr><w:r><w:rPr><w:rFonts w:ascii="Arial"/><w:b/><w:color w:val="4C4D4F"/><w:spacing w:val="-1"/></w:rPr><w:t>Extents</w:t></w:r><w:r><w:rPr><w:rFonts w:ascii="Arial"/><w:color w:val="4C4D4F"/><w:spacing w:val="-1"/></w:rPr><w:t>:</w:t></w:r><w:r><w:rPr><w:rFonts w:ascii="Arial"/><w:color w:val="4C4D4F"/><w:spacing w:val="-4"/></w:rPr><w:t> </w:t></w:r><w:r><w:rPr><w:rFonts w:ascii="Arial"/><w:color w:val="4C4D4F"/><w:spacing w:val="-1"/></w:rPr><w:t>the</w:t></w:r><w:r><w:rPr><w:rFonts w:ascii="Arial"/><w:color w:val="4C4D4F"/><w:spacing w:val="-3"/></w:rPr><w:t> outer </w:t></w:r><w:r><w:rPr><w:rFonts w:ascii="Arial"/><w:color w:val="4C4D4F"/><w:spacing w:val="-2"/></w:rPr><w:t>limits</w:t></w:r><w:r><w:rPr><w:rFonts w:ascii="Arial"/><w:color w:val="4C4D4F"/><w:spacing w:val="-3"/></w:rPr><w:t> </w:t></w:r><w:r><w:rPr><w:rFonts w:ascii="Arial"/><w:color w:val="4C4D4F"/><w:spacing w:val="-2"/></w:rPr><w:t>of</w:t></w:r><w:r><w:rPr><w:rFonts w:ascii="Arial"/><w:color w:val="4C4D4F"/><w:spacing w:val="-3"/></w:rPr><w:t> </w:t></w:r><w:r><w:rPr><w:rFonts w:ascii="Arial"/><w:color w:val="4C4D4F"/><w:spacing w:val="-2"/></w:rPr><w:t>all</w:t></w:r><w:r><w:rPr><w:rFonts w:ascii="Arial"/><w:color w:val="4C4D4F"/><w:spacing w:val="-3"/></w:rPr><w:t> </w:t></w:r><w:r><w:rPr><w:rFonts w:ascii="Arial"/><w:color w:val="4C4D4F"/><w:spacing w:val="-1"/></w:rPr><w:t>the</w:t></w:r><w:r><w:rPr><w:rFonts w:ascii="Arial"/><w:color w:val="4C4D4F"/><w:spacing w:val="-3"/></w:rPr><w:t> </w:t></w:r><w:r><w:rPr><w:rFonts w:ascii="Arial"/><w:color w:val="4C4D4F"/><w:spacing w:val="-1"/></w:rPr><w:t>objects</w:t></w:r><w:r><w:rPr><w:rFonts w:ascii="Arial"/><w:color w:val="4C4D4F"/><w:spacing w:val="-3"/></w:rPr><w:t> </w:t></w:r><w:r><w:rPr><w:rFonts w:ascii="Arial"/><w:color w:val="4C4D4F"/><w:spacing w:val="-2"/></w:rPr><w:t>that</w:t></w:r><w:r><w:rPr><w:rFonts w:ascii="Arial"/><w:color w:val="4C4D4F"/><w:spacing w:val="-3"/></w:rPr><w:t> you </w:t></w:r><w:r><w:rPr><w:rFonts w:ascii="Arial"/><w:color w:val="4C4D4F"/><w:spacing w:val="-4"/></w:rPr><w:t>have</w:t></w:r><w:r><w:rPr><w:rFonts w:ascii="Arial"/><w:color w:val="4C4D4F"/><w:spacing w:val="-3"/></w:rPr><w:t> </w:t></w:r><w:r><w:rPr><w:rFonts w:ascii="Arial"/><w:color w:val="4C4D4F"/><w:spacing w:val="-2"/></w:rPr><w:t>drawn</w:t></w:r><w:r><w:rPr><w:rFonts w:ascii="Arial"/><w:color w:val="4C4D4F"/><w:spacing w:val="-3"/></w:rPr><w:t> </w:t></w:r><w:r><w:rPr><w:rFonts w:ascii="Arial"/><w:color w:val="4C4D4F"/><w:spacing w:val="-2"/></w:rPr><w:t>that</w:t></w:r><w:r><w:rPr><w:rFonts w:ascii="Arial"/><w:color w:val="4C4D4F"/><w:spacing w:val="-3"/></w:rPr><w:t> </w:t></w:r><w:r><w:rPr><w:rFonts w:ascii="Arial"/><w:color w:val="4C4D4F"/><w:spacing w:val="-2"/></w:rPr><w:t>will</w:t></w:r><w:r><w:rPr><w:rFonts w:ascii="Arial"/><w:color w:val="4C4D4F"/><w:spacing w:val="-3"/></w:rPr><w:t> </w:t></w:r><w:r><w:rPr><w:rFonts w:ascii="Arial"/><w:color w:val="4C4D4F"/><w:spacing w:val="-1"/></w:rPr><w:t>fit</w:t></w:r><w:r><w:rPr><w:rFonts w:ascii="Arial"/><w:color w:val="4C4D4F"/><w:spacing w:val="-4"/></w:rPr><w:t> </w:t></w:r><w:r><w:rPr><w:rFonts w:ascii="Arial"/><w:color w:val="4C4D4F"/><w:spacing w:val="-1"/></w:rPr><w:t>on</w:t></w:r><w:r><w:rPr><w:rFonts w:ascii="Arial"/><w:color w:val="4C4D4F"/><w:spacing w:val="-3"/></w:rPr><w:t> </w:t></w:r><w:r><w:rPr><w:rFonts w:ascii="Arial"/><w:color w:val="4C4D4F"/><w:spacing w:val="-1"/></w:rPr><w:t>the</w:t></w:r><w:r><w:rPr><w:rFonts w:ascii="Arial"/><w:color w:val="4C4D4F"/><w:spacing w:val="-3"/></w:rPr><w:t> display </w:t></w:r><w:r><w:rPr><w:rFonts w:ascii="Arial"/><w:color w:val="4C4D4F"/><w:spacing w:val="-1"/></w:rPr><w:t>or</w:t></w:r><w:r><w:rPr><w:rFonts w:ascii="Arial"/><w:color w:val="4C4D4F"/><w:spacing w:val="-3"/></w:rPr><w:t> </w:t></w:r><w:r><w:rPr><w:rFonts w:ascii="Arial"/><w:color w:val="4C4D4F"/><w:spacing w:val="-4"/></w:rPr><w:t>paper.</w:t></w:r><w:r><w:rPr><w:rFonts w:ascii="Arial"/></w:rPr></w:r></w:p><w:p><w:pPr><w:pStyle w:val="BodyText"/><w:spacing w:line="265" w:lineRule="auto" w:before="171"/><w:ind w:right="1353"/><w:jc w:val="left"/></w:pPr><w:r><w:rPr><w:rFonts w:ascii="Arial"/><w:b/><w:color w:val="4C4D4F"/><w:spacing w:val="-1"/></w:rPr><w:t>Paper</w:t></w:r><w:r><w:rPr><w:rFonts w:ascii="Arial"/><w:b/><w:color w:val="4C4D4F"/><w:spacing w:val="-4"/></w:rPr><w:t> </w:t></w:r><w:r><w:rPr><w:rFonts w:ascii="Arial"/><w:b/><w:color w:val="4C4D4F"/><w:spacing w:val="-2"/></w:rPr><w:t>size</w:t></w:r><w:r><w:rPr><w:color w:val="4C4D4F"/><w:spacing w:val="-2"/></w:rPr><w:t>:</w:t></w:r><w:r><w:rPr><w:color w:val="4C4D4F"/><w:spacing w:val="-4"/></w:rPr><w:t> </w:t></w:r><w:r><w:rPr><w:color w:val="4C4D4F"/><w:spacing w:val="-1"/></w:rPr><w:t>the</w:t></w:r><w:r><w:rPr><w:color w:val="4C4D4F"/><w:spacing w:val="-4"/></w:rPr><w:t> </w:t></w:r><w:r><w:rPr><w:color w:val="4C4D4F"/><w:spacing w:val="-3"/></w:rPr><w:t>size</w:t></w:r><w:r><w:rPr><w:color w:val="4C4D4F"/><w:spacing w:val="-4"/></w:rPr><w:t> </w:t></w:r><w:r><w:rPr><w:color w:val="4C4D4F"/><w:spacing w:val="-2"/></w:rPr><w:t>of</w:t></w:r><w:r><w:rPr><w:color w:val="4C4D4F"/><w:spacing w:val="-4"/></w:rPr><w:t> </w:t></w:r><w:r><w:rPr><w:color w:val="4C4D4F"/><w:spacing w:val="-1"/></w:rPr><w:t>the</w:t></w:r><w:r><w:rPr><w:color w:val="4C4D4F"/><w:spacing w:val="-4"/></w:rPr><w:t> </w:t></w:r><w:r><w:rPr><w:color w:val="4C4D4F"/><w:spacing w:val="-2"/></w:rPr><w:t>paper</w:t></w:r><w:r><w:rPr><w:color w:val="4C4D4F"/><w:spacing w:val="-3"/></w:rPr><w:t> </w:t></w:r><w:r><w:rPr><w:color w:val="4C4D4F"/><w:spacing w:val="-2"/></w:rPr><w:t>that</w:t></w:r><w:r><w:rPr><w:color w:val="4C4D4F"/><w:spacing w:val="-4"/></w:rPr><w:t> </w:t></w:r><w:r><w:rPr><w:color w:val="4C4D4F"/></w:rPr><w:t>a</w:t></w:r><w:r><w:rPr><w:color w:val="4C4D4F"/><w:spacing w:val="-4"/></w:rPr><w:t> </w:t></w:r><w:r><w:rPr><w:color w:val="4C4D4F"/><w:spacing w:val="-3"/></w:rPr><w:t>printer/plotter</w:t></w:r><w:r><w:rPr><w:color w:val="4C4D4F"/><w:spacing w:val="-4"/></w:rPr><w:t> </w:t></w:r><w:r><w:rPr><w:color w:val="4C4D4F"/></w:rPr><w:t>can</w:t></w:r><w:r><w:rPr><w:color w:val="4C4D4F"/><w:spacing w:val="-4"/></w:rPr><w:t> </w:t></w:r><w:r><w:rPr><w:color w:val="4C4D4F"/><w:spacing w:val="-3"/></w:rPr><w:t>handle.</w:t></w:r><w:r><w:rPr><w:color w:val="4C4D4F"/><w:spacing w:val="-4"/></w:rPr><w:t> </w:t></w:r><w:r><w:rPr><w:color w:val="4C4D4F"/><w:spacing w:val="-2"/></w:rPr><w:t>Every</w:t></w:r><w:r><w:rPr><w:color w:val="4C4D4F"/><w:spacing w:val="-3"/></w:rPr><w:t> printer/plotter</w:t></w:r><w:r><w:rPr><w:color w:val="4C4D4F"/><w:spacing w:val="-4"/></w:rPr><w:t> </w:t></w:r><w:r><w:rPr><w:color w:val="4C4D4F"/><w:spacing w:val="-2"/></w:rPr><w:t>will</w:t></w:r><w:r><w:rPr><w:color w:val="4C4D4F"/><w:spacing w:val="-4"/></w:rPr><w:t> have</w:t></w:r><w:r><w:rPr><w:color w:val="4C4D4F"/><w:spacing w:val="97"/></w:rPr><w:t> </w:t></w:r><w:r><w:rPr><w:color w:val="4C4D4F"/><w:spacing w:val="-2"/></w:rPr><w:t>different</w:t></w:r><w:r><w:rPr><w:color w:val="4C4D4F"/><w:spacing w:val="-4"/></w:rPr><w:t> </w:t></w:r><w:r><w:rPr><w:color w:val="4C4D4F"/><w:spacing w:val="-2"/></w:rPr><w:t>paper</w:t></w:r><w:r><w:rPr><w:color w:val="4C4D4F"/><w:spacing w:val="-4"/></w:rPr><w:t> </w:t></w:r><w:r><w:rPr><w:color w:val="4C4D4F"/><w:spacing w:val="-2"/></w:rPr><w:t>sizes</w:t></w:r><w:r><w:rPr><w:color w:val="4C4D4F"/><w:spacing w:val="-3"/></w:rPr><w:t> </w:t></w:r><w:r><w:rPr><w:color w:val="4C4D4F"/><w:spacing w:val="-1"/></w:rPr><w:t>it</w:t></w:r><w:r><w:rPr><w:color w:val="4C4D4F"/><w:spacing w:val="-4"/></w:rPr><w:t> </w:t></w:r><w:r><w:rPr><w:color w:val="4C4D4F"/></w:rPr><w:t>can</w:t></w:r><w:r><w:rPr><w:color w:val="4C4D4F"/><w:spacing w:val="-4"/></w:rPr><w:t> </w:t></w:r><w:r><w:rPr><w:color w:val="4C4D4F"/><w:spacing w:val="-3"/></w:rPr><w:t>handle.</w:t></w:r><w:r><w:rPr/></w:r></w:p><w:p><w:pPr><w:pStyle w:val="BodyText"/><w:spacing w:line="240" w:lineRule="auto" w:before="144"/><w:ind w:right="0"/><w:jc w:val="both"/></w:pPr><w:r><w:rPr><w:rFonts w:ascii="Arial"/><w:b/><w:color w:val="4C4D4F"/><w:spacing w:val="-2"/></w:rPr><w:t>Plot</w:t></w:r><w:r><w:rPr><w:rFonts w:ascii="Arial"/><w:b/><w:color w:val="4C4D4F"/><w:spacing w:val="-5"/></w:rPr><w:t> </w:t></w:r><w:r><w:rPr><w:rFonts w:ascii="Arial"/><w:b/><w:color w:val="4C4D4F"/><w:spacing w:val="-2"/></w:rPr><w:t>area</w:t></w:r><w:r><w:rPr><w:color w:val="4C4D4F"/><w:spacing w:val="-2"/></w:rPr><w:t>:</w:t></w:r><w:r><w:rPr><w:color w:val="4C4D4F"/><w:spacing w:val="-4"/></w:rPr><w:t> </w:t></w:r><w:r><w:rPr><w:color w:val="4C4D4F"/><w:spacing w:val="-1"/></w:rPr><w:t>the</w:t></w:r><w:r><w:rPr><w:color w:val="4C4D4F"/><w:spacing w:val="-4"/></w:rPr><w:t> </w:t></w:r><w:r><w:rPr><w:color w:val="4C4D4F"/><w:spacing w:val="-2"/></w:rPr><w:t>area</w:t></w:r><w:r><w:rPr><w:color w:val="4C4D4F"/><w:spacing w:val="-4"/></w:rPr><w:t> </w:t></w:r><w:r><w:rPr><w:color w:val="4C4D4F"/><w:spacing w:val="-2"/></w:rPr><w:t>selected</w:t></w:r><w:r><w:rPr><w:color w:val="4C4D4F"/><w:spacing w:val="-4"/></w:rPr><w:t> </w:t></w:r><w:r><w:rPr><w:color w:val="4C4D4F"/><w:spacing w:val="-2"/></w:rPr><w:t>to</w:t></w:r><w:r><w:rPr><w:color w:val="4C4D4F"/><w:spacing w:val="-4"/></w:rPr><w:t> </w:t></w:r><w:r><w:rPr><w:color w:val="4C4D4F"/><w:spacing w:val="-2"/></w:rPr><w:t>plot</w:t></w:r><w:r><w:rPr><w:color w:val="4C4D4F"/><w:spacing w:val="-4"/></w:rPr><w:t> </w:t></w:r><w:r><w:rPr><w:color w:val="4C4D4F"/><w:spacing w:val="-2"/></w:rPr><w:t>out</w:t></w:r><w:r><w:rPr><w:color w:val="4C4D4F"/><w:spacing w:val="-4"/></w:rPr><w:t> </w:t></w:r><w:r><w:rPr><w:color w:val="4C4D4F"/><w:spacing w:val="-1"/></w:rPr><w:t>on</w:t></w:r><w:r><w:rPr><w:color w:val="4C4D4F"/><w:spacing w:val="-4"/></w:rPr><w:t> </w:t></w:r><w:r><w:rPr><w:color w:val="4C4D4F"/><w:spacing w:val="-2"/></w:rPr><w:t>paper</w:t></w:r><w:r><w:rPr><w:color w:val="4C4D4F"/><w:spacing w:val="-4"/></w:rPr><w:t> (Display</w:t></w:r><w:r><w:rPr><w:color w:val="4C4D4F"/><w:spacing w:val="-5"/></w:rPr><w:t>,</w:t></w:r><w:r><w:rPr><w:color w:val="4C4D4F"/><w:spacing w:val="-4"/></w:rPr><w:t> </w:t></w:r><w:r><w:rPr><w:color w:val="4C4D4F"/><w:spacing w:val="-2"/></w:rPr><w:t>Limits,</w:t></w:r><w:r><w:rPr><w:color w:val="4C4D4F"/><w:spacing w:val="-4"/></w:rPr><w:t> </w:t></w:r><w:r><w:rPr><w:color w:val="4C4D4F"/><w:spacing w:val="-2"/></w:rPr><w:t>Extents,</w:t></w:r><w:r><w:rPr><w:color w:val="4C4D4F"/><w:spacing w:val="-4"/></w:rPr><w:t> </w:t></w:r><w:r><w:rPr><w:color w:val="4C4D4F"/><w:spacing w:val="-3"/></w:rPr><w:t>Window).</w:t></w:r><w:r><w:rPr/></w:r></w:p><w:p><w:pPr><w:spacing w:line="265" w:lineRule="auto" w:before="171"/><w:ind w:left="600" w:right="1249" w:firstLine="0"/><w:jc w:val="left"/><w:rPr><w:rFonts w:ascii="Arial" w:hAnsi="Arial" w:cs="Arial" w:eastAsia="Arial"/><w:sz w:val="22"/><w:szCs w:val="22"/></w:rPr></w:pPr><w:r><w:rPr><w:rFonts w:ascii="Arial"/><w:b/><w:color w:val="4C4D4F"/><w:spacing w:val="-2"/><w:sz w:val="22"/></w:rPr><w:t>Plot</w:t></w:r><w:r><w:rPr><w:rFonts w:ascii="Arial"/><w:b/><w:color w:val="4C4D4F"/><w:spacing w:val="-4"/><w:sz w:val="22"/></w:rPr><w:t> </w:t></w:r><w:r><w:rPr><w:rFonts w:ascii="Arial"/><w:b/><w:color w:val="4C4D4F"/><w:spacing w:val="-2"/><w:sz w:val="22"/></w:rPr><w:t>display</w:t></w:r><w:r><w:rPr><w:rFonts w:ascii="Arial"/><w:color w:val="4C4D4F"/><w:spacing w:val="-2"/><w:sz w:val="22"/></w:rPr><w:t>:</w:t></w:r><w:r><w:rPr><w:rFonts w:ascii="Arial"/><w:color w:val="4C4D4F"/><w:spacing w:val="-4"/><w:sz w:val="22"/></w:rPr><w:t> </w:t></w:r><w:r><w:rPr><w:rFonts w:ascii="Arial"/><w:color w:val="4C4D4F"/><w:spacing w:val="-2"/><w:sz w:val="22"/></w:rPr><w:t>only</w:t></w:r><w:r><w:rPr><w:rFonts w:ascii="Arial"/><w:color w:val="4C4D4F"/><w:spacing w:val="-4"/><w:sz w:val="22"/></w:rPr><w:t> </w:t></w:r><w:r><w:rPr><w:rFonts w:ascii="Arial"/><w:color w:val="4C4D4F"/><w:spacing w:val="-1"/><w:sz w:val="22"/></w:rPr><w:t>objects</w:t></w:r><w:r><w:rPr><w:rFonts w:ascii="Arial"/><w:color w:val="4C4D4F"/><w:spacing w:val="-3"/><w:sz w:val="22"/></w:rPr><w:t> </w:t></w:r><w:r><w:rPr><w:rFonts w:ascii="Arial"/><w:color w:val="4C4D4F"/><w:spacing w:val="-1"/><w:sz w:val="22"/></w:rPr><w:t>in</w:t></w:r><w:r><w:rPr><w:rFonts w:ascii="Arial"/><w:color w:val="4C4D4F"/><w:spacing w:val="-4"/><w:sz w:val="22"/></w:rPr><w:t> </w:t></w:r><w:r><w:rPr><w:rFonts w:ascii="Arial"/><w:color w:val="4C4D4F"/><w:spacing w:val="-1"/><w:sz w:val="22"/></w:rPr><w:t>the</w:t></w:r><w:r><w:rPr><w:rFonts w:ascii="Arial"/><w:color w:val="4C4D4F"/><w:spacing w:val="-4"/><w:sz w:val="22"/></w:rPr><w:t> </w:t></w:r><w:r><w:rPr><w:rFonts w:ascii="Arial"/><w:color w:val="4C4D4F"/><w:spacing w:val="-3"/><w:sz w:val="22"/></w:rPr><w:t>display</w:t></w:r><w:r><w:rPr><w:rFonts w:ascii="Arial"/><w:color w:val="4C4D4F"/><w:spacing w:val="-4"/><w:sz w:val="22"/></w:rPr><w:t> </w:t></w:r><w:r><w:rPr><w:rFonts w:ascii="Arial"/><w:color w:val="4C4D4F"/><w:spacing w:val="-2"/><w:sz w:val="22"/></w:rPr><w:t>will</w:t></w:r><w:r><w:rPr><w:rFonts w:ascii="Arial"/><w:color w:val="4C4D4F"/><w:spacing w:val="-3"/><w:sz w:val="22"/></w:rPr><w:t> </w:t></w:r><w:r><w:rPr><w:rFonts w:ascii="Arial"/><w:color w:val="4C4D4F"/><w:spacing w:val="-2"/><w:sz w:val="22"/></w:rPr><w:t>plot.</w:t></w:r><w:r><w:rPr><w:rFonts w:ascii="Arial"/><w:color w:val="4C4D4F"/><w:spacing w:val="-4"/><w:sz w:val="22"/></w:rPr><w:t> </w:t></w:r><w:r><w:rPr><w:rFonts w:ascii="Arial"/><w:color w:val="4C4D4F"/><w:spacing w:val="-1"/><w:sz w:val="22"/></w:rPr><w:t>If</w:t></w:r><w:r><w:rPr><w:rFonts w:ascii="Arial"/><w:color w:val="4C4D4F"/><w:spacing w:val="-4"/><w:sz w:val="22"/></w:rPr><w:t> </w:t></w:r><w:r><w:rPr><w:rFonts w:ascii="Arial"/><w:color w:val="4C4D4F"/><w:spacing w:val="-3"/><w:sz w:val="22"/></w:rPr><w:t>you</w:t></w:r><w:r><w:rPr><w:rFonts w:ascii="Arial"/><w:color w:val="4C4D4F"/><w:spacing w:val="-4"/><w:sz w:val="22"/></w:rPr><w:t> have</w:t></w:r><w:r><w:rPr><w:rFonts w:ascii="Arial"/><w:color w:val="4C4D4F"/><w:spacing w:val="-3"/><w:sz w:val="22"/></w:rPr><w:t> </w:t></w:r><w:r><w:rPr><w:rFonts w:ascii="Arial"/><w:color w:val="4C4D4F"/><w:spacing w:val="-2"/><w:sz w:val="22"/></w:rPr><w:t>zoomed</w:t></w:r><w:r><w:rPr><w:rFonts w:ascii="Arial"/><w:color w:val="4C4D4F"/><w:spacing w:val="-4"/><w:sz w:val="22"/></w:rPr><w:t> </w:t></w:r><w:r><w:rPr><w:rFonts w:ascii="Arial"/><w:color w:val="4C4D4F"/><w:spacing w:val="-1"/><w:sz w:val="22"/></w:rPr><w:t>in</w:t></w:r><w:r><w:rPr><w:rFonts w:ascii="Arial"/><w:color w:val="4C4D4F"/><w:spacing w:val="-4"/><w:sz w:val="22"/></w:rPr><w:t> </w:t></w:r><w:r><w:rPr><w:rFonts w:ascii="Arial"/><w:color w:val="4C4D4F"/><w:spacing w:val="-2"/><w:sz w:val="22"/></w:rPr><w:t>to</w:t></w:r><w:r><w:rPr><w:rFonts w:ascii="Arial"/><w:color w:val="4C4D4F"/><w:spacing w:val="-4"/><w:sz w:val="22"/></w:rPr><w:t> </w:t></w:r><w:r><w:rPr><w:rFonts w:ascii="Arial"/><w:color w:val="4C4D4F"/><w:sz w:val="22"/></w:rPr><w:t>part</w:t></w:r><w:r><w:rPr><w:rFonts w:ascii="Arial"/><w:color w:val="4C4D4F"/><w:spacing w:val="-3"/><w:sz w:val="22"/></w:rPr><w:t> </w:t></w:r><w:r><w:rPr><w:rFonts w:ascii="Arial"/><w:color w:val="4C4D4F"/><w:spacing w:val="-2"/><w:sz w:val="22"/></w:rPr><w:t>of</w:t></w:r><w:r><w:rPr><w:rFonts w:ascii="Arial"/><w:color w:val="4C4D4F"/><w:spacing w:val="-4"/><w:sz w:val="22"/></w:rPr><w:t> </w:t></w:r><w:r><w:rPr><w:rFonts w:ascii="Arial"/><w:color w:val="4C4D4F"/><w:sz w:val="22"/></w:rPr><w:t>a</w:t></w:r><w:r><w:rPr><w:rFonts w:ascii="Arial"/><w:color w:val="4C4D4F"/><w:spacing w:val="-4"/><w:sz w:val="22"/></w:rPr><w:t> </w:t></w:r><w:r><w:rPr><w:rFonts w:ascii="Arial"/><w:color w:val="4C4D4F"/><w:spacing w:val="-2"/><w:sz w:val="22"/></w:rPr><w:t>drawing,</w:t></w:r><w:r><w:rPr><w:rFonts w:ascii="Arial"/><w:color w:val="4C4D4F"/><w:spacing w:val="-4"/><w:sz w:val="22"/></w:rPr><w:t> </w:t></w:r><w:r><w:rPr><w:rFonts w:ascii="Arial"/><w:color w:val="4C4D4F"/><w:spacing w:val="-2"/><w:sz w:val="22"/></w:rPr><w:t>only</w:t></w:r><w:r><w:rPr><w:rFonts w:ascii="Arial"/><w:color w:val="4C4D4F"/><w:spacing w:val="67"/><w:sz w:val="22"/></w:rPr><w:t> </w:t></w:r><w:r><w:rPr><w:rFonts w:ascii="Arial"/><w:color w:val="4C4D4F"/><w:spacing w:val="-2"/><w:sz w:val="22"/></w:rPr><w:t>what</w:t></w:r><w:r><w:rPr><w:rFonts w:ascii="Arial"/><w:color w:val="4C4D4F"/><w:spacing w:val="-4"/><w:sz w:val="22"/></w:rPr><w:t> </w:t></w:r><w:r><w:rPr><w:rFonts w:ascii="Arial"/><w:color w:val="4C4D4F"/><w:spacing w:val="-1"/><w:sz w:val="22"/></w:rPr><w:t>is</w:t></w:r><w:r><w:rPr><w:rFonts w:ascii="Arial"/><w:color w:val="4C4D4F"/><w:spacing w:val="-4"/><w:sz w:val="22"/></w:rPr><w:t> </w:t></w:r><w:r><w:rPr><w:rFonts w:ascii="Arial"/><w:color w:val="4C4D4F"/><w:spacing w:val="-2"/><w:sz w:val="22"/></w:rPr><w:t>visible</w:t></w:r><w:r><w:rPr><w:rFonts w:ascii="Arial"/><w:color w:val="4C4D4F"/><w:spacing w:val="-3"/><w:sz w:val="22"/></w:rPr><w:t> </w:t></w:r><w:r><w:rPr><w:rFonts w:ascii="Arial"/><w:color w:val="4C4D4F"/><w:spacing w:val="-1"/><w:sz w:val="22"/></w:rPr><w:t>on</w:t></w:r><w:r><w:rPr><w:rFonts w:ascii="Arial"/><w:color w:val="4C4D4F"/><w:spacing w:val="-4"/><w:sz w:val="22"/></w:rPr><w:t> </w:t></w:r><w:r><w:rPr><w:rFonts w:ascii="Arial"/><w:color w:val="4C4D4F"/><w:spacing w:val="-1"/><w:sz w:val="22"/></w:rPr><w:t>the</w:t></w:r><w:r><w:rPr><w:rFonts w:ascii="Arial"/><w:color w:val="4C4D4F"/><w:spacing w:val="-4"/><w:sz w:val="22"/></w:rPr><w:t> </w:t></w:r><w:r><w:rPr><w:rFonts w:ascii="Arial"/><w:color w:val="4C4D4F"/><w:spacing w:val="-3"/><w:sz w:val="22"/></w:rPr><w:t>display </w:t></w:r><w:r><w:rPr><w:rFonts w:ascii="Arial"/><w:color w:val="4C4D4F"/><w:spacing w:val="-2"/><w:sz w:val="22"/></w:rPr><w:t>will</w:t></w:r><w:r><w:rPr><w:rFonts w:ascii="Arial"/><w:color w:val="4C4D4F"/><w:spacing w:val="-4"/><w:sz w:val="22"/></w:rPr><w:t> </w:t></w:r><w:r><w:rPr><w:rFonts w:ascii="Arial"/><w:color w:val="4C4D4F"/><w:spacing w:val="-2"/><w:sz w:val="22"/></w:rPr><w:t>plot.</w:t></w:r><w:r><w:rPr><w:rFonts w:ascii="Arial"/><w:color w:val="4C4D4F"/><w:spacing w:val="-3"/><w:sz w:val="22"/></w:rPr><w:t> </w:t></w:r><w:r><w:rPr><w:rFonts w:ascii="Arial"/><w:i/><w:color w:val="4C4D4F"/><w:spacing w:val="-1"/><w:sz w:val="22"/></w:rPr><w:t>The</w:t></w:r><w:r><w:rPr><w:rFonts w:ascii="Arial"/><w:i/><w:color w:val="4C4D4F"/><w:spacing w:val="-4"/><w:sz w:val="22"/></w:rPr><w:t> </w:t></w:r><w:r><w:rPr><w:rFonts w:ascii="Arial"/><w:i/><w:color w:val="4C4D4F"/><w:spacing w:val="-2"/><w:sz w:val="22"/></w:rPr><w:t>plot</w:t></w:r><w:r><w:rPr><w:rFonts w:ascii="Arial"/><w:i/><w:color w:val="4C4D4F"/><w:spacing w:val="-4"/><w:sz w:val="22"/></w:rPr><w:t> </w:t></w:r><w:r><w:rPr><w:rFonts w:ascii="Arial"/><w:i/><w:color w:val="4C4D4F"/><w:spacing w:val="-3"/><w:sz w:val="22"/></w:rPr><w:t>display </w:t></w:r><w:r><w:rPr><w:rFonts w:ascii="Arial"/><w:i/><w:color w:val="4C4D4F"/><w:spacing w:val="-2"/><w:sz w:val="22"/></w:rPr><w:t>is</w:t></w:r><w:r><w:rPr><w:rFonts w:ascii="Arial"/><w:i/><w:color w:val="4C4D4F"/><w:spacing w:val="-4"/><w:sz w:val="22"/></w:rPr><w:t> </w:t></w:r><w:r><w:rPr><w:rFonts w:ascii="Arial"/><w:i/><w:color w:val="4C4D4F"/><w:spacing w:val="-2"/><w:sz w:val="22"/></w:rPr><w:t>not</w:t></w:r><w:r><w:rPr><w:rFonts w:ascii="Arial"/><w:i/><w:color w:val="4C4D4F"/><w:spacing w:val="-4"/><w:sz w:val="22"/></w:rPr><w:t> </w:t></w:r><w:r><w:rPr><w:rFonts w:ascii="Arial"/><w:i/><w:color w:val="4C4D4F"/><w:spacing w:val="-2"/><w:sz w:val="22"/></w:rPr><w:t>to</w:t></w:r><w:r><w:rPr><w:rFonts w:ascii="Arial"/><w:i/><w:color w:val="4C4D4F"/><w:spacing w:val="-3"/><w:sz w:val="22"/></w:rPr><w:t> scale</w:t></w:r><w:r><w:rPr><w:rFonts w:ascii="Arial"/><w:color w:val="4C4D4F"/><w:spacing w:val="-3"/><w:sz w:val="22"/></w:rPr><w:t>.</w:t></w:r><w:r><w:rPr><w:rFonts w:ascii="Arial"/><w:sz w:val="22"/></w:rPr></w:r></w:p><w:p><w:pPr><w:pStyle w:val="BodyText"/><w:spacing w:line="240" w:lineRule="auto" w:before="144"/><w:ind w:right="0"/><w:jc w:val="both"/><w:rPr><w:rFonts w:ascii="Arial" w:hAnsi="Arial" w:cs="Arial" w:eastAsia="Arial"/></w:rPr></w:pPr><w:r><w:rPr><w:rFonts w:ascii="Arial"/><w:b/><w:color w:val="4C4D4F"/><w:spacing w:val="-2"/></w:rPr><w:t>Plot</w:t></w:r><w:r><w:rPr><w:rFonts w:ascii="Arial"/><w:b/><w:color w:val="4C4D4F"/><w:spacing w:val="-4"/></w:rPr><w:t> </w:t></w:r><w:r><w:rPr><w:rFonts w:ascii="Arial"/><w:b/><w:color w:val="4C4D4F"/><w:spacing w:val="-1"/></w:rPr><w:t>extents</w:t></w:r><w:r><w:rPr><w:rFonts w:ascii="Arial"/><w:color w:val="4C4D4F"/><w:spacing w:val="-1"/></w:rPr><w:t>:</w:t></w:r><w:r><w:rPr><w:rFonts w:ascii="Arial"/><w:color w:val="4C4D4F"/><w:spacing w:val="-3"/></w:rPr><w:t> </w:t></w:r><w:r><w:rPr><w:rFonts w:ascii="Arial"/><w:color w:val="4C4D4F"/><w:spacing w:val="-2"/></w:rPr><w:t>when</w:t></w:r><w:r><w:rPr><w:rFonts w:ascii="Arial"/><w:color w:val="4C4D4F"/><w:spacing w:val="-4"/></w:rPr><w:t> </w:t></w:r><w:r><w:rPr><w:rFonts w:ascii="Arial"/><w:color w:val="4C4D4F"/><w:spacing w:val="-2"/></w:rPr><w:t>you</w:t></w:r><w:r><w:rPr><w:rFonts w:ascii="Arial"/><w:color w:val="4C4D4F"/><w:spacing w:val="-3"/></w:rPr><w:t> </w:t></w:r><w:r><w:rPr><w:rFonts w:ascii="Arial"/><w:color w:val="4C4D4F"/><w:spacing w:val="-1"/></w:rPr><w:t>select</w:t></w:r><w:r><w:rPr><w:rFonts w:ascii="Arial"/><w:color w:val="4C4D4F"/><w:spacing w:val="-3"/></w:rPr><w:t> </w:t></w:r><w:r><w:rPr><w:rFonts w:ascii="Arial"/><w:color w:val="4C4D4F"/><w:spacing w:val="-2"/></w:rPr><w:t>this</w:t></w:r><w:r><w:rPr><w:rFonts w:ascii="Arial"/><w:color w:val="4C4D4F"/><w:spacing w:val="-4"/></w:rPr><w:t> </w:t></w:r><w:r><w:rPr><w:rFonts w:ascii="Arial"/><w:color w:val="4C4D4F"/><w:spacing w:val="-2"/></w:rPr><w:t>option,</w:t></w:r><w:r><w:rPr><w:rFonts w:ascii="Arial"/><w:color w:val="4C4D4F"/><w:spacing w:val="-3"/></w:rPr><w:t> </w:t></w:r><w:r><w:rPr><w:rFonts w:ascii="Arial"/><w:color w:val="4C4D4F"/><w:spacing w:val="-2"/></w:rPr><w:t>extents</w:t></w:r><w:r><w:rPr><w:rFonts w:ascii="Arial"/><w:color w:val="4C4D4F"/><w:spacing w:val="-4"/></w:rPr><w:t> </w:t></w:r><w:r><w:rPr><w:rFonts w:ascii="Arial"/><w:color w:val="4C4D4F"/><w:spacing w:val="-2"/></w:rPr><w:t>of</w:t></w:r><w:r><w:rPr><w:rFonts w:ascii="Arial"/><w:color w:val="4C4D4F"/><w:spacing w:val="-3"/></w:rPr><w:t> </w:t></w:r><w:r><w:rPr><w:rFonts w:ascii="Arial"/><w:color w:val="4C4D4F"/></w:rPr><w:t>a</w:t></w:r><w:r><w:rPr><w:rFonts w:ascii="Arial"/><w:color w:val="4C4D4F"/><w:spacing w:val="-3"/></w:rPr><w:t> </w:t></w:r><w:r><w:rPr><w:rFonts w:ascii="Arial"/><w:color w:val="4C4D4F"/><w:spacing w:val="-2"/></w:rPr><w:t>drawing</w:t></w:r><w:r><w:rPr><w:rFonts w:ascii="Arial"/><w:color w:val="4C4D4F"/><w:spacing w:val="-4"/></w:rPr><w:t> </w:t></w:r><w:r><w:rPr><w:rFonts w:ascii="Arial"/><w:color w:val="4C4D4F"/><w:spacing w:val="-2"/></w:rPr><w:t>are</w:t></w:r><w:r><w:rPr><w:rFonts w:ascii="Arial"/><w:color w:val="4C4D4F"/><w:spacing w:val="-3"/></w:rPr><w:t> </w:t></w:r><w:r><w:rPr><w:rFonts w:ascii="Arial"/><w:color w:val="4C4D4F"/><w:spacing w:val="-2"/></w:rPr><w:t>plotted</w:t></w:r><w:r><w:rPr><w:rFonts w:ascii="Arial"/><w:color w:val="4C4D4F"/><w:spacing w:val="-4"/></w:rPr><w:t> </w:t></w:r><w:r><w:rPr><w:rFonts w:ascii="Arial"/><w:color w:val="4C4D4F"/><w:spacing w:val="-2"/></w:rPr><w:t>and</w:t></w:r><w:r><w:rPr><w:rFonts w:ascii="Arial"/><w:color w:val="4C4D4F"/><w:spacing w:val="-3"/></w:rPr><w:t> </w:t></w:r><w:r><w:rPr><w:rFonts w:ascii="Arial"/><w:color w:val="4C4D4F"/><w:spacing w:val="-1"/></w:rPr><w:t>fit</w:t></w:r><w:r><w:rPr><w:rFonts w:ascii="Arial"/><w:color w:val="4C4D4F"/><w:spacing w:val="-3"/></w:rPr><w:t> </w:t></w:r><w:r><w:rPr><w:rFonts w:ascii="Arial"/><w:color w:val="4C4D4F"/><w:spacing w:val="-2"/></w:rPr><w:t>to</w:t></w:r><w:r><w:rPr><w:rFonts w:ascii="Arial"/><w:color w:val="4C4D4F"/><w:spacing w:val="-4"/></w:rPr><w:t> </w:t></w:r><w:r><w:rPr><w:rFonts w:ascii="Arial"/><w:color w:val="4C4D4F"/><w:spacing w:val="-1"/></w:rPr><w:t>the</w:t></w:r><w:r><w:rPr><w:rFonts w:ascii="Arial"/><w:color w:val="4C4D4F"/><w:spacing w:val="-3"/></w:rPr><w:t> </w:t></w:r><w:r><w:rPr><w:rFonts w:ascii="Arial"/><w:color w:val="4C4D4F"/><w:spacing w:val="-4"/></w:rPr><w:t>paper.</w:t></w:r><w:r><w:rPr><w:rFonts w:ascii="Arial"/></w:rPr></w:r></w:p><w:p><w:pPr><w:spacing w:before="27"/><w:ind w:left="600" w:right="0" w:firstLine="0"/><w:jc w:val="both"/><w:rPr><w:rFonts w:ascii="Arial" w:hAnsi="Arial" w:cs="Arial" w:eastAsia="Arial"/><w:sz w:val="22"/><w:szCs w:val="22"/></w:rPr></w:pPr><w:r><w:rPr><w:rFonts w:ascii="Arial"/><w:i/><w:color w:val="4C4D4F"/><w:spacing w:val="-2"/><w:sz w:val="22"/></w:rPr><w:t>Plot</w:t></w:r><w:r><w:rPr><w:rFonts w:ascii="Arial"/><w:i/><w:color w:val="4C4D4F"/><w:spacing w:val="-5"/><w:sz w:val="22"/></w:rPr><w:t> </w:t></w:r><w:r><w:rPr><w:rFonts w:ascii="Arial"/><w:i/><w:color w:val="4C4D4F"/><w:spacing w:val="-3"/><w:sz w:val="22"/></w:rPr><w:t>extents</w:t></w:r><w:r><w:rPr><w:rFonts w:ascii="Arial"/><w:i/><w:color w:val="4C4D4F"/><w:spacing w:val="-4"/><w:sz w:val="22"/></w:rPr><w:t> </w:t></w:r><w:r><w:rPr><w:rFonts w:ascii="Arial"/><w:i/><w:color w:val="4C4D4F"/><w:spacing w:val="-1"/><w:sz w:val="22"/></w:rPr><w:t>are</w:t></w:r><w:r><w:rPr><w:rFonts w:ascii="Arial"/><w:i/><w:color w:val="4C4D4F"/><w:spacing w:val="-4"/><w:sz w:val="22"/></w:rPr><w:t> </w:t></w:r><w:r><w:rPr><w:rFonts w:ascii="Arial"/><w:i/><w:color w:val="4C4D4F"/><w:spacing w:val="-2"/><w:sz w:val="22"/></w:rPr><w:t>not</w:t></w:r><w:r><w:rPr><w:rFonts w:ascii="Arial"/><w:i/><w:color w:val="4C4D4F"/><w:spacing w:val="-4"/><w:sz w:val="22"/></w:rPr><w:t> </w:t></w:r><w:r><w:rPr><w:rFonts w:ascii="Arial"/><w:i/><w:color w:val="4C4D4F"/><w:spacing w:val="-2"/><w:sz w:val="22"/></w:rPr><w:t>to</w:t></w:r><w:r><w:rPr><w:rFonts w:ascii="Arial"/><w:i/><w:color w:val="4C4D4F"/><w:spacing w:val="-4"/><w:sz w:val="22"/></w:rPr><w:t> </w:t></w:r><w:r><w:rPr><w:rFonts w:ascii="Arial"/><w:i/><w:color w:val="4C4D4F"/><w:spacing w:val="-3"/><w:sz w:val="22"/></w:rPr><w:t>scale</w:t></w:r><w:r><w:rPr><w:rFonts w:ascii="Arial"/><w:color w:val="4C4D4F"/><w:spacing w:val="-3"/><w:sz w:val="22"/></w:rPr><w:t>.</w:t></w:r><w:r><w:rPr><w:rFonts w:ascii="Arial"/><w:sz w:val="22"/></w:rPr></w:r></w:p><w:p><w:pPr><w:pStyle w:val="BodyText"/><w:spacing w:line="240" w:lineRule="auto" w:before="171"/><w:ind w:right="0"/><w:jc w:val="both"/></w:pPr><w:r><w:rPr><w:rFonts w:ascii="Arial" w:hAnsi="Arial" w:cs="Arial" w:eastAsia="Arial"/><w:b/><w:bCs/><w:color w:val="4C4D4F"/><w:spacing w:val="-2"/></w:rPr><w:t>Plot</w:t></w:r><w:r><w:rPr><w:rFonts w:ascii="Arial" w:hAnsi="Arial" w:cs="Arial" w:eastAsia="Arial"/><w:b/><w:bCs/><w:color w:val="4C4D4F"/><w:spacing w:val="-4"/></w:rPr><w:t> </w:t></w:r><w:r><w:rPr><w:rFonts w:ascii="Arial" w:hAnsi="Arial" w:cs="Arial" w:eastAsia="Arial"/><w:b/><w:bCs/><w:color w:val="4C4D4F"/><w:spacing w:val="-1"/></w:rPr><w:t>limits</w:t></w:r><w:r><w:rPr><w:color w:val="4C4D4F"/><w:spacing w:val="-1"/></w:rPr><w:t>:</w:t></w:r><w:r><w:rPr><w:color w:val="4C4D4F"/><w:spacing w:val="-4"/></w:rPr><w:t> </w:t></w:r><w:r><w:rPr><w:color w:val="4C4D4F"/><w:spacing w:val="-2"/></w:rPr><w:t>when</w:t></w:r><w:r><w:rPr><w:color w:val="4C4D4F"/><w:spacing w:val="-4"/></w:rPr><w:t> </w:t></w:r><w:r><w:rPr><w:color w:val="4C4D4F"/><w:spacing w:val="-2"/></w:rPr><w:t>you</w:t></w:r><w:r><w:rPr><w:color w:val="4C4D4F"/><w:spacing w:val="-4"/></w:rPr><w:t> </w:t></w:r><w:r><w:rPr><w:color w:val="4C4D4F"/><w:spacing w:val="-1"/></w:rPr><w:t>select</w:t></w:r><w:r><w:rPr><w:color w:val="4C4D4F"/><w:spacing w:val="-4"/></w:rPr><w:t> </w:t></w:r><w:r><w:rPr><w:color w:val="4C4D4F"/><w:spacing w:val="-2"/></w:rPr><w:t>this</w:t></w:r><w:r><w:rPr><w:color w:val="4C4D4F"/><w:spacing w:val="-3"/></w:rPr><w:t> </w:t></w:r><w:r><w:rPr><w:color w:val="4C4D4F"/><w:spacing w:val="-2"/></w:rPr><w:t>option,</w:t></w:r><w:r><w:rPr><w:color w:val="4C4D4F"/><w:spacing w:val="-4"/></w:rPr><w:t> </w:t></w:r><w:r><w:rPr><w:color w:val="4C4D4F"/><w:spacing w:val="-1"/></w:rPr><w:t>the</w:t></w:r><w:r><w:rPr><w:color w:val="4C4D4F"/><w:spacing w:val="-4"/></w:rPr><w:t> </w:t></w:r><w:r><w:rPr><w:color w:val="4C4D4F"/><w:spacing w:val="-2"/></w:rPr><w:t>“limits</w:t></w:r><w:r><w:rPr><w:color w:val="4C4D4F"/><w:spacing w:val="-4"/></w:rPr><w:t> </w:t></w:r><w:r><w:rPr><w:color w:val="4C4D4F"/><w:spacing w:val="-2"/></w:rPr><w:t>of</w:t></w:r><w:r><w:rPr><w:color w:val="4C4D4F"/><w:spacing w:val="-4"/></w:rPr><w:t> </w:t></w:r><w:r><w:rPr><w:color w:val="4C4D4F"/><w:spacing w:val="-1"/></w:rPr><w:t>the</w:t></w:r><w:r><w:rPr><w:color w:val="4C4D4F"/><w:spacing w:val="-3"/></w:rPr><w:t> </w:t></w:r><w:r><w:rPr><w:color w:val="4C4D4F"/><w:spacing w:val="-2"/></w:rPr><w:t>drawing”</w:t></w:r><w:r><w:rPr><w:color w:val="4C4D4F"/><w:spacing w:val="-4"/></w:rPr><w:t> </w:t></w:r><w:r><w:rPr><w:color w:val="4C4D4F"/><w:spacing w:val="-2"/></w:rPr><w:t>will</w:t></w:r><w:r><w:rPr><w:color w:val="4C4D4F"/><w:spacing w:val="-4"/></w:rPr><w:t> </w:t></w:r><w:r><w:rPr><w:color w:val="4C4D4F"/><w:spacing w:val="-2"/></w:rPr><w:t>plot.</w:t></w:r><w:r><w:rPr><w:color w:val="4C4D4F"/><w:spacing w:val="-4"/></w:rPr><w:t> </w:t></w:r><w:r><w:rPr><w:color w:val="4C4D4F"/><w:spacing w:val="-1"/></w:rPr><w:t>If</w:t></w:r><w:r><w:rPr><w:color w:val="4C4D4F"/><w:spacing w:val="-4"/></w:rPr><w:t> </w:t></w:r><w:r><w:rPr><w:color w:val="4C4D4F"/><w:spacing w:val="-3"/></w:rPr><w:t>your </w:t></w:r><w:r><w:rPr><w:color w:val="4C4D4F"/><w:spacing w:val="-2"/></w:rPr><w:t>limits</w:t></w:r><w:r><w:rPr><w:color w:val="4C4D4F"/><w:spacing w:val="-4"/></w:rPr><w:t> </w:t></w:r><w:r><w:rPr><w:color w:val="4C4D4F"/><w:spacing w:val="-2"/></w:rPr><w:t>are</w:t></w:r><w:r><w:rPr/></w:r></w:p><w:p><w:pPr><w:pStyle w:val="BodyText"/><w:spacing w:line="240" w:lineRule="auto" w:before="27"/><w:ind w:right="0"/><w:jc w:val="both"/></w:pPr><w:r><w:rPr><w:color w:val="4C4D4F"/><w:spacing w:val="-2"/></w:rPr><w:t>100</w:t></w:r><w:r><w:rPr><w:color w:val="4C4D4F"/><w:spacing w:val="-4"/></w:rPr><w:t> </w:t></w:r><w:r><w:rPr><w:color w:val="4C4D4F"/></w:rPr><w:t>×</w:t></w:r><w:r><w:rPr><w:color w:val="4C4D4F"/><w:spacing w:val="-3"/></w:rPr><w:t> </w:t></w:r><w:r><w:rPr><w:color w:val="4C4D4F"/><w:spacing w:val="-2"/></w:rPr><w:t>100</w:t></w:r><w:r><w:rPr><w:color w:val="4C4D4F"/><w:spacing w:val="-3"/></w:rPr><w:t> </w:t></w:r><w:r><w:rPr><w:color w:val="4C4D4F"/><w:spacing w:val="-6"/></w:rPr><w:t>(uni</w:t></w:r><w:r><w:rPr><w:color w:val="4C4D4F"/><w:spacing w:val="-7"/></w:rPr><w:t>t</w:t></w:r><w:r><w:rPr><w:color w:val="4C4D4F"/><w:spacing w:val="-6"/></w:rPr><w:t>s)</w:t></w:r><w:r><w:rPr><w:color w:val="4C4D4F"/><w:spacing w:val="-3"/></w:rPr><w:t> </w:t></w:r><w:r><w:rPr><w:color w:val="4C4D4F"/><w:spacing w:val="-2"/></w:rPr><w:t>and</w:t></w:r><w:r><w:rPr><w:color w:val="4C4D4F"/><w:spacing w:val="-3"/></w:rPr><w:t> your </w:t></w:r><w:r><w:rPr><w:color w:val="4C4D4F"/><w:spacing w:val="-2"/></w:rPr><w:t>drawing</w:t></w:r><w:r><w:rPr><w:color w:val="4C4D4F"/><w:spacing w:val="-3"/></w:rPr><w:t> </w:t></w:r><w:r><w:rPr><w:color w:val="4C4D4F"/><w:spacing w:val="-1"/></w:rPr><w:t>is</w:t></w:r><w:r><w:rPr><w:color w:val="4C4D4F"/><w:spacing w:val="-4"/></w:rPr><w:t> </w:t></w:r><w:r><w:rPr><w:color w:val="4C4D4F"/><w:spacing w:val="-1"/></w:rPr><w:t>8.5</w:t></w:r><w:r><w:rPr><w:color w:val="4C4D4F"/><w:spacing w:val="-3"/></w:rPr><w:t> </w:t></w:r><w:r><w:rPr><w:color w:val="4C4D4F"/></w:rPr><w:t>×</w:t></w:r><w:r><w:rPr><w:color w:val="4C4D4F"/><w:spacing w:val="-3"/></w:rPr><w:t> </w:t></w:r><w:r><w:rPr><w:color w:val="4C4D4F"/><w:spacing w:val="-11"/></w:rPr><w:t>11</w:t></w:r><w:r><w:rPr><w:color w:val="4C4D4F"/><w:spacing w:val="-3"/></w:rPr><w:t> </w:t></w:r><w:r><w:rPr><w:color w:val="4C4D4F"/><w:spacing w:val="-6"/></w:rPr><w:t>(uni</w:t></w:r><w:r><w:rPr><w:color w:val="4C4D4F"/><w:spacing w:val="-7"/></w:rPr><w:t>t</w:t></w:r><w:r><w:rPr><w:color w:val="4C4D4F"/><w:spacing w:val="-6"/></w:rPr><w:t>s)</w:t></w:r><w:r><w:rPr><w:color w:val="4C4D4F"/><w:spacing w:val="-7"/></w:rPr><w:t>,</w:t></w:r><w:r><w:rPr><w:color w:val="4C4D4F"/><w:spacing w:val="-3"/></w:rPr><w:t> </w:t></w:r><w:r><w:rPr><w:color w:val="4C4D4F"/><w:spacing w:val="-1"/></w:rPr><w:t>the</w:t></w:r><w:r><w:rPr><w:color w:val="4C4D4F"/><w:spacing w:val="-3"/></w:rPr><w:t> </w:t></w:r><w:r><w:rPr><w:color w:val="4C4D4F"/><w:spacing w:val="-2"/></w:rPr><w:t>drawing</w:t></w:r><w:r><w:rPr><w:color w:val="4C4D4F"/><w:spacing w:val="-3"/></w:rPr><w:t> </w:t></w:r><w:r><w:rPr><w:color w:val="4C4D4F"/><w:spacing w:val="-2"/></w:rPr><w:t>will</w:t></w:r><w:r><w:rPr><w:color w:val="4C4D4F"/><w:spacing w:val="-4"/></w:rPr><w:t> </w:t></w:r><w:r><w:rPr><w:color w:val="4C4D4F"/><w:spacing w:val="-1"/></w:rPr><w:t>be</w:t></w:r><w:r><w:rPr><w:color w:val="4C4D4F"/><w:spacing w:val="-3"/></w:rPr><w:t> </w:t></w:r><w:r><w:rPr><w:color w:val="4C4D4F"/><w:spacing w:val="-1"/></w:rPr><w:t>very</w:t></w:r><w:r><w:rPr><w:color w:val="4C4D4F"/><w:spacing w:val="-3"/></w:rPr><w:t> </w:t></w:r><w:r><w:rPr><w:color w:val="4C4D4F"/><w:spacing w:val="-2"/></w:rPr><w:t>small</w:t></w:r><w:r><w:rPr><w:color w:val="4C4D4F"/><w:spacing w:val="-3"/></w:rPr><w:t> </w:t></w:r><w:r><w:rPr><w:color w:val="4C4D4F"/><w:spacing w:val="-1"/></w:rPr><w:t>on</w:t></w:r><w:r><w:rPr><w:color w:val="4C4D4F"/><w:spacing w:val="-3"/></w:rPr><w:t> </w:t></w:r><w:r><w:rPr><w:color w:val="4C4D4F"/><w:spacing w:val="-1"/></w:rPr><w:t>the</w:t></w:r><w:r><w:rPr><w:color w:val="4C4D4F"/><w:spacing w:val="-3"/></w:rPr><w:t> </w:t></w:r><w:r><w:rPr><w:color w:val="4C4D4F"/><w:spacing w:val="-4"/></w:rPr><w:t>paper</w:t></w:r><w:r><w:rPr><w:color w:val="4C4D4F"/><w:spacing w:val="-5"/></w:rPr><w:t>.</w:t></w:r><w:r><w:rPr/></w:r></w:p><w:p><w:pPr><w:spacing w:before="27"/><w:ind w:left="600" w:right="0" w:firstLine="0"/><w:jc w:val="both"/><w:rPr><w:rFonts w:ascii="Arial" w:hAnsi="Arial" w:cs="Arial" w:eastAsia="Arial"/><w:sz w:val="22"/><w:szCs w:val="22"/></w:rPr></w:pPr><w:r><w:rPr><w:rFonts w:ascii="Arial"/><w:i/><w:color w:val="4C4D4F"/><w:spacing w:val="-2"/><w:sz w:val="22"/></w:rPr><w:t>Plot</w:t></w:r><w:r><w:rPr><w:rFonts w:ascii="Arial"/><w:i/><w:color w:val="4C4D4F"/><w:spacing w:val="-5"/><w:sz w:val="22"/></w:rPr><w:t> </w:t></w:r><w:r><w:rPr><w:rFonts w:ascii="Arial"/><w:i/><w:color w:val="4C4D4F"/><w:spacing w:val="-2"/><w:sz w:val="22"/></w:rPr><w:t>limits</w:t></w:r><w:r><w:rPr><w:rFonts w:ascii="Arial"/><w:i/><w:color w:val="4C4D4F"/><w:spacing w:val="-4"/><w:sz w:val="22"/></w:rPr><w:t> </w:t></w:r><w:r><w:rPr><w:rFonts w:ascii="Arial"/><w:i/><w:color w:val="4C4D4F"/><w:spacing w:val="-1"/><w:sz w:val="22"/></w:rPr><w:t>are</w:t></w:r><w:r><w:rPr><w:rFonts w:ascii="Arial"/><w:i/><w:color w:val="4C4D4F"/><w:spacing w:val="-4"/><w:sz w:val="22"/></w:rPr><w:t> </w:t></w:r><w:r><w:rPr><w:rFonts w:ascii="Arial"/><w:i/><w:color w:val="4C4D4F"/><w:spacing w:val="-2"/><w:sz w:val="22"/></w:rPr><w:t>not</w:t></w:r><w:r><w:rPr><w:rFonts w:ascii="Arial"/><w:i/><w:color w:val="4C4D4F"/><w:spacing w:val="-4"/><w:sz w:val="22"/></w:rPr><w:t> </w:t></w:r><w:r><w:rPr><w:rFonts w:ascii="Arial"/><w:i/><w:color w:val="4C4D4F"/><w:spacing w:val="-2"/><w:sz w:val="22"/></w:rPr><w:t>to</w:t></w:r><w:r><w:rPr><w:rFonts w:ascii="Arial"/><w:i/><w:color w:val="4C4D4F"/><w:spacing w:val="-4"/><w:sz w:val="22"/></w:rPr><w:t> </w:t></w:r><w:r><w:rPr><w:rFonts w:ascii="Arial"/><w:i/><w:color w:val="4C4D4F"/><w:spacing w:val="-3"/><w:sz w:val="22"/></w:rPr><w:t>scale</w:t></w:r><w:r><w:rPr><w:rFonts w:ascii="Arial"/><w:color w:val="4C4D4F"/><w:spacing w:val="-3"/><w:sz w:val="22"/></w:rPr><w:t>.</w:t></w:r><w:r><w:rPr><w:rFonts w:ascii="Arial"/><w:sz w:val="22"/></w:rPr></w: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2"/><w:rPr><w:rFonts w:ascii="Arial" w:hAnsi="Arial" w:cs="Arial" w:eastAsia="Arial"/><w:sz w:val="26"/><w:szCs w:val="26"/></w:rPr></w:pPr></w:p><w:p><w:pPr><w:spacing w:line="200" w:lineRule="atLeast"/><w:ind w:left="4541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drawing><wp:inline distT="0" distB="0" distL="0" distR="0"><wp:extent cx="914400" cy="320040"/><wp:effectExtent l="0" t="0" r="0" b="0"/><wp:docPr id="1" name="image1.jpeg" descr=""/><wp:cNvGraphicFramePr><a:graphicFrameLocks noChangeAspect="1"/></wp:cNvGraphicFramePr><a:graphic><a:graphicData uri="http://schemas.openxmlformats.org/drawingml/2006/picture"><pic:pic><pic:nvPicPr><pic:cNvPr id="2" name="image1.jpeg"/><pic:cNvPicPr/></pic:nvPicPr><pic:blipFill><a:blip r:embed="rId5" cstate="print"/><a:stretch><a:fillRect/></a:stretch></pic:blipFill><pic:spPr><a:xfrm><a:off x="0" y="0"/><a:ext cx="914400" cy="320040"/></a:xfrm><a:prstGeom prst="rect"><a:avLst/></a:prstGeom></pic:spPr></pic:pic></a:graphicData></a:graphic></wp:inline></w:drawing></w:r><w:r><w:rPr><w:rFonts w:ascii="Arial" w:hAnsi="Arial" w:cs="Arial" w:eastAsia="Arial"/><w:sz w:val="20"/><w:szCs w:val="20"/></w:rPr></w:r></w:p><w:p><w:pPr><w:spacing w:before="37"/><w:ind w:left="110" w:right="0" w:firstLine="0"/><w:jc w:val="left"/><w:rPr><w:rFonts w:ascii="Arial" w:hAnsi="Arial" w:cs="Arial" w:eastAsia="Arial"/><w:sz w:val="16"/><w:szCs w:val="16"/></w:rPr></w:pPr><w:r><w:rPr><w:rFonts w:ascii="Arial"/><w:color w:val="4C4D4F"/><w:spacing w:val="1"/><w:sz w:val="16"/></w:rPr><w:t>This</w:t></w:r><w:r><w:rPr><w:rFonts w:ascii="Arial"/><w:color w:val="4C4D4F"/><w:spacing w:val="-1"/><w:sz w:val="16"/></w:rPr><w:t> </w:t></w:r><w:r><w:rPr><w:rFonts w:ascii="Arial"/><w:color w:val="4C4D4F"/><w:spacing w:val="1"/><w:sz w:val="16"/></w:rPr><w:t>work</w:t></w:r><w:r><w:rPr><w:rFonts w:ascii="Arial"/><w:color w:val="4C4D4F"/><w:spacing w:val="-1"/><w:sz w:val="16"/></w:rPr><w:t> </w:t></w:r><w:r><w:rPr><w:rFonts w:ascii="Arial"/><w:color w:val="4C4D4F"/><w:sz w:val="16"/></w:rPr><w:t>is </w:t></w:r><w:r><w:rPr><w:rFonts w:ascii="Arial"/><w:color w:val="4C4D4F"/><w:spacing w:val="1"/><w:sz w:val="16"/></w:rPr><w:t>licensed</w:t></w:r><w:r><w:rPr><w:rFonts w:ascii="Arial"/><w:color w:val="4C4D4F"/><w:spacing w:val="-1"/><w:sz w:val="16"/></w:rPr><w:t> </w:t></w:r><w:r><w:rPr><w:rFonts w:ascii="Arial"/><w:color w:val="4C4D4F"/><w:sz w:val="16"/></w:rPr><w:t>under a</w:t></w:r><w:r><w:rPr><w:rFonts w:ascii="Arial"/><w:color w:val="4C4D4F"/><w:spacing w:val="-2"/><w:sz w:val="16"/></w:rPr><w:t> </w:t></w:r><w:r><w:rPr><w:rFonts w:ascii="Arial"/><w:color w:val="456DA9"/><w:spacing w:val="-2"/><w:sz w:val="16"/></w:rPr></w:r><w:r><w:rPr><w:rFonts w:ascii="Arial"/><w:color w:val="456DA9"/><w:sz w:val="16"/><w:u w:val="single" w:color="456DA9"/></w:rPr><w:t>Creative</w:t></w:r><w:r><w:rPr><w:rFonts w:ascii="Arial"/><w:color w:val="456DA9"/><w:spacing w:val="-1"/><w:sz w:val="16"/><w:u w:val="single" w:color="456DA9"/></w:rPr><w:t> </w:t></w:r><w:r><w:rPr><w:rFonts w:ascii="Arial"/><w:color w:val="456DA9"/><w:spacing w:val="1"/><w:sz w:val="16"/><w:u w:val="single" w:color="456DA9"/></w:rPr><w:t>Commons</w:t></w:r><w:r><w:rPr><w:rFonts w:ascii="Arial"/><w:color w:val="456DA9"/><w:spacing w:val="-1"/><w:sz w:val="16"/><w:u w:val="single" w:color="456DA9"/></w:rPr><w:t> </w:t></w:r><w:r><w:rPr><w:rFonts w:ascii="Arial"/><w:color w:val="456DA9"/><w:spacing w:val="2"/><w:sz w:val="16"/><w:u w:val="single" w:color="456DA9"/></w:rPr><w:t>Attribution-NonCommercial-ShareAlike</w:t></w:r><w:r><w:rPr><w:rFonts w:ascii="Arial"/><w:color w:val="456DA9"/><w:spacing w:val="-1"/><w:sz w:val="16"/><w:u w:val="single" w:color="456DA9"/></w:rPr><w:t> </w:t></w:r><w:r><w:rPr><w:rFonts w:ascii="Arial"/><w:color w:val="456DA9"/><w:sz w:val="16"/><w:u w:val="single" w:color="456DA9"/></w:rPr><w:t>4.0</w:t></w:r><w:r><w:rPr><w:rFonts w:ascii="Arial"/><w:color w:val="456DA9"/><w:spacing w:val="-1"/><w:sz w:val="16"/><w:u w:val="single" w:color="456DA9"/></w:rPr><w:t> </w:t></w:r><w:r><w:rPr><w:rFonts w:ascii="Arial"/><w:color w:val="456DA9"/><w:spacing w:val="1"/><w:sz w:val="16"/><w:u w:val="single" w:color="456DA9"/></w:rPr><w:t>International</w:t></w:r><w:r><w:rPr><w:rFonts w:ascii="Arial"/><w:color w:val="456DA9"/><w:spacing w:val="-1"/><w:sz w:val="16"/><w:u w:val="single" w:color="456DA9"/></w:rPr><w:t> </w:t></w:r><w:r><w:rPr><w:rFonts w:ascii="Arial"/><w:color w:val="456DA9"/><w:spacing w:val="1"/><w:sz w:val="16"/><w:u w:val="single" w:color="456DA9"/></w:rPr><w:t>License</w:t></w:r><w:r><w:rPr><w:rFonts w:ascii="Arial"/><w:color w:val="456DA9"/><w:spacing w:val="-2"/><w:sz w:val="16"/><w:u w:val="single" w:color="456DA9"/></w:rPr><w:t> </w:t></w:r><w:r><w:rPr><w:rFonts w:ascii="Arial"/><w:color w:val="456DA9"/><w:spacing w:val="-2"/><w:sz w:val="16"/></w:rPr></w:r><w:r><w:rPr><w:rFonts w:ascii="Arial"/><w:color w:val="4C4D4F"/><w:spacing w:val="1"/><w:sz w:val="16"/></w:rPr><w:t>unless</w:t></w:r><w:r><w:rPr><w:rFonts w:ascii="Arial"/><w:color w:val="4C4D4F"/><w:sz w:val="16"/></w:rPr><w:t> </w:t></w:r><w:r><w:rPr><w:rFonts w:ascii="Arial"/><w:color w:val="4C4D4F"/><w:spacing w:val="1"/><w:sz w:val="16"/></w:rPr><w:t>otherwise</w:t></w:r><w:r><w:rPr><w:rFonts w:ascii="Arial"/><w:color w:val="4C4D4F"/><w:spacing w:val="-1"/><w:sz w:val="16"/></w:rPr><w:t> </w:t></w:r><w:r><w:rPr><w:rFonts w:ascii="Arial"/><w:color w:val="4C4D4F"/><w:spacing w:val="1"/><w:sz w:val="16"/></w:rPr><w:t>indicated.</w:t></w:r><w:r><w:rPr><w:rFonts w:ascii="Arial"/><w:sz w:val="16"/></w:rPr></w:r></w:p><w:p><w:pPr><w:spacing w:after="0"/><w:jc w:val="left"/><w:rPr><w:rFonts w:ascii="Arial" w:hAnsi="Arial" w:cs="Arial" w:eastAsia="Arial"/><w:sz w:val="16"/><w:szCs w:val="16"/></w:rPr><w:sectPr><w:type w:val="continuous"/><w:pgSz w:w="12240" w:h="15840"/><w:pgMar w:top="560" w:bottom="280" w:left="840" w:right="340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7"/><w:rPr><w:rFonts w:ascii="Arial" w:hAnsi="Arial" w:cs="Arial" w:eastAsia="Arial"/><w:sz w:val="16"/><w:szCs w:val="16"/></w:rPr></w:pPr></w:p><w:p><w:pPr><w:spacing w:line="265" w:lineRule="auto" w:before="72"/><w:ind w:left="1100" w:right="1115" w:firstLine="0"/><w:jc w:val="left"/><w:rPr><w:rFonts w:ascii="Arial" w:hAnsi="Arial" w:cs="Arial" w:eastAsia="Arial"/><w:sz w:val="22"/><w:szCs w:val="22"/></w:rPr></w:pPr><w:r><w:rPr><w:rFonts w:ascii="Arial" w:hAnsi="Arial" w:cs="Arial" w:eastAsia="Arial"/><w:b/><w:bCs/><w:color w:val="4C4D4F"/><w:spacing w:val="-2"/><w:sz w:val="22"/><w:szCs w:val="22"/></w:rPr><w:t>Plot</w:t></w:r><w:r><w:rPr><w:rFonts w:ascii="Arial" w:hAnsi="Arial" w:cs="Arial" w:eastAsia="Arial"/><w:b/><w:bCs/><w:color w:val="4C4D4F"/><w:spacing w:val="-4"/><w:sz w:val="22"/><w:szCs w:val="22"/></w:rPr><w:t> </w:t></w:r><w:r><w:rPr><w:rFonts w:ascii="Arial" w:hAnsi="Arial" w:cs="Arial" w:eastAsia="Arial"/><w:b/><w:bCs/><w:color w:val="4C4D4F"/><w:spacing w:val="-2"/><w:sz w:val="22"/><w:szCs w:val="22"/></w:rPr><w:t>scale</w:t></w:r><w:r><w:rPr><w:rFonts w:ascii="Arial" w:hAnsi="Arial" w:cs="Arial" w:eastAsia="Arial"/><w:color w:val="4C4D4F"/><w:spacing w:val="-2"/><w:sz w:val="22"/><w:szCs w:val="22"/></w:rPr><w:t>:</w:t></w:r><w:r><w:rPr><w:rFonts w:ascii="Arial" w:hAnsi="Arial" w:cs="Arial" w:eastAsia="Arial"/><w:color w:val="4C4D4F"/><w:spacing w:val="-4"/><w:sz w:val="22"/><w:szCs w:val="22"/></w:rPr><w:t> </w:t></w:r><w:r><w:rPr><w:rFonts w:ascii="Arial" w:hAnsi="Arial" w:cs="Arial" w:eastAsia="Arial"/><w:color w:val="4C4D4F"/><w:spacing w:val="-1"/><w:sz w:val="22"/><w:szCs w:val="22"/></w:rPr><w:t>the</w:t></w:r><w:r><w:rPr><w:rFonts w:ascii="Arial" w:hAnsi="Arial" w:cs="Arial" w:eastAsia="Arial"/><w:color w:val="4C4D4F"/><w:spacing w:val="-3"/><w:sz w:val="22"/><w:szCs w:val="22"/></w:rPr><w:t> </w:t></w:r><w:r><w:rPr><w:rFonts w:ascii="Arial" w:hAnsi="Arial" w:cs="Arial" w:eastAsia="Arial"/><w:color w:val="4C4D4F"/><w:spacing w:val="-1"/><w:sz w:val="22"/><w:szCs w:val="22"/></w:rPr><w:t>scale</w:t></w:r><w:r><w:rPr><w:rFonts w:ascii="Arial" w:hAnsi="Arial" w:cs="Arial" w:eastAsia="Arial"/><w:color w:val="4C4D4F"/><w:spacing w:val="-4"/><w:sz w:val="22"/><w:szCs w:val="22"/></w:rPr><w:t> </w:t></w:r><w:r><w:rPr><w:rFonts w:ascii="Arial" w:hAnsi="Arial" w:cs="Arial" w:eastAsia="Arial"/><w:color w:val="4C4D4F"/><w:spacing w:val="-2"/><w:sz w:val="22"/><w:szCs w:val="22"/></w:rPr><w:t>that</w:t></w:r><w:r><w:rPr><w:rFonts w:ascii="Arial" w:hAnsi="Arial" w:cs="Arial" w:eastAsia="Arial"/><w:color w:val="4C4D4F"/><w:spacing w:val="-3"/><w:sz w:val="22"/><w:szCs w:val="22"/></w:rPr><w:t> </w:t></w:r><w:r><w:rPr><w:rFonts w:ascii="Arial" w:hAnsi="Arial" w:cs="Arial" w:eastAsia="Arial"/><w:color w:val="4C4D4F"/><w:sz w:val="22"/><w:szCs w:val="22"/></w:rPr><w:t>a</w:t></w:r><w:r><w:rPr><w:rFonts w:ascii="Arial" w:hAnsi="Arial" w:cs="Arial" w:eastAsia="Arial"/><w:color w:val="4C4D4F"/><w:spacing w:val="-4"/><w:sz w:val="22"/><w:szCs w:val="22"/></w:rPr><w:t> </w:t></w:r><w:r><w:rPr><w:rFonts w:ascii="Arial" w:hAnsi="Arial" w:cs="Arial" w:eastAsia="Arial"/><w:color w:val="4C4D4F"/><w:spacing w:val="-2"/><w:sz w:val="22"/><w:szCs w:val="22"/></w:rPr><w:t>drawing</w:t></w:r><w:r><w:rPr><w:rFonts w:ascii="Arial" w:hAnsi="Arial" w:cs="Arial" w:eastAsia="Arial"/><w:color w:val="4C4D4F"/><w:spacing w:val="-4"/><w:sz w:val="22"/><w:szCs w:val="22"/></w:rPr><w:t> </w:t></w:r><w:r><w:rPr><w:rFonts w:ascii="Arial" w:hAnsi="Arial" w:cs="Arial" w:eastAsia="Arial"/><w:color w:val="4C4D4F"/><w:spacing w:val="-2"/><w:sz w:val="22"/><w:szCs w:val="22"/></w:rPr><w:t>will</w:t></w:r><w:r><w:rPr><w:rFonts w:ascii="Arial" w:hAnsi="Arial" w:cs="Arial" w:eastAsia="Arial"/><w:color w:val="4C4D4F"/><w:spacing w:val="-3"/><w:sz w:val="22"/><w:szCs w:val="22"/></w:rPr><w:t> </w:t></w:r><w:r><w:rPr><w:rFonts w:ascii="Arial" w:hAnsi="Arial" w:cs="Arial" w:eastAsia="Arial"/><w:color w:val="4C4D4F"/><w:spacing w:val="-2"/><w:sz w:val="22"/><w:szCs w:val="22"/></w:rPr><w:t>plot</w:t></w:r><w:r><w:rPr><w:rFonts w:ascii="Arial" w:hAnsi="Arial" w:cs="Arial" w:eastAsia="Arial"/><w:color w:val="4C4D4F"/><w:spacing w:val="-4"/><w:sz w:val="22"/><w:szCs w:val="22"/></w:rPr><w:t> </w:t></w:r><w:r><w:rPr><w:rFonts w:ascii="Arial" w:hAnsi="Arial" w:cs="Arial" w:eastAsia="Arial"/><w:color w:val="4C4D4F"/><w:spacing w:val="-1"/><w:sz w:val="22"/><w:szCs w:val="22"/></w:rPr><w:t>on</w:t></w:r><w:r><w:rPr><w:rFonts w:ascii="Arial" w:hAnsi="Arial" w:cs="Arial" w:eastAsia="Arial"/><w:color w:val="4C4D4F"/><w:spacing w:val="-3"/><w:sz w:val="22"/><w:szCs w:val="22"/></w:rPr><w:t> </w:t></w:r><w:r><w:rPr><w:rFonts w:ascii="Arial" w:hAnsi="Arial" w:cs="Arial" w:eastAsia="Arial"/><w:color w:val="4C4D4F"/><w:spacing w:val="-4"/><w:sz w:val="22"/><w:szCs w:val="22"/></w:rPr><w:t>paper</w:t></w:r><w:r><w:rPr><w:rFonts w:ascii="Arial" w:hAnsi="Arial" w:cs="Arial" w:eastAsia="Arial"/><w:color w:val="4C4D4F"/><w:spacing w:val="-5"/><w:sz w:val="22"/><w:szCs w:val="22"/></w:rPr><w:t>.</w:t></w:r><w:r><w:rPr><w:rFonts w:ascii="Arial" w:hAnsi="Arial" w:cs="Arial" w:eastAsia="Arial"/><w:color w:val="4C4D4F"/><w:spacing w:val="-4"/><w:sz w:val="22"/><w:szCs w:val="22"/></w:rPr><w:t> </w:t></w:r><w:r><w:rPr><w:rFonts w:ascii="Arial" w:hAnsi="Arial" w:cs="Arial" w:eastAsia="Arial"/><w:color w:val="4C4D4F"/><w:spacing w:val="-1"/><w:sz w:val="22"/><w:szCs w:val="22"/></w:rPr><w:t>If</w:t></w:r><w:r><w:rPr><w:rFonts w:ascii="Arial" w:hAnsi="Arial" w:cs="Arial" w:eastAsia="Arial"/><w:color w:val="4C4D4F"/><w:spacing w:val="-3"/><w:sz w:val="22"/><w:szCs w:val="22"/></w:rPr><w:t> you</w:t></w:r><w:r><w:rPr><w:rFonts w:ascii="Arial" w:hAnsi="Arial" w:cs="Arial" w:eastAsia="Arial"/><w:color w:val="4C4D4F"/><w:spacing w:val="-4"/><w:sz w:val="22"/><w:szCs w:val="22"/></w:rPr><w:t> </w:t></w:r><w:r><w:rPr><w:rFonts w:ascii="Arial" w:hAnsi="Arial" w:cs="Arial" w:eastAsia="Arial"/><w:color w:val="4C4D4F"/><w:spacing w:val="-3"/><w:sz w:val="22"/><w:szCs w:val="22"/></w:rPr><w:t>measure</w:t></w:r><w:r><w:rPr><w:rFonts w:ascii="Arial" w:hAnsi="Arial" w:cs="Arial" w:eastAsia="Arial"/><w:color w:val="4C4D4F"/><w:spacing w:val="-4"/><w:sz w:val="22"/><w:szCs w:val="22"/></w:rPr><w:t> </w:t></w:r><w:r><w:rPr><w:rFonts w:ascii="Arial" w:hAnsi="Arial" w:cs="Arial" w:eastAsia="Arial"/><w:color w:val="4C4D4F"/><w:spacing w:val="1"/><w:sz w:val="22"/><w:szCs w:val="22"/></w:rPr><w:t>off</w:t></w:r><w:r><w:rPr><w:rFonts w:ascii="Arial" w:hAnsi="Arial" w:cs="Arial" w:eastAsia="Arial"/><w:color w:val="4C4D4F"/><w:spacing w:val="-3"/><w:sz w:val="22"/><w:szCs w:val="22"/></w:rPr><w:t> </w:t></w:r><w:r><w:rPr><w:rFonts w:ascii="Arial" w:hAnsi="Arial" w:cs="Arial" w:eastAsia="Arial"/><w:color w:val="4C4D4F"/><w:spacing w:val="-1"/><w:sz w:val="22"/><w:szCs w:val="22"/></w:rPr><w:t>the</w:t></w:r><w:r><w:rPr><w:rFonts w:ascii="Arial" w:hAnsi="Arial" w:cs="Arial" w:eastAsia="Arial"/><w:color w:val="4C4D4F"/><w:spacing w:val="-4"/><w:sz w:val="22"/><w:szCs w:val="22"/></w:rPr><w:t> </w:t></w:r><w:r><w:rPr><w:rFonts w:ascii="Arial" w:hAnsi="Arial" w:cs="Arial" w:eastAsia="Arial"/><w:color w:val="4C4D4F"/><w:spacing w:val="-2"/><w:sz w:val="22"/><w:szCs w:val="22"/></w:rPr><w:t>paper</w:t></w:r><w:r><w:rPr><w:rFonts w:ascii="Arial" w:hAnsi="Arial" w:cs="Arial" w:eastAsia="Arial"/><w:color w:val="4C4D4F"/><w:spacing w:val="-3"/><w:sz w:val="22"/><w:szCs w:val="22"/></w:rPr><w:t> </w:t></w:r><w:r><w:rPr><w:rFonts w:ascii="Arial" w:hAnsi="Arial" w:cs="Arial" w:eastAsia="Arial"/><w:color w:val="4C4D4F"/><w:spacing w:val="-1"/><w:sz w:val="22"/><w:szCs w:val="22"/></w:rPr><w:t>or</w:t></w:r><w:r><w:rPr><w:rFonts w:ascii="Arial" w:hAnsi="Arial" w:cs="Arial" w:eastAsia="Arial"/><w:color w:val="4C4D4F"/><w:spacing w:val="-4"/><w:sz w:val="22"/><w:szCs w:val="22"/></w:rPr><w:t> </w:t></w:r><w:r><w:rPr><w:rFonts w:ascii="Arial" w:hAnsi="Arial" w:cs="Arial" w:eastAsia="Arial"/><w:color w:val="4C4D4F"/><w:spacing w:val="-3"/><w:sz w:val="22"/><w:szCs w:val="22"/></w:rPr><w:t>want </w:t></w:r><w:r><w:rPr><w:rFonts w:ascii="Arial" w:hAnsi="Arial" w:cs="Arial" w:eastAsia="Arial"/><w:color w:val="4C4D4F"/><w:spacing w:val="-1"/><w:sz w:val="22"/><w:szCs w:val="22"/></w:rPr><w:t>the</w:t></w:r><w:r><w:rPr><w:rFonts w:ascii="Arial" w:hAnsi="Arial" w:cs="Arial" w:eastAsia="Arial"/><w:color w:val="4C4D4F"/><w:spacing w:val="53"/><w:sz w:val="22"/><w:szCs w:val="22"/></w:rPr><w:t> </w:t></w:r><w:r><w:rPr><w:rFonts w:ascii="Arial" w:hAnsi="Arial" w:cs="Arial" w:eastAsia="Arial"/><w:color w:val="4C4D4F"/><w:spacing w:val="-2"/><w:sz w:val="22"/><w:szCs w:val="22"/></w:rPr><w:t>drawing</w:t></w:r><w:r><w:rPr><w:rFonts w:ascii="Arial" w:hAnsi="Arial" w:cs="Arial" w:eastAsia="Arial"/><w:color w:val="4C4D4F"/><w:spacing w:val="-4"/><w:sz w:val="22"/><w:szCs w:val="22"/></w:rPr><w:t> </w:t></w:r><w:r><w:rPr><w:rFonts w:ascii="Arial" w:hAnsi="Arial" w:cs="Arial" w:eastAsia="Arial"/><w:color w:val="4C4D4F"/><w:spacing w:val="-2"/><w:sz w:val="22"/><w:szCs w:val="22"/></w:rPr><w:t>printed/plotted</w:t></w:r><w:r><w:rPr><w:rFonts w:ascii="Arial" w:hAnsi="Arial" w:cs="Arial" w:eastAsia="Arial"/><w:color w:val="4C4D4F"/><w:spacing w:val="-4"/><w:sz w:val="22"/><w:szCs w:val="22"/></w:rPr><w:t> </w:t></w:r><w:r><w:rPr><w:rFonts w:ascii="Arial" w:hAnsi="Arial" w:cs="Arial" w:eastAsia="Arial"/><w:color w:val="4C4D4F"/><w:spacing w:val="-2"/><w:sz w:val="22"/><w:szCs w:val="22"/></w:rPr><w:t>to</w:t></w:r><w:r><w:rPr><w:rFonts w:ascii="Arial" w:hAnsi="Arial" w:cs="Arial" w:eastAsia="Arial"/><w:color w:val="4C4D4F"/><w:spacing w:val="-4"/><w:sz w:val="22"/><w:szCs w:val="22"/></w:rPr><w:t> </w:t></w:r><w:r><w:rPr><w:rFonts w:ascii="Arial" w:hAnsi="Arial" w:cs="Arial" w:eastAsia="Arial"/><w:color w:val="4C4D4F"/><w:spacing w:val="-2"/><w:sz w:val="22"/><w:szCs w:val="22"/></w:rPr><w:t>full</w:t></w:r><w:r><w:rPr><w:rFonts w:ascii="Arial" w:hAnsi="Arial" w:cs="Arial" w:eastAsia="Arial"/><w:color w:val="4C4D4F"/><w:spacing w:val="-4"/><w:sz w:val="22"/><w:szCs w:val="22"/></w:rPr><w:t> </w:t></w:r><w:r><w:rPr><w:rFonts w:ascii="Arial" w:hAnsi="Arial" w:cs="Arial" w:eastAsia="Arial"/><w:color w:val="4C4D4F"/><w:spacing w:val="-3"/><w:sz w:val="22"/><w:szCs w:val="22"/></w:rPr><w:t>size,</w:t></w:r><w:r><w:rPr><w:rFonts w:ascii="Arial" w:hAnsi="Arial" w:cs="Arial" w:eastAsia="Arial"/><w:color w:val="4C4D4F"/><w:spacing w:val="-4"/><w:sz w:val="22"/><w:szCs w:val="22"/></w:rPr><w:t> </w:t></w:r><w:r><w:rPr><w:rFonts w:ascii="Arial" w:hAnsi="Arial" w:cs="Arial" w:eastAsia="Arial"/><w:color w:val="4C4D4F"/><w:spacing w:val="-3"/><w:sz w:val="22"/><w:szCs w:val="22"/></w:rPr><w:t>you </w:t></w:r><w:r><w:rPr><w:rFonts w:ascii="Arial" w:hAnsi="Arial" w:cs="Arial" w:eastAsia="Arial"/><w:color w:val="4C4D4F"/><w:spacing w:val="-2"/><w:sz w:val="22"/><w:szCs w:val="22"/></w:rPr><w:t>must</w:t></w:r><w:r><w:rPr><w:rFonts w:ascii="Arial" w:hAnsi="Arial" w:cs="Arial" w:eastAsia="Arial"/><w:color w:val="4C4D4F"/><w:spacing w:val="-4"/><w:sz w:val="22"/><w:szCs w:val="22"/></w:rPr><w:t> </w:t></w:r><w:r><w:rPr><w:rFonts w:ascii="Arial" w:hAnsi="Arial" w:cs="Arial" w:eastAsia="Arial"/><w:color w:val="4C4D4F"/><w:spacing w:val="-2"/><w:sz w:val="22"/><w:szCs w:val="22"/></w:rPr><w:t>plot</w:t></w:r><w:r><w:rPr><w:rFonts w:ascii="Arial" w:hAnsi="Arial" w:cs="Arial" w:eastAsia="Arial"/><w:color w:val="4C4D4F"/><w:spacing w:val="-4"/><w:sz w:val="22"/><w:szCs w:val="22"/></w:rPr><w:t> </w:t></w:r><w:r><w:rPr><w:rFonts w:ascii="Arial" w:hAnsi="Arial" w:cs="Arial" w:eastAsia="Arial"/><w:color w:val="4C4D4F"/><w:spacing w:val="-2"/><w:sz w:val="22"/><w:szCs w:val="22"/></w:rPr><w:t>to</w:t></w:r><w:r><w:rPr><w:rFonts w:ascii="Arial" w:hAnsi="Arial" w:cs="Arial" w:eastAsia="Arial"/><w:color w:val="4C4D4F"/><w:spacing w:val="-4"/><w:sz w:val="22"/><w:szCs w:val="22"/></w:rPr><w:t> </w:t></w:r><w:r><w:rPr><w:rFonts w:ascii="Arial" w:hAnsi="Arial" w:cs="Arial" w:eastAsia="Arial"/><w:color w:val="4C4D4F"/><w:sz w:val="22"/><w:szCs w:val="22"/></w:rPr><w:t>a</w:t></w:r><w:r><w:rPr><w:rFonts w:ascii="Arial" w:hAnsi="Arial" w:cs="Arial" w:eastAsia="Arial"/><w:color w:val="4C4D4F"/><w:spacing w:val="-4"/><w:sz w:val="22"/><w:szCs w:val="22"/></w:rPr><w:t> </w:t></w:r><w:r><w:rPr><w:rFonts w:ascii="Arial" w:hAnsi="Arial" w:cs="Arial" w:eastAsia="Arial"/><w:color w:val="4C4D4F"/><w:spacing w:val="-2"/><w:sz w:val="22"/><w:szCs w:val="22"/></w:rPr><w:t>scale.</w:t></w:r><w:r><w:rPr><w:rFonts w:ascii="Arial" w:hAnsi="Arial" w:cs="Arial" w:eastAsia="Arial"/><w:color w:val="4C4D4F"/><w:spacing w:val="-3"/><w:sz w:val="22"/><w:szCs w:val="22"/></w:rPr><w:t> </w:t></w:r><w:r><w:rPr><w:rFonts w:ascii="Arial" w:hAnsi="Arial" w:cs="Arial" w:eastAsia="Arial"/><w:i/><w:color w:val="4C4D4F"/><w:spacing w:val="-1"/><w:sz w:val="22"/><w:szCs w:val="22"/></w:rPr><w:t>The</w:t></w:r><w:r><w:rPr><w:rFonts w:ascii="Arial" w:hAnsi="Arial" w:cs="Arial" w:eastAsia="Arial"/><w:i/><w:color w:val="4C4D4F"/><w:spacing w:val="-4"/><w:sz w:val="22"/><w:szCs w:val="22"/></w:rPr><w:t> </w:t></w:r><w:r><w:rPr><w:rFonts w:ascii="Arial" w:hAnsi="Arial" w:cs="Arial" w:eastAsia="Arial"/><w:i/><w:color w:val="4C4D4F"/><w:spacing w:val="-2"/><w:sz w:val="22"/><w:szCs w:val="22"/></w:rPr><w:t>plot</w:t></w:r><w:r><w:rPr><w:rFonts w:ascii="Arial" w:hAnsi="Arial" w:cs="Arial" w:eastAsia="Arial"/><w:i/><w:color w:val="4C4D4F"/><w:spacing w:val="-4"/><w:sz w:val="22"/><w:szCs w:val="22"/></w:rPr><w:t> </w:t></w:r><w:r><w:rPr><w:rFonts w:ascii="Arial" w:hAnsi="Arial" w:cs="Arial" w:eastAsia="Arial"/><w:i/><w:color w:val="4C4D4F"/><w:spacing w:val="-2"/><w:sz w:val="22"/><w:szCs w:val="22"/></w:rPr><w:t>option</w:t></w:r><w:r><w:rPr><w:rFonts w:ascii="Arial" w:hAnsi="Arial" w:cs="Arial" w:eastAsia="Arial"/><w:i/><w:color w:val="4C4D4F"/><w:spacing w:val="-4"/><w:sz w:val="22"/><w:szCs w:val="22"/></w:rPr><w:t> </w:t></w:r><w:r><w:rPr><w:rFonts w:ascii="Arial" w:hAnsi="Arial" w:cs="Arial" w:eastAsia="Arial"/><w:i/><w:color w:val="4C4D4F"/><w:sz w:val="22"/><w:szCs w:val="22"/></w:rPr><w:t>“Fit</w:t></w:r><w:r><w:rPr><w:rFonts w:ascii="Arial" w:hAnsi="Arial" w:cs="Arial" w:eastAsia="Arial"/><w:i/><w:color w:val="4C4D4F"/><w:spacing w:val="-4"/><w:sz w:val="22"/><w:szCs w:val="22"/></w:rPr><w:t> </w:t></w:r><w:r><w:rPr><w:rFonts w:ascii="Arial" w:hAnsi="Arial" w:cs="Arial" w:eastAsia="Arial"/><w:i/><w:color w:val="4C4D4F"/><w:spacing w:val="-2"/><w:sz w:val="22"/><w:szCs w:val="22"/></w:rPr><w:t>to</w:t></w:r><w:r><w:rPr><w:rFonts w:ascii="Arial" w:hAnsi="Arial" w:cs="Arial" w:eastAsia="Arial"/><w:i/><w:color w:val="4C4D4F"/><w:spacing w:val="-4"/><w:sz w:val="22"/><w:szCs w:val="22"/></w:rPr><w:t> </w:t></w:r><w:r><w:rPr><w:rFonts w:ascii="Arial" w:hAnsi="Arial" w:cs="Arial" w:eastAsia="Arial"/><w:i/><w:color w:val="4C4D4F"/><w:spacing w:val="-1"/><w:sz w:val="22"/><w:szCs w:val="22"/></w:rPr><w:t>paper”</w:t></w:r><w:r><w:rPr><w:rFonts w:ascii="Arial" w:hAnsi="Arial" w:cs="Arial" w:eastAsia="Arial"/><w:i/><w:color w:val="4C4D4F"/><w:spacing w:val="-3"/><w:sz w:val="22"/><w:szCs w:val="22"/></w:rPr><w:t> </w:t></w:r><w:r><w:rPr><w:rFonts w:ascii="Arial" w:hAnsi="Arial" w:cs="Arial" w:eastAsia="Arial"/><w:i/><w:color w:val="4C4D4F"/><w:spacing w:val="-2"/><w:sz w:val="22"/><w:szCs w:val="22"/></w:rPr><w:t>is</w:t></w:r><w:r><w:rPr><w:rFonts w:ascii="Arial" w:hAnsi="Arial" w:cs="Arial" w:eastAsia="Arial"/><w:i/><w:color w:val="4C4D4F"/><w:spacing w:val="-4"/><w:sz w:val="22"/><w:szCs w:val="22"/></w:rPr><w:t> </w:t></w:r><w:r><w:rPr><w:rFonts w:ascii="Arial" w:hAnsi="Arial" w:cs="Arial" w:eastAsia="Arial"/><w:i/><w:color w:val="4C4D4F"/><w:spacing w:val="-2"/><w:sz w:val="22"/><w:szCs w:val="22"/></w:rPr><w:t>not</w:t></w:r><w:r><w:rPr><w:rFonts w:ascii="Arial" w:hAnsi="Arial" w:cs="Arial" w:eastAsia="Arial"/><w:i/><w:color w:val="4C4D4F"/><w:spacing w:val="-4"/><w:sz w:val="22"/><w:szCs w:val="22"/></w:rPr><w:t> </w:t></w:r><w:r><w:rPr><w:rFonts w:ascii="Arial" w:hAnsi="Arial" w:cs="Arial" w:eastAsia="Arial"/><w:i/><w:color w:val="4C4D4F"/><w:spacing w:val="-2"/><w:sz w:val="22"/><w:szCs w:val="22"/></w:rPr><w:t>to</w:t></w:r><w:r><w:rPr><w:rFonts w:ascii="Arial" w:hAnsi="Arial" w:cs="Arial" w:eastAsia="Arial"/><w:i/><w:color w:val="4C4D4F"/><w:spacing w:val="67"/><w:sz w:val="22"/><w:szCs w:val="22"/></w:rPr><w:t> </w:t></w:r><w:r><w:rPr><w:rFonts w:ascii="Arial" w:hAnsi="Arial" w:cs="Arial" w:eastAsia="Arial"/><w:i/><w:color w:val="4C4D4F"/><w:spacing w:val="-3"/><w:sz w:val="22"/><w:szCs w:val="22"/></w:rPr><w:t>scale</w:t></w:r><w:r><w:rPr><w:rFonts w:ascii="Arial" w:hAnsi="Arial" w:cs="Arial" w:eastAsia="Arial"/><w:color w:val="4C4D4F"/><w:spacing w:val="-3"/><w:sz w:val="22"/><w:szCs w:val="22"/></w:rPr><w:t>.</w:t></w:r><w:r><w:rPr><w:rFonts w:ascii="Arial" w:hAnsi="Arial" w:cs="Arial" w:eastAsia="Arial"/><w:sz w:val="22"/><w:szCs w:val="22"/></w:rPr></w:r></w:p><w:p><w:pPr><w:spacing w:line="265" w:lineRule="auto" w:before="144"/><w:ind w:left="1100" w:right="1115" w:firstLine="0"/><w:jc w:val="left"/><w:rPr><w:rFonts w:ascii="Arial" w:hAnsi="Arial" w:cs="Arial" w:eastAsia="Arial"/><w:sz w:val="22"/><w:szCs w:val="22"/></w:rPr></w:pPr><w:r><w:rPr><w:rFonts w:ascii="Arial"/><w:b/><w:color w:val="4C4D4F"/><w:spacing w:val="-2"/><w:sz w:val="22"/></w:rPr><w:t>Plot</w:t></w:r><w:r><w:rPr><w:rFonts w:ascii="Arial"/><w:b/><w:color w:val="4C4D4F"/><w:spacing w:val="-5"/><w:sz w:val="22"/></w:rPr><w:t> </w:t></w:r><w:r><w:rPr><w:rFonts w:ascii="Arial"/><w:b/><w:color w:val="4C4D4F"/><w:spacing w:val="-1"/><w:sz w:val="22"/></w:rPr><w:t>window</w:t></w:r><w:r><w:rPr><w:rFonts w:ascii="Arial"/><w:color w:val="4C4D4F"/><w:spacing w:val="-1"/><w:sz w:val="22"/></w:rPr><w:t>:</w:t></w:r><w:r><w:rPr><w:rFonts w:ascii="Arial"/><w:color w:val="4C4D4F"/><w:spacing w:val="-4"/><w:sz w:val="22"/></w:rPr><w:t> </w:t></w:r><w:r><w:rPr><w:rFonts w:ascii="Arial"/><w:color w:val="4C4D4F"/><w:spacing w:val="-2"/><w:sz w:val="22"/></w:rPr><w:t>when</w:t></w:r><w:r><w:rPr><w:rFonts w:ascii="Arial"/><w:color w:val="4C4D4F"/><w:spacing w:val="-4"/><w:sz w:val="22"/></w:rPr><w:t> </w:t></w:r><w:r><w:rPr><w:rFonts w:ascii="Arial"/><w:color w:val="4C4D4F"/><w:spacing w:val="-2"/><w:sz w:val="22"/></w:rPr><w:t>you</w:t></w:r><w:r><w:rPr><w:rFonts w:ascii="Arial"/><w:color w:val="4C4D4F"/><w:spacing w:val="-4"/><w:sz w:val="22"/></w:rPr><w:t> </w:t></w:r><w:r><w:rPr><w:rFonts w:ascii="Arial"/><w:color w:val="4C4D4F"/><w:spacing w:val="-1"/><w:sz w:val="22"/></w:rPr><w:t>select</w:t></w:r><w:r><w:rPr><w:rFonts w:ascii="Arial"/><w:color w:val="4C4D4F"/><w:spacing w:val="-4"/><w:sz w:val="22"/></w:rPr><w:t> </w:t></w:r><w:r><w:rPr><w:rFonts w:ascii="Arial"/><w:color w:val="4C4D4F"/><w:spacing w:val="-2"/><w:sz w:val="22"/></w:rPr><w:t>this</w:t></w:r><w:r><w:rPr><w:rFonts w:ascii="Arial"/><w:color w:val="4C4D4F"/><w:spacing w:val="-5"/><w:sz w:val="22"/></w:rPr><w:t> </w:t></w:r><w:r><w:rPr><w:rFonts w:ascii="Arial"/><w:color w:val="4C4D4F"/><w:spacing w:val="-2"/><w:sz w:val="22"/></w:rPr><w:t>function,</w:t></w:r><w:r><w:rPr><w:rFonts w:ascii="Arial"/><w:color w:val="4C4D4F"/><w:spacing w:val="-4"/><w:sz w:val="22"/></w:rPr><w:t> </w:t></w:r><w:r><w:rPr><w:rFonts w:ascii="Arial"/><w:color w:val="4C4D4F"/><w:spacing w:val="-2"/><w:sz w:val="22"/></w:rPr><w:t>you</w:t></w:r><w:r><w:rPr><w:rFonts w:ascii="Arial"/><w:color w:val="4C4D4F"/><w:spacing w:val="-4"/><w:sz w:val="22"/></w:rPr><w:t> </w:t></w:r><w:r><w:rPr><w:rFonts w:ascii="Arial"/><w:color w:val="4C4D4F"/><w:spacing w:val="-2"/><w:sz w:val="22"/></w:rPr><w:t>are</w:t></w:r><w:r><w:rPr><w:rFonts w:ascii="Arial"/><w:color w:val="4C4D4F"/><w:spacing w:val="-4"/><w:sz w:val="22"/></w:rPr><w:t> </w:t></w:r><w:r><w:rPr><w:rFonts w:ascii="Arial"/><w:color w:val="4C4D4F"/><w:spacing w:val="-3"/><w:sz w:val="22"/></w:rPr><w:t>given</w:t></w:r><w:r><w:rPr><w:rFonts w:ascii="Arial"/><w:color w:val="4C4D4F"/><w:spacing w:val="-4"/><w:sz w:val="22"/></w:rPr><w:t> </w:t></w:r><w:r><w:rPr><w:rFonts w:ascii="Arial"/><w:color w:val="4C4D4F"/><w:spacing w:val="-1"/><w:sz w:val="22"/></w:rPr><w:t>the</w:t></w:r><w:r><w:rPr><w:rFonts w:ascii="Arial"/><w:color w:val="4C4D4F"/><w:spacing w:val="-4"/><w:sz w:val="22"/></w:rPr><w:t> </w:t></w:r><w:r><w:rPr><w:rFonts w:ascii="Arial"/><w:color w:val="4C4D4F"/><w:spacing w:val="-2"/><w:sz w:val="22"/></w:rPr><w:t>option</w:t></w:r><w:r><w:rPr><w:rFonts w:ascii="Arial"/><w:color w:val="4C4D4F"/><w:spacing w:val="-5"/><w:sz w:val="22"/></w:rPr><w:t> </w:t></w:r><w:r><w:rPr><w:rFonts w:ascii="Arial"/><w:color w:val="4C4D4F"/><w:spacing w:val="-2"/><w:sz w:val="22"/></w:rPr><w:t>to</w:t></w:r><w:r><w:rPr><w:rFonts w:ascii="Arial"/><w:color w:val="4C4D4F"/><w:spacing w:val="-4"/><w:sz w:val="22"/></w:rPr><w:t> </w:t></w:r><w:r><w:rPr><w:rFonts w:ascii="Arial"/><w:color w:val="4C4D4F"/><w:spacing w:val="-2"/><w:sz w:val="22"/></w:rPr><w:t>select</w:t></w:r><w:r><w:rPr><w:rFonts w:ascii="Arial"/><w:color w:val="4C4D4F"/><w:spacing w:val="-4"/><w:sz w:val="22"/></w:rPr><w:t> </w:t></w:r><w:r><w:rPr><w:rFonts w:ascii="Arial"/><w:color w:val="4C4D4F"/><w:spacing w:val="-2"/><w:sz w:val="22"/></w:rPr><w:t>what</w:t></w:r><w:r><w:rPr><w:rFonts w:ascii="Arial"/><w:color w:val="4C4D4F"/><w:spacing w:val="-4"/><w:sz w:val="22"/></w:rPr><w:t> </w:t></w:r><w:r><w:rPr><w:rFonts w:ascii="Arial"/><w:color w:val="4C4D4F"/><w:spacing w:val="-3"/><w:sz w:val="22"/></w:rPr><w:t>you</w:t></w:r><w:r><w:rPr><w:rFonts w:ascii="Arial"/><w:color w:val="4C4D4F"/><w:spacing w:val="-4"/><w:sz w:val="22"/></w:rPr><w:t> </w:t></w:r><w:r><w:rPr><w:rFonts w:ascii="Arial"/><w:color w:val="4C4D4F"/><w:spacing w:val="-3"/><w:sz w:val="22"/></w:rPr><w:t>want</w:t></w:r><w:r><w:rPr><w:rFonts w:ascii="Arial"/><w:color w:val="4C4D4F"/><w:spacing w:val="67"/><w:w w:val="99"/><w:sz w:val="22"/></w:rPr><w:t> </w:t></w:r><w:r><w:rPr><w:rFonts w:ascii="Arial"/><w:color w:val="4C4D4F"/><w:spacing w:val="-2"/><w:sz w:val="22"/></w:rPr><w:t>plotted</w:t></w:r><w:r><w:rPr><w:rFonts w:ascii="Arial"/><w:color w:val="4C4D4F"/><w:spacing w:val="-4"/><w:sz w:val="22"/></w:rPr><w:t> </w:t></w:r><w:r><w:rPr><w:rFonts w:ascii="Arial"/><w:color w:val="4C4D4F"/><w:spacing w:val="-1"/><w:sz w:val="22"/></w:rPr><w:t>in</w:t></w:r><w:r><w:rPr><w:rFonts w:ascii="Arial"/><w:color w:val="4C4D4F"/><w:spacing w:val="-4"/><w:sz w:val="22"/></w:rPr><w:t> </w:t></w:r><w:r><w:rPr><w:rFonts w:ascii="Arial"/><w:color w:val="4C4D4F"/><w:sz w:val="22"/></w:rPr><w:t>a</w:t></w:r><w:r><w:rPr><w:rFonts w:ascii="Arial"/><w:color w:val="4C4D4F"/><w:spacing w:val="-4"/><w:sz w:val="22"/></w:rPr><w:t> window</w:t></w:r><w:r><w:rPr><w:rFonts w:ascii="Arial"/><w:color w:val="4C4D4F"/><w:spacing w:val="-5"/><w:sz w:val="22"/></w:rPr><w:t>.</w:t></w:r><w:r><w:rPr><w:rFonts w:ascii="Arial"/><w:color w:val="4C4D4F"/><w:spacing w:val="-3"/><w:sz w:val="22"/></w:rPr><w:t> </w:t></w:r><w:r><w:rPr><w:rFonts w:ascii="Arial"/><w:i/><w:color w:val="4C4D4F"/><w:spacing w:val="-1"/><w:sz w:val="22"/></w:rPr><w:t>The</w:t></w:r><w:r><w:rPr><w:rFonts w:ascii="Arial"/><w:i/><w:color w:val="4C4D4F"/><w:spacing w:val="-4"/><w:sz w:val="22"/></w:rPr><w:t> </w:t></w:r><w:r><w:rPr><w:rFonts w:ascii="Arial"/><w:i/><w:color w:val="4C4D4F"/><w:spacing w:val="-2"/><w:sz w:val="22"/></w:rPr><w:t>plot</w:t></w:r><w:r><w:rPr><w:rFonts w:ascii="Arial"/><w:i/><w:color w:val="4C4D4F"/><w:spacing w:val="-4"/><w:sz w:val="22"/></w:rPr><w:t> </w:t></w:r><w:r><w:rPr><w:rFonts w:ascii="Arial"/><w:i/><w:color w:val="4C4D4F"/><w:spacing w:val="-2"/><w:sz w:val="22"/></w:rPr><w:t>window</w:t></w:r><w:r><w:rPr><w:rFonts w:ascii="Arial"/><w:i/><w:color w:val="4C4D4F"/><w:spacing w:val="-3"/><w:sz w:val="22"/></w:rPr><w:t> </w:t></w:r><w:r><w:rPr><w:rFonts w:ascii="Arial"/><w:i/><w:color w:val="4C4D4F"/><w:spacing w:val="-2"/><w:sz w:val="22"/></w:rPr><w:t>is</w:t></w:r><w:r><w:rPr><w:rFonts w:ascii="Arial"/><w:i/><w:color w:val="4C4D4F"/><w:spacing w:val="-4"/><w:sz w:val="22"/></w:rPr><w:t> </w:t></w:r><w:r><w:rPr><w:rFonts w:ascii="Arial"/><w:i/><w:color w:val="4C4D4F"/><w:spacing w:val="-2"/><w:sz w:val="22"/></w:rPr><w:t>not</w:t></w:r><w:r><w:rPr><w:rFonts w:ascii="Arial"/><w:i/><w:color w:val="4C4D4F"/><w:spacing w:val="-4"/><w:sz w:val="22"/></w:rPr><w:t> </w:t></w:r><w:r><w:rPr><w:rFonts w:ascii="Arial"/><w:i/><w:color w:val="4C4D4F"/><w:spacing w:val="-2"/><w:sz w:val="22"/></w:rPr><w:t>to</w:t></w:r><w:r><w:rPr><w:rFonts w:ascii="Arial"/><w:i/><w:color w:val="4C4D4F"/><w:spacing w:val="-4"/><w:sz w:val="22"/></w:rPr><w:t> </w:t></w:r><w:r><w:rPr><w:rFonts w:ascii="Arial"/><w:i/><w:color w:val="4C4D4F"/><w:spacing w:val="-3"/><w:sz w:val="22"/></w:rPr><w:t>scale</w:t></w:r><w:r><w:rPr><w:rFonts w:ascii="Arial"/><w:color w:val="4C4D4F"/><w:spacing w:val="-3"/><w:sz w:val="22"/></w:rPr><w:t>.</w:t></w:r><w:r><w:rPr><w:rFonts w:ascii="Arial"/><w:sz w:val="22"/></w:rPr></w:r></w:p><w:p><w:pPr><w:pStyle w:val="BodyText"/><w:spacing w:line="265" w:lineRule="auto" w:before="144"/><w:ind w:left="1100" w:right="1532"/><w:jc w:val="left"/></w:pPr><w:r><w:rPr><w:rFonts w:ascii="Arial"/><w:b/><w:color w:val="4C4D4F"/><w:spacing w:val="-1"/></w:rPr><w:t>Printer/plotter</w:t></w:r><w:r><w:rPr><w:color w:val="4C4D4F"/><w:spacing w:val="-1"/></w:rPr><w:t>:</w:t></w:r><w:r><w:rPr><w:color w:val="4C4D4F"/><w:spacing w:val="-5"/></w:rPr><w:t> </w:t></w:r><w:r><w:rPr><w:color w:val="4C4D4F"/><w:spacing w:val="-1"/></w:rPr><w:t>the</w:t></w:r><w:r><w:rPr><w:color w:val="4C4D4F"/><w:spacing w:val="-4"/></w:rPr><w:t> </w:t></w:r><w:r><w:rPr><w:color w:val="4C4D4F"/><w:spacing w:val="-2"/></w:rPr><w:t>device</w:t></w:r><w:r><w:rPr><w:color w:val="4C4D4F"/><w:spacing w:val="-4"/></w:rPr><w:t> </w:t></w:r><w:r><w:rPr><w:color w:val="4C4D4F"/><w:spacing w:val="-2"/></w:rPr><w:t>used</w:t></w:r><w:r><w:rPr><w:color w:val="4C4D4F"/><w:spacing w:val="-4"/></w:rPr><w:t> </w:t></w:r><w:r><w:rPr><w:color w:val="4C4D4F"/><w:spacing w:val="-2"/></w:rPr><w:t>to</w:t></w:r><w:r><w:rPr><w:color w:val="4C4D4F"/><w:spacing w:val="-4"/></w:rPr><w:t> </w:t></w:r><w:r><w:rPr><w:color w:val="4C4D4F"/><w:spacing w:val="-2"/></w:rPr><w:t>plot</w:t></w:r><w:r><w:rPr><w:color w:val="4C4D4F"/><w:spacing w:val="-4"/></w:rPr><w:t> </w:t></w:r><w:r><w:rPr><w:color w:val="4C4D4F"/><w:spacing w:val="-3"/></w:rPr><w:t>your</w:t></w:r><w:r><w:rPr><w:color w:val="4C4D4F"/><w:spacing w:val="-5"/></w:rPr><w:t> </w:t></w:r><w:r><w:rPr><w:color w:val="4C4D4F"/><w:spacing w:val="-3"/></w:rPr><w:t>drawing.</w:t></w:r><w:r><w:rPr><w:color w:val="4C4D4F"/><w:spacing w:val="-4"/></w:rPr><w:t> </w:t></w:r><w:r><w:rPr><w:color w:val="4C4D4F"/><w:spacing w:val="-2"/></w:rPr><w:t>Every</w:t></w:r><w:r><w:rPr><w:color w:val="4C4D4F"/><w:spacing w:val="-4"/></w:rPr><w:t> </w:t></w:r><w:r><w:rPr><w:color w:val="4C4D4F"/><w:spacing w:val="-3"/></w:rPr><w:t>printer/plotter</w:t></w:r><w:r><w:rPr><w:color w:val="4C4D4F"/><w:spacing w:val="-4"/></w:rPr><w:t> </w:t></w:r><w:r><w:rPr><w:color w:val="4C4D4F"/><w:spacing w:val="-2"/></w:rPr><w:t>will</w:t></w:r><w:r><w:rPr><w:color w:val="4C4D4F"/><w:spacing w:val="-4"/></w:rPr><w:t> have </w:t></w:r><w:r><w:rPr><w:color w:val="4C4D4F"/><w:spacing w:val="-1"/></w:rPr><w:t>its</w:t></w:r><w:r><w:rPr><w:color w:val="4C4D4F"/><w:spacing w:val="-4"/></w:rPr><w:t> </w:t></w:r><w:r><w:rPr><w:color w:val="4C4D4F"/><w:spacing w:val="-2"/></w:rPr><w:t>own</w:t></w:r><w:r><w:rPr><w:color w:val="4C4D4F"/><w:spacing w:val="83"/></w:rPr><w:t> </w:t></w:r><w:r><w:rPr><w:color w:val="4C4D4F"/><w:spacing w:val="-2"/></w:rPr><w:t>unique</w:t></w:r><w:r><w:rPr><w:color w:val="4C4D4F"/><w:spacing w:val="-4"/></w:rPr><w:t> </w:t></w:r><w:r><w:rPr><w:color w:val="4C4D4F"/><w:spacing w:val="-2"/></w:rPr><w:t>settings</w:t></w:r><w:r><w:rPr><w:color w:val="4C4D4F"/><w:spacing w:val="-3"/></w:rPr><w:t> </w:t></w:r><w:r><w:rPr><w:color w:val="4C4D4F"/><w:spacing w:val="-2"/></w:rPr><w:t>(paper</w:t></w:r><w:r><w:rPr><w:color w:val="4C4D4F"/><w:spacing w:val="-4"/></w:rPr><w:t> </w:t></w:r><w:r><w:rPr><w:color w:val="4C4D4F"/><w:spacing w:val="-3"/></w:rPr><w:t>size, </w:t></w:r><w:r><w:rPr><w:color w:val="4C4D4F"/><w:spacing w:val="-2"/></w:rPr><w:t>margins,</w:t></w:r><w:r><w:rPr><w:color w:val="4C4D4F"/><w:spacing w:val="-4"/></w:rPr><w:t> </w:t></w:r><w:r><w:rPr><w:color w:val="4C4D4F"/><w:spacing w:val="-1"/></w:rPr><w:t>colour</w:t></w:r><w:r><w:rPr><w:color w:val="4C4D4F"/><w:spacing w:val="-3"/></w:rPr><w:t> </w:t></w:r><w:r><w:rPr><w:color w:val="4C4D4F"/><w:spacing w:val="-2"/></w:rPr><w:t>settings,</w:t></w:r><w:r><w:rPr><w:color w:val="4C4D4F"/><w:spacing w:val="-4"/></w:rPr><w:t> </w:t></w:r><w:r><w:rPr><w:color w:val="4C4D4F"/><w:spacing w:val="-6"/></w:rPr><w:t>e</w:t></w:r><w:r><w:rPr><w:color w:val="4C4D4F"/><w:spacing w:val="-7"/></w:rPr><w:t>t</w:t></w:r><w:r><w:rPr><w:color w:val="4C4D4F"/><w:spacing w:val="-6"/></w:rPr><w:t>c</w:t></w:r><w:r><w:rPr><w:color w:val="4C4D4F"/><w:spacing w:val="-7"/></w:rPr><w:t>.</w:t></w:r><w:r><w:rPr><w:color w:val="4C4D4F"/><w:spacing w:val="-6"/></w:rPr><w:t>)</w:t></w:r><w:r><w:rPr><w:color w:val="4C4D4F"/><w:spacing w:val="-7"/></w:rPr><w:t>.</w:t></w:r><w:r><w:rPr><w:color w:val="4C4D4F"/><w:spacing w:val="-3"/></w:rPr><w:t> </w:t></w:r><w:r><w:rPr><w:color w:val="4C4D4F"/></w:rPr><w:t>A</w:t></w:r><w:r><w:rPr><w:color w:val="4C4D4F"/><w:spacing w:val="-4"/></w:rPr><w:t> </w:t></w:r><w:r><w:rPr><w:color w:val="4C4D4F"/><w:spacing w:val="-2"/></w:rPr><w:t>plotter</w:t></w:r><w:r><w:rPr><w:color w:val="4C4D4F"/><w:spacing w:val="-3"/></w:rPr><w:t> </w:t></w:r><w:r><w:rPr><w:color w:val="4C4D4F"/><w:spacing w:val="-1"/></w:rPr><w:t>is</w:t></w:r><w:r><w:rPr><w:color w:val="4C4D4F"/><w:spacing w:val="-4"/></w:rPr><w:t> </w:t></w:r><w:r><w:rPr><w:color w:val="4C4D4F"/></w:rPr><w:t>a</w:t></w:r><w:r><w:rPr><w:color w:val="4C4D4F"/><w:spacing w:val="-3"/></w:rPr><w:t> </w:t></w:r><w:r><w:rPr><w:color w:val="4C4D4F"/><w:spacing w:val="-1"/></w:rPr><w:t>large-format</w:t></w:r><w:r><w:rPr><w:color w:val="4C4D4F"/><w:spacing w:val="-4"/></w:rPr><w:t> prin</w:t></w:r><w:r><w:rPr><w:color w:val="4C4D4F"/><w:spacing w:val="-5"/></w:rPr><w:t>t</w:t></w:r><w:r><w:rPr><w:color w:val="4C4D4F"/><w:spacing w:val="-4"/></w:rPr><w:t>er</w:t></w:r><w:r><w:rPr><w:color w:val="4C4D4F"/><w:spacing w:val="-5"/></w:rPr><w:t>.</w:t></w:r><w:r><w:rPr/></w:r></w:p><w:p><w:pPr><w:spacing w:line="240" w:lineRule="auto" w:before="6"/><w:rPr><w:rFonts w:ascii="Arial" w:hAnsi="Arial" w:cs="Arial" w:eastAsia="Arial"/><w:sz w:val="23"/><w:szCs w:val="23"/></w:rPr></w:pPr></w:p><w:p><w:pPr><w:pStyle w:val="Heading2"/><w:spacing w:line="240" w:lineRule="auto"/><w:ind w:right="0"/><w:jc w:val="left"/><w:rPr><w:b w:val="0"/><w:bCs w:val="0"/></w:rPr></w:pPr><w:r><w:rPr><w:color w:val="4F61AB"/></w:rPr><w:t>Estimated</w:t></w:r><w:r><w:rPr><w:color w:val="4F61AB"/><w:spacing w:val="-11"/></w:rPr><w:t> </w:t></w:r><w:r><w:rPr><w:color w:val="4F61AB"/><w:spacing w:val="-1"/></w:rPr><w:t>Time</w:t></w:r><w:r><w:rPr><w:b w:val="0"/></w:rPr></w:r></w:p><w:p><w:pPr><w:pStyle w:val="BodyText"/><w:spacing w:line="240" w:lineRule="auto"/><w:ind w:left="1100" w:right="0"/><w:jc w:val="left"/></w:pPr><w:r><w:rPr><w:color w:val="4C4D4F"/><w:spacing w:val="1"/></w:rPr><w:t>15–30</w:t></w:r><w:r><w:rPr><w:color w:val="4C4D4F"/><w:spacing w:val="-1"/></w:rPr><w:t> </w:t></w:r><w:r><w:rPr><w:color w:val="4C4D4F"/><w:spacing w:val="-2"/></w:rPr><w:t>minutes</w:t></w:r><w:r><w:rPr/></w:r></w:p><w:p><w:pPr><w:spacing w:line="240" w:lineRule="auto" w:before="9"/><w:rPr><w:rFonts w:ascii="Arial" w:hAnsi="Arial" w:cs="Arial" w:eastAsia="Arial"/><w:sz w:val="25"/><w:szCs w:val="25"/></w:rPr></w:pPr></w:p><w:p><w:pPr><w:pStyle w:val="Heading2"/><w:spacing w:line="240" w:lineRule="auto"/><w:ind w:right="0"/><w:jc w:val="left"/><w:rPr><w:b w:val="0"/><w:bCs w:val="0"/></w:rPr></w:pPr><w:r><w:rPr><w:color w:val="4F61AB"/><w:spacing w:val="-1"/></w:rPr><w:t>Recommended</w:t></w:r><w:r><w:rPr><w:color w:val="4F61AB"/><w:spacing w:val="-8"/></w:rPr><w:t> </w:t></w:r><w:r><w:rPr><w:color w:val="4F61AB"/><w:spacing w:val="-1"/></w:rPr><w:t>Number</w:t></w:r><w:r><w:rPr><w:color w:val="4F61AB"/><w:spacing w:val="-8"/></w:rPr><w:t> </w:t></w:r><w:r><w:rPr><w:color w:val="4F61AB"/><w:spacing w:val="-1"/></w:rPr><w:t>of</w:t></w:r><w:r><w:rPr><w:color w:val="4F61AB"/><w:spacing w:val="-8"/></w:rPr><w:t> </w:t></w:r><w:r><w:rPr><w:color w:val="4F61AB"/></w:rPr><w:t>Students</w:t></w:r><w:r><w:rPr><w:b w:val="0"/></w:rPr></w:r></w:p><w:p><w:pPr><w:spacing w:before="124"/><w:ind w:left="1100" w:right="0" w:firstLine="0"/><w:jc w:val="left"/><w:rPr><w:rFonts w:ascii="Arial" w:hAnsi="Arial" w:cs="Arial" w:eastAsia="Arial"/><w:sz w:val="22"/><w:szCs w:val="22"/></w:rPr></w:pPr><w:r><w:rPr><w:rFonts w:ascii="Arial" w:hAnsi="Arial" w:cs="Arial" w:eastAsia="Arial"/><w:color w:val="4C4D4F"/><w:spacing w:val="-2"/><w:sz w:val="22"/><w:szCs w:val="22"/></w:rPr><w:t>20, </w:t></w:r><w:r><w:rPr><w:rFonts w:ascii="Arial" w:hAnsi="Arial" w:cs="Arial" w:eastAsia="Arial"/><w:color w:val="4C4D4F"/><w:spacing w:val="-1"/><w:sz w:val="22"/><w:szCs w:val="22"/></w:rPr><w:t>based</w:t></w:r><w:r><w:rPr><w:rFonts w:ascii="Arial" w:hAnsi="Arial" w:cs="Arial" w:eastAsia="Arial"/><w:color w:val="4C4D4F"/><w:spacing w:val="-2"/><w:sz w:val="22"/><w:szCs w:val="22"/></w:rPr><w:t> </w:t></w:r><w:r><w:rPr><w:rFonts w:ascii="Arial" w:hAnsi="Arial" w:cs="Arial" w:eastAsia="Arial"/><w:color w:val="4C4D4F"/><w:sz w:val="22"/><w:szCs w:val="22"/></w:rPr><w:t>on</w:t></w:r><w:r><w:rPr><w:rFonts w:ascii="Arial" w:hAnsi="Arial" w:cs="Arial" w:eastAsia="Arial"/><w:color w:val="4C4D4F"/><w:spacing w:val="-3"/><w:sz w:val="22"/><w:szCs w:val="22"/></w:rPr><w:t> </w:t></w:r><w:r><w:rPr><w:rFonts w:ascii="Arial" w:hAnsi="Arial" w:cs="Arial" w:eastAsia="Arial"/><w:i/><w:color w:val="4C4D4F"/><w:sz w:val="22"/><w:szCs w:val="22"/></w:rPr><w:t>BC</w:t></w:r><w:r><w:rPr><w:rFonts w:ascii="Arial" w:hAnsi="Arial" w:cs="Arial" w:eastAsia="Arial"/><w:i/><w:color w:val="4C4D4F"/><w:spacing w:val="-2"/><w:sz w:val="22"/><w:szCs w:val="22"/></w:rPr><w:t> </w:t></w:r><w:r><w:rPr><w:rFonts w:ascii="Arial" w:hAnsi="Arial" w:cs="Arial" w:eastAsia="Arial"/><w:i/><w:color w:val="4C4D4F"/><w:spacing w:val="-3"/><w:sz w:val="22"/><w:szCs w:val="22"/></w:rPr><w:t>Technology</w:t></w:r><w:r><w:rPr><w:rFonts w:ascii="Arial" w:hAnsi="Arial" w:cs="Arial" w:eastAsia="Arial"/><w:i/><w:color w:val="4C4D4F"/><w:spacing w:val="-2"/><w:sz w:val="22"/><w:szCs w:val="22"/></w:rPr><w:t> </w:t></w:r><w:r><w:rPr><w:rFonts w:ascii="Arial" w:hAnsi="Arial" w:cs="Arial" w:eastAsia="Arial"/><w:i/><w:color w:val="4C4D4F"/><w:spacing w:val="-1"/><w:sz w:val="22"/><w:szCs w:val="22"/></w:rPr><w:t>Educators’</w:t></w:r><w:r><w:rPr><w:rFonts w:ascii="Arial" w:hAnsi="Arial" w:cs="Arial" w:eastAsia="Arial"/><w:i/><w:color w:val="4C4D4F"/><w:spacing w:val="-2"/><w:sz w:val="22"/><w:szCs w:val="22"/></w:rPr><w:t> </w:t></w:r><w:r><w:rPr><w:rFonts w:ascii="Arial" w:hAnsi="Arial" w:cs="Arial" w:eastAsia="Arial"/><w:i/><w:color w:val="4C4D4F"/><w:sz w:val="22"/><w:szCs w:val="22"/></w:rPr><w:t>Best</w:t></w:r><w:r><w:rPr><w:rFonts w:ascii="Arial" w:hAnsi="Arial" w:cs="Arial" w:eastAsia="Arial"/><w:i/><w:color w:val="4C4D4F"/><w:spacing w:val="-1"/><w:sz w:val="22"/><w:szCs w:val="22"/></w:rPr><w:t> Practice</w:t></w:r><w:r><w:rPr><w:rFonts w:ascii="Arial" w:hAnsi="Arial" w:cs="Arial" w:eastAsia="Arial"/><w:i/><w:color w:val="4C4D4F"/><w:spacing w:val="-3"/><w:sz w:val="22"/><w:szCs w:val="22"/></w:rPr><w:t> </w:t></w:r><w:r><w:rPr><w:rFonts w:ascii="Arial" w:hAnsi="Arial" w:cs="Arial" w:eastAsia="Arial"/><w:i/><w:color w:val="4C4D4F"/><w:spacing w:val="-1"/><w:sz w:val="22"/><w:szCs w:val="22"/></w:rPr><w:t>Guide</w:t></w:r><w:r><w:rPr><w:rFonts w:ascii="Arial" w:hAnsi="Arial" w:cs="Arial" w:eastAsia="Arial"/><w:sz w:val="22"/><w:szCs w:val="22"/></w:rPr></w:r></w:p><w:p><w:pPr><w:spacing w:line="240" w:lineRule="auto" w:before="9"/><w:rPr><w:rFonts w:ascii="Arial" w:hAnsi="Arial" w:cs="Arial" w:eastAsia="Arial"/><w:i/><w:sz w:val="25"/><w:szCs w:val="25"/></w:rPr></w:pPr></w:p><w:p><w:pPr><w:pStyle w:val="Heading2"/><w:spacing w:line="240" w:lineRule="auto"/><w:ind w:right="0"/><w:jc w:val="left"/><w:rPr><w:b w:val="0"/><w:bCs w:val="0"/></w:rPr></w:pPr><w:r><w:rPr><w:color w:val="4F61AB"/><w:spacing w:val="-2"/></w:rPr><w:t>Facilities</w:t></w:r><w:r><w:rPr><w:b w:val="0"/></w:rPr></w:r></w:p><w:p><w:pPr><w:pStyle w:val="BodyText"/><w:spacing w:line="240" w:lineRule="auto"/><w:ind w:left="1100" w:right="0"/><w:jc w:val="left"/></w:pPr><w:r><w:rPr><w:color w:val="4C4D4F"/><w:spacing w:val="-1"/></w:rPr><w:t>Computer</w:t></w:r><w:r><w:rPr><w:color w:val="4C4D4F"/><w:spacing w:val="-2"/></w:rPr><w:t> </w:t></w:r><w:r><w:rPr><w:color w:val="4C4D4F"/><w:spacing w:val="-1"/></w:rPr><w:t>lab</w:t></w:r><w:r><w:rPr><w:color w:val="4C4D4F"/><w:spacing w:val="-3"/></w:rPr><w:t> </w:t></w:r><w:r><w:rPr><w:color w:val="4C4D4F"/><w:spacing w:val="-1"/></w:rPr><w:t>installed</w:t></w:r><w:r><w:rPr><w:color w:val="4C4D4F"/><w:spacing w:val="-2"/></w:rPr><w:t> </w:t></w:r><w:r><w:rPr><w:color w:val="4C4D4F"/><w:spacing w:val="-1"/></w:rPr><w:t>with</w:t></w:r><w:r><w:rPr><w:color w:val="4C4D4F"/><w:spacing w:val="-3"/></w:rPr><w:t> </w:t></w:r><w:r><w:rPr><w:color w:val="4C4D4F"/></w:rPr><w:t>CAD</w:t></w:r><w:r><w:rPr><w:color w:val="4C4D4F"/><w:spacing w:val="-2"/></w:rPr><w:t> </w:t></w:r><w:r><w:rPr><w:color w:val="4C4D4F"/></w:rPr><w:t>software</w:t></w:r><w:r><w:rPr><w:color w:val="4C4D4F"/><w:spacing w:val="-3"/></w:rPr><w:t> </w:t></w:r><w:r><w:rPr><w:color w:val="4C4D4F"/><w:spacing w:val="-2"/></w:rPr><w:t>(Google </w:t></w:r><w:r><w:rPr><w:color w:val="4C4D4F"/><w:spacing w:val="-3"/></w:rPr><w:t>SketchUp,</w:t></w:r><w:r><w:rPr><w:color w:val="4C4D4F"/><w:spacing w:val="-2"/></w:rPr><w:t> AutoCAD,</w:t></w:r><w:r><w:rPr><w:color w:val="4C4D4F"/><w:spacing w:val="-1"/></w:rPr><w:t> CADopia,</w:t></w:r><w:r><w:rPr><w:color w:val="4C4D4F"/><w:spacing w:val="-2"/></w:rPr><w:t> </w:t></w:r><w:r><w:rPr><w:color w:val="4C4D4F"/><w:spacing w:val="-5"/></w:rPr><w:t>e</w:t></w:r><w:r><w:rPr><w:color w:val="4C4D4F"/><w:spacing w:val="-6"/></w:rPr><w:t>t</w:t></w:r><w:r><w:rPr><w:color w:val="4C4D4F"/><w:spacing w:val="-5"/></w:rPr><w:t>c</w:t></w:r><w:r><w:rPr><w:color w:val="4C4D4F"/><w:spacing w:val="-6"/></w:rPr><w:t>.</w:t></w:r><w:r><w:rPr><w:color w:val="4C4D4F"/><w:spacing w:val="-5"/></w:rPr><w:t>)</w:t></w:r><w:r><w:rPr/></w:r></w:p><w:p><w:pPr><w:spacing w:line="240" w:lineRule="auto" w:before="9"/><w:rPr><w:rFonts w:ascii="Arial" w:hAnsi="Arial" w:cs="Arial" w:eastAsia="Arial"/><w:sz w:val="25"/><w:szCs w:val="25"/></w:rPr></w:pPr></w:p><w:p><w:pPr><w:pStyle w:val="Heading2"/><w:spacing w:line="240" w:lineRule="auto"/><w:ind w:right="0"/><w:jc w:val="left"/><w:rPr><w:b w:val="0"/><w:bCs w:val="0"/></w:rPr></w:pPr><w:r><w:rPr><w:color w:val="4F61AB"/><w:spacing w:val="-7"/></w:rPr><w:t>Tool</w:t></w:r><w:r><w:rPr><w:color w:val="4F61AB"/><w:spacing w:val="-6"/></w:rPr><w:t>s</w:t></w:r><w:r><w:rPr><w:b w:val="0"/></w:rPr></w:r></w:p><w:p><w:pPr><w:pStyle w:val="BodyText"/><w:spacing w:line="240" w:lineRule="auto"/><w:ind w:left="1100" w:right="0"/><w:jc w:val="left"/></w:pPr><w:r><w:rPr><w:color w:val="4C4D4F"/><w:spacing w:val="-1"/></w:rPr><w:t>Projector with</w:t></w:r><w:r><w:rPr><w:color w:val="4C4D4F"/><w:spacing w:val="-2"/></w:rPr><w:t> </w:t></w:r><w:r><w:rPr><w:color w:val="4C4D4F"/><w:spacing w:val="-1"/></w:rPr><w:t>computer and</w:t></w:r><w:r><w:rPr><w:color w:val="4C4D4F"/><w:spacing w:val="-2"/></w:rPr><w:t> speakers,</w:t></w:r><w:r><w:rPr><w:color w:val="4C4D4F"/><w:spacing w:val="-1"/></w:rPr><w:t> </w:t></w:r><w:r><w:rPr><w:color w:val="4C4D4F"/><w:spacing w:val="-2"/></w:rPr><w:t>Internet</w:t></w:r><w:r><w:rPr><w:color w:val="4C4D4F"/><w:spacing w:val="-1"/></w:rPr><w:t> </w:t></w:r><w:r><w:rPr><w:color w:val="4C4D4F"/></w:rPr><w:t>access</w:t></w:r><w:r><w:rPr/></w:r></w:p><w:p><w:pPr><w:spacing w:line="240" w:lineRule="auto" w:before="9"/><w:rPr><w:rFonts w:ascii="Arial" w:hAnsi="Arial" w:cs="Arial" w:eastAsia="Arial"/><w:sz w:val="25"/><w:szCs w:val="25"/></w:rPr></w:pPr></w:p><w:p><w:pPr><w:pStyle w:val="Heading2"/><w:spacing w:line="240" w:lineRule="auto"/><w:ind w:right="0"/><w:jc w:val="left"/><w:rPr><w:b w:val="0"/><w:bCs w:val="0"/></w:rPr></w:pPr><w:r><w:rPr><w:color w:val="4F61AB"/></w:rPr><w:t>Materials</w:t></w:r><w:r><w:rPr><w:b w:val="0"/></w:rPr></w:r></w:p><w:p><w:pPr><w:pStyle w:val="BodyText"/><w:spacing w:line="240" w:lineRule="auto"/><w:ind w:left="1100" w:right="0"/><w:jc w:val="left"/></w:pPr><w:r><w:rPr><w:color w:val="4C4D4F"/><w:spacing w:val="-1"/></w:rPr><w:t>Handout</w:t></w:r><w:r><w:rPr><w:color w:val="4C4D4F"/><w:spacing w:val="-2"/></w:rPr><w:t> </w:t></w:r><w:r><w:rPr><w:color w:val="4C4D4F"/><w:spacing w:val="-1"/></w:rPr><w:t>for</w:t></w:r><w:r><w:rPr><w:color w:val="4C4D4F"/><w:spacing w:val="-2"/></w:rPr><w:t> students</w:t></w:r><w:r><w:rPr><w:color w:val="4C4D4F"/><w:spacing w:val="-1"/></w:rPr><w:t> with</w:t></w:r><w:r><w:rPr><w:color w:val="4C4D4F"/><w:spacing w:val="-2"/></w:rPr><w:t> </w:t></w:r><w:r><w:rPr><w:color w:val="4C4D4F"/><w:spacing w:val="-1"/></w:rPr><w:t>instructions</w:t></w:r><w:r><w:rPr/></w:r></w:p><w:p><w:pPr><w:spacing w:line="240" w:lineRule="auto" w:before="9"/><w:rPr><w:rFonts w:ascii="Arial" w:hAnsi="Arial" w:cs="Arial" w:eastAsia="Arial"/><w:sz w:val="25"/><w:szCs w:val="25"/></w:rPr></w:pPr></w:p><w:p><w:pPr><w:pStyle w:val="Heading2"/><w:spacing w:line="240" w:lineRule="auto"/><w:ind w:right="0"/><w:jc w:val="left"/><w:rPr><w:b w:val="0"/><w:bCs w:val="0"/></w:rPr></w:pPr><w:r><w:rPr><w:color w:val="4F61AB"/><w:spacing w:val="-1"/></w:rPr><w:t>Resources</w:t></w:r><w:r><w:rPr><w:b w:val="0"/></w:rPr></w:r></w:p><w:p><w:pPr><w:pStyle w:val="BodyText"/><w:spacing w:line="240" w:lineRule="auto"/><w:ind w:left="1100" w:right="0"/><w:jc w:val="left"/></w:pPr><w:r><w:rPr><w:color w:val="4C4D4F"/><w:spacing w:val="-1"/></w:rPr><w:t>Instructional</w:t></w:r><w:r><w:rPr><w:color w:val="4C4D4F"/><w:spacing w:val="-2"/></w:rPr><w:t> </w:t></w:r><w:r><w:rPr><w:color w:val="4C4D4F"/><w:spacing w:val="-1"/></w:rPr><w:t>video for teacher and</w:t></w:r><w:r><w:rPr><w:color w:val="4C4D4F"/><w:spacing w:val="-2"/></w:rPr><w:t> students</w:t></w:r><w:r><w:rPr><w:color w:val="4C4D4F"/><w:spacing w:val="-1"/></w:rPr><w:t> to follow:</w:t></w:r><w:r><w:rPr/></w:r></w:p><w:p><w:pPr><w:pStyle w:val="BodyText"/><w:numPr><w:ilvl w:val="0"/><w:numId w:val="2"/></w:numPr><w:tabs><w:tab w:pos="1640" w:val="left" w:leader="none"/></w:tabs><w:spacing w:line="240" w:lineRule="auto" w:before="137" w:after="0"/><w:ind w:left="1640" w:right="0" w:hanging="270"/><w:jc w:val="left"/></w:pPr><w:r><w:rPr><w:color w:val="456DA9"/><w:spacing w:val="-9"/><w:u w:val="single" w:color="456DA9"/></w:rPr><w:t>10</w:t></w:r><w:r><w:rPr><w:color w:val="456DA9"/><w:spacing w:val="-10"/><w:u w:val="single" w:color="456DA9"/></w:rPr><w:t>.</w:t></w:r><w:r><w:rPr><w:color w:val="456DA9"/><w:spacing w:val="-9"/><w:u w:val="single" w:color="456DA9"/></w:rPr><w:t>1</w:t></w:r><w:r><w:rPr><w:color w:val="456DA9"/><w:spacing w:val="-2"/><w:u w:val="single" w:color="456DA9"/></w:rPr><w:t> </w:t></w:r><w:r><w:rPr><w:color w:val="456DA9"/><w:spacing w:val="-1"/><w:u w:val="single" w:color="456DA9"/></w:rPr><w:t>Plotting</w:t></w:r><w:r><w:rPr><w:color w:val="456DA9"/><w:spacing w:val="-2"/><w:u w:val="single" w:color="456DA9"/></w:rPr><w:t> </w:t></w:r><w:r><w:rPr><w:color w:val="456DA9"/><w:spacing w:val="-7"/><w:u w:val="single" w:color="456DA9"/></w:rPr><w:t>Y</w:t></w:r><w:r><w:rPr><w:color w:val="456DA9"/><w:spacing w:val="-6"/><w:u w:val="single" w:color="456DA9"/></w:rPr><w:t>our</w:t></w:r><w:r><w:rPr><w:color w:val="456DA9"/><w:spacing w:val="-1"/><w:u w:val="single" w:color="456DA9"/></w:rPr><w:t> Drawing</w:t></w:r><w:r><w:rPr><w:color w:val="456DA9"/></w:rPr></w:r><w:r><w:rPr/></w:r></w:p><w:p><w:pPr><w:spacing w:line="240" w:lineRule="auto" w:before="9"/><w:rPr><w:rFonts w:ascii="Arial" w:hAnsi="Arial" w:cs="Arial" w:eastAsia="Arial"/><w:sz w:val="25"/><w:szCs w:val="25"/></w:rPr></w:pPr></w:p><w:p><w:pPr><w:pStyle w:val="Heading2"/><w:spacing w:line="240" w:lineRule="auto"/><w:ind w:right="0"/><w:jc w:val="left"/><w:rPr><w:b w:val="0"/><w:bCs w:val="0"/></w:rPr></w:pPr><w:r><w:rPr><w:color w:val="4F61AB"/><w:spacing w:val="-3"/></w:rPr><w:t>Teacher-led</w:t></w:r><w:r><w:rPr><w:color w:val="4F61AB"/><w:spacing w:val="-13"/></w:rPr><w:t> </w:t></w:r><w:r><w:rPr><w:color w:val="4F61AB"/></w:rPr><w:t>Activity</w:t></w:r><w:r><w:rPr><w:b w:val="0"/></w:rPr></w:r></w:p><w:p><w:pPr><w:pStyle w:val="BodyText"/><w:spacing w:line="240" w:lineRule="auto"/><w:ind w:left="1100" w:right="0"/><w:jc w:val="left"/></w:pPr><w:r><w:rPr><w:color w:val="4C4D4F"/><w:spacing w:val="-1"/></w:rPr><w:t>Use</w:t></w:r><w:r><w:rPr><w:color w:val="4C4D4F"/><w:spacing w:val="-2"/></w:rPr><w:t> </w:t></w:r><w:r><w:rPr><w:color w:val="4C4D4F"/></w:rPr><w:t>a</w:t></w:r><w:r><w:rPr><w:color w:val="4C4D4F"/><w:spacing w:val="-2"/></w:rPr><w:t> </w:t></w:r><w:r><w:rPr><w:color w:val="4C4D4F"/><w:spacing w:val="-1"/></w:rPr><w:t>computer</w:t></w:r><w:r><w:rPr><w:color w:val="4C4D4F"/></w:rPr><w:t> </w:t></w:r><w:r><w:rPr><w:color w:val="4C4D4F"/><w:spacing w:val="-1"/></w:rPr><w:t>with</w:t></w:r><w:r><w:rPr><w:color w:val="4C4D4F"/><w:spacing w:val="-2"/></w:rPr><w:t> </w:t></w:r><w:r><w:rPr><w:color w:val="4C4D4F"/></w:rPr><w:t>a</w:t></w:r><w:r><w:rPr><w:color w:val="4C4D4F"/><w:spacing w:val="-1"/></w:rPr><w:t> projector to demonstrate</w:t></w:r><w:r><w:rPr><w:color w:val="4C4D4F"/><w:spacing w:val="-2"/></w:rPr><w:t> </w:t></w:r><w:r><w:rPr><w:color w:val="4C4D4F"/><w:spacing w:val="-1"/></w:rPr><w:t>how </w:t></w:r><w:r><w:rPr><w:color w:val="4C4D4F"/><w:spacing w:val="-3"/></w:rPr><w:t>to:</w:t></w:r><w:r><w:rPr/></w:r></w:p><w:p><w:pPr><w:pStyle w:val="BodyText"/><w:numPr><w:ilvl w:val="0"/><w:numId w:val="2"/></w:numPr><w:tabs><w:tab w:pos="1640" w:val="left" w:leader="none"/></w:tabs><w:spacing w:line="240" w:lineRule="auto" w:before="137" w:after="0"/><w:ind w:left="1640" w:right="0" w:hanging="270"/><w:jc w:val="left"/></w:pPr><w:r><w:rPr><w:color w:val="4C4D4F"/></w:rPr><w:t>Open</w:t></w:r><w:r><w:rPr><w:color w:val="4C4D4F"/><w:spacing w:val="-3"/></w:rPr><w:t> </w:t></w:r><w:r><w:rPr><w:color w:val="4C4D4F"/><w:spacing w:val="-1"/></w:rPr><w:t>the</w:t></w:r><w:r><w:rPr><w:color w:val="4C4D4F"/><w:spacing w:val="-2"/></w:rPr><w:t> </w:t></w:r><w:r><w:rPr><w:color w:val="4C4D4F"/><w:spacing w:val="-1"/></w:rPr><w:t>Plot window</w:t></w:r><w:r><w:rPr><w:color w:val="4C4D4F"/><w:spacing w:val="-2"/></w:rPr><w:t> </w:t></w:r><w:r><w:rPr><w:color w:val="4C4D4F"/></w:rPr><w:t>from</w:t></w:r><w:r><w:rPr><w:color w:val="4C4D4F"/><w:spacing w:val="-1"/></w:rPr><w:t> the</w:t></w:r><w:r><w:rPr><w:color w:val="4C4D4F"/><w:spacing w:val="-3"/></w:rPr><w:t> </w:t></w:r><w:r><w:rPr><w:color w:val="4C4D4F"/><w:spacing w:val="-1"/></w:rPr><w:t>Application</w:t></w:r><w:r><w:rPr><w:color w:val="4C4D4F"/><w:spacing w:val="-2"/></w:rPr><w:t> menu.</w:t></w:r><w:r><w:rPr/></w:r></w:p><w:p><w:pPr><w:pStyle w:val="BodyText"/><w:numPr><w:ilvl w:val="0"/><w:numId w:val="2"/></w:numPr><w:tabs><w:tab w:pos="1640" w:val="left" w:leader="none"/></w:tabs><w:spacing w:line="240" w:lineRule="auto" w:before="90" w:after="0"/><w:ind w:left="1640" w:right="0" w:hanging="270"/><w:jc w:val="left"/></w:pPr><w:r><w:rPr><w:color w:val="4C4D4F"/><w:spacing w:val="-1"/></w:rPr><w:t>Show</w:t></w:r><w:r><w:rPr><w:color w:val="4C4D4F"/><w:spacing w:val="-2"/></w:rPr><w:t> students</w:t></w:r><w:r><w:rPr><w:color w:val="4C4D4F"/><w:spacing w:val="-1"/></w:rPr><w:t> which</w:t></w:r><w:r><w:rPr><w:color w:val="4C4D4F"/><w:spacing w:val="-2"/></w:rPr><w:t> printer/plotter</w:t></w:r><w:r><w:rPr><w:color w:val="4C4D4F"/></w:rPr><w:t> </w:t></w:r><w:r><w:rPr><w:color w:val="4C4D4F"/><w:spacing w:val="-1"/></w:rPr><w:t>to</w:t></w:r><w:r><w:rPr><w:color w:val="4C4D4F"/><w:spacing w:val="-2"/></w:rPr><w:t> </w:t></w:r><w:r><w:rPr><w:color w:val="4C4D4F"/><w:spacing w:val="-1"/></w:rPr><w:t>select </w:t></w:r><w:r><w:rPr><w:color w:val="4C4D4F"/></w:rPr><w:t>on</w:t></w:r><w:r><w:rPr><w:color w:val="4C4D4F"/><w:spacing w:val="-1"/></w:rPr><w:t> </w:t></w:r><w:r><w:rPr><w:color w:val="4C4D4F"/><w:spacing w:val="-2"/></w:rPr><w:t>your</w:t></w:r><w:r><w:rPr><w:color w:val="4C4D4F"/><w:spacing w:val="-1"/></w:rPr><w:t> school</w:t></w:r><w:r><w:rPr><w:color w:val="4C4D4F"/><w:spacing w:val="-2"/></w:rPr><w:t> </w:t></w:r><w:r><w:rPr><w:color w:val="4C4D4F"/></w:rPr><w:t>network.</w:t></w:r><w:r><w:rPr/></w:r></w:p><w:p><w:pPr><w:pStyle w:val="BodyText"/><w:numPr><w:ilvl w:val="0"/><w:numId w:val="2"/></w:numPr><w:tabs><w:tab w:pos="1640" w:val="left" w:leader="none"/></w:tabs><w:spacing w:line="240" w:lineRule="auto" w:before="90" w:after="0"/><w:ind w:left="1640" w:right="0" w:hanging="270"/><w:jc w:val="left"/></w:pPr><w:r><w:rPr><w:color w:val="4C4D4F"/><w:spacing w:val="-1"/></w:rPr><w:t>Show</w:t></w:r><w:r><w:rPr><w:color w:val="4C4D4F"/><w:spacing w:val="-2"/></w:rPr><w:t> </w:t></w:r><w:r><w:rPr><w:color w:val="4C4D4F"/><w:spacing w:val="-1"/></w:rPr><w:t>the</w:t></w:r><w:r><w:rPr><w:color w:val="4C4D4F"/><w:spacing w:val="-2"/></w:rPr><w:t> </w:t></w:r><w:r><w:rPr><w:color w:val="4C4D4F"/></w:rPr><w:t>correct </w:t></w:r><w:r><w:rPr><w:color w:val="4C4D4F"/><w:spacing w:val="-1"/></w:rPr><w:t>paper </w:t></w:r><w:r><w:rPr><w:color w:val="4C4D4F"/><w:spacing w:val="-2"/></w:rPr><w:t>size</w:t></w:r><w:r><w:rPr><w:color w:val="4C4D4F"/><w:spacing w:val="-1"/></w:rPr><w:t> to</w:t></w:r><w:r><w:rPr><w:color w:val="4C4D4F"/><w:spacing w:val="-2"/></w:rPr><w:t> </w:t></w:r><w:r><w:rPr><w:color w:val="4C4D4F"/><w:spacing w:val="-1"/></w:rPr><w:t>print </w:t></w:r><w:r><w:rPr><w:color w:val="4C4D4F"/></w:rPr><w:t>on</w:t></w:r><w:r><w:rPr><w:color w:val="4C4D4F"/><w:spacing w:val="-1"/></w:rPr><w:t> (letter: 8.5&quot;</w:t></w:r><w:r><w:rPr><w:color w:val="4C4D4F"/></w:rPr><w:t> ×</w:t></w:r><w:r><w:rPr><w:color w:val="4C4D4F"/><w:spacing w:val="-1"/></w:rPr><w:t> </w:t></w:r><w:r><w:rPr><w:color w:val="4C4D4F"/><w:spacing w:val="-7"/></w:rPr><w:t>11</w:t></w:r><w:r><w:rPr><w:color w:val="4C4D4F"/><w:spacing w:val="-8"/></w:rPr><w:t>&quot;</w:t></w:r><w:r><w:rPr><w:color w:val="4C4D4F"/><w:spacing w:val="-7"/></w:rPr><w:t>)</w:t></w:r><w:r><w:rPr><w:color w:val="4C4D4F"/><w:spacing w:val="-8"/></w:rPr><w:t>.</w:t></w:r><w:r><w:rPr/></w:r></w:p><w:p><w:pPr><w:pStyle w:val="BodyText"/><w:numPr><w:ilvl w:val="0"/><w:numId w:val="2"/></w:numPr><w:tabs><w:tab w:pos="1640" w:val="left" w:leader="none"/></w:tabs><w:spacing w:line="284" w:lineRule="auto" w:before="90" w:after="0"/><w:ind w:left="1640" w:right="1532" w:hanging="270"/><w:jc w:val="left"/></w:pPr><w:r><w:rPr><w:color w:val="4C4D4F"/><w:spacing w:val="-2"/></w:rPr><w:t>Preview</w:t></w:r><w:r><w:rPr><w:color w:val="4C4D4F"/><w:spacing w:val="-3"/></w:rPr><w:t> </w:t></w:r><w:r><w:rPr><w:color w:val="4C4D4F"/><w:spacing w:val="-1"/></w:rPr><w:t>Plot </w:t></w:r><w:r><w:rPr><w:color w:val="4C4D4F"/></w:rPr><w:t>Area</w:t></w:r><w:r><w:rPr><w:color w:val="4C4D4F"/><w:spacing w:val="-3"/></w:rPr><w:t> </w:t></w:r><w:r><w:rPr><w:color w:val="4C4D4F"/><w:spacing w:val="-1"/></w:rPr><w:t>options </w:t></w:r><w:r><w:rPr><w:color w:val="4C4D4F"/><w:spacing w:val="-3"/></w:rPr><w:t>(Display,</w:t></w:r><w:r><w:rPr><w:color w:val="4C4D4F"/><w:spacing w:val="-1"/></w:rPr><w:t> Extents,</w:t></w:r><w:r><w:rPr><w:color w:val="4C4D4F"/><w:spacing w:val="-2"/></w:rPr><w:t> </w:t></w:r><w:r><w:rPr><w:color w:val="4C4D4F"/><w:spacing w:val="-1"/></w:rPr><w:t>Limits, </w:t></w:r><w:r><w:rPr><w:color w:val="4C4D4F"/><w:spacing w:val="-2"/></w:rPr><w:t>Window) </w:t></w:r><w:r><w:rPr><w:color w:val="4C4D4F"/><w:spacing w:val="-1"/></w:rPr><w:t>to</w:t></w:r><w:r><w:rPr><w:color w:val="4C4D4F"/><w:spacing w:val="-2"/></w:rPr><w:t> explain </w:t></w:r><w:r><w:rPr><w:color w:val="4C4D4F"/><w:spacing w:val="-1"/></w:rPr><w:t>the</w:t></w:r><w:r><w:rPr><w:color w:val="4C4D4F"/><w:spacing w:val="-3"/></w:rPr><w:t> </w:t></w:r><w:r><w:rPr><w:color w:val="4C4D4F"/></w:rPr><w:t>differences</w:t></w:r><w:r><w:rPr><w:color w:val="4C4D4F"/><w:spacing w:val="47"/></w:rPr><w:t> </w:t></w:r><w:r><w:rPr><w:color w:val="4C4D4F"/><w:spacing w:val="-1"/></w:rPr><w:t>among</w:t></w:r><w:r><w:rPr><w:color w:val="4C4D4F"/><w:spacing w:val="-2"/></w:rPr><w:t> </w:t></w:r><w:r><w:rPr><w:color w:val="4C4D4F"/><w:spacing w:val="-1"/></w:rPr><w:t>them.</w:t></w:r><w:r><w:rPr/></w:r></w:p><w:p><w:pPr><w:pStyle w:val="BodyText"/><w:numPr><w:ilvl w:val="0"/><w:numId w:val="2"/></w:numPr><w:tabs><w:tab w:pos="1640" w:val="left" w:leader="none"/></w:tabs><w:spacing w:line="240" w:lineRule="auto" w:before="44" w:after="0"/><w:ind w:left="1640" w:right="0" w:hanging="270"/><w:jc w:val="left"/><w:rPr><w:rFonts w:ascii="Arial" w:hAnsi="Arial" w:cs="Arial" w:eastAsia="Arial"/></w:rPr></w:pPr><w:r><w:rPr><w:rFonts w:ascii="Arial"/><w:color w:val="4C4D4F"/></w:rPr><w:t>Explain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1"/></w:rPr><w:t>Plot</w:t></w:r><w:r><w:rPr><w:rFonts w:ascii="Arial"/><w:color w:val="4C4D4F"/></w:rPr><w:t> Scale </w:t></w:r><w:r><w:rPr><w:rFonts w:ascii="Arial"/><w:color w:val="4C4D4F"/><w:spacing w:val="-1"/></w:rPr><w:t>options</w:t></w:r><w:r><w:rPr><w:rFonts w:ascii="Arial"/><w:color w:val="4C4D4F"/></w:rPr><w:t> </w:t></w:r><w:r><w:rPr><w:rFonts w:ascii="Arial"/><w:color w:val="4C4D4F"/><w:spacing w:val="-2"/></w:rPr><w:t>(Fit</w:t></w:r><w:r><w:rPr><w:rFonts w:ascii="Arial"/><w:color w:val="4C4D4F"/></w:rPr><w:t> </w:t></w:r><w:r><w:rPr><w:rFonts w:ascii="Arial"/><w:color w:val="4C4D4F"/><w:spacing w:val="-1"/></w:rPr><w:t>to</w:t></w:r><w:r><w:rPr><w:rFonts w:ascii="Arial"/><w:color w:val="4C4D4F"/></w:rPr><w:t> </w:t></w:r><w:r><w:rPr><w:rFonts w:ascii="Arial"/><w:color w:val="4C4D4F"/><w:spacing w:val="-3"/></w:rPr><w:t>paper,</w:t></w:r><w:r><w:rPr><w:rFonts w:ascii="Arial"/><w:color w:val="4C4D4F"/></w:rPr><w:t> </w:t></w:r><w:r><w:rPr><w:rFonts w:ascii="Arial"/><w:color w:val="4C4D4F"/><w:spacing w:val="-3"/></w:rPr><w:t>Scale).</w:t></w:r><w:r><w:rPr><w:rFonts w:ascii="Arial"/></w:rPr></w:r></w:p><w:p><w:pPr><w:pStyle w:val="BodyText"/><w:numPr><w:ilvl w:val="0"/><w:numId w:val="2"/></w:numPr><w:tabs><w:tab w:pos="1640" w:val="left" w:leader="none"/></w:tabs><w:spacing w:line="284" w:lineRule="auto" w:before="90" w:after="0"/><w:ind w:left="1640" w:right="1469" w:hanging="270"/><w:jc w:val="left"/></w:pPr><w:r><w:rPr><w:color w:val="4C4D4F"/><w:spacing w:val="-1"/></w:rPr><w:t>Explain</w:t></w:r><w:r><w:rPr><w:color w:val="4C4D4F"/><w:spacing w:val="-2"/></w:rPr><w:t> </w:t></w:r><w:r><w:rPr><w:color w:val="4C4D4F"/><w:spacing w:val="-1"/></w:rPr><w:t>that to plot for direct</w:t></w:r><w:r><w:rPr><w:color w:val="4C4D4F"/></w:rPr><w:t> </w:t></w:r><w:r><w:rPr><w:color w:val="4C4D4F"/><w:spacing w:val="-2"/></w:rPr><w:t>measurements</w:t></w:r><w:r><w:rPr><w:color w:val="4C4D4F"/><w:spacing w:val="-1"/></w:rPr><w:t> of </w:t></w:r><w:r><w:rPr><w:color w:val="4C4D4F"/></w:rPr><w:t>a</w:t></w:r><w:r><w:rPr><w:color w:val="4C4D4F"/><w:spacing w:val="-1"/></w:rPr><w:t> drawing</w:t></w:r><w:r><w:rPr><w:color w:val="4C4D4F"/><w:spacing w:val="-2"/></w:rPr><w:t> </w:t></w:r><w:r><w:rPr><w:color w:val="4C4D4F"/></w:rPr><w:t>or </w:t></w:r><w:r><w:rPr><w:color w:val="4C4D4F"/><w:spacing w:val="-1"/></w:rPr><w:t>use</w:t></w:r><w:r><w:rPr><w:color w:val="4C4D4F"/><w:spacing w:val="-2"/></w:rPr><w:t> </w:t></w:r><w:r><w:rPr><w:color w:val="4C4D4F"/></w:rPr><w:t>a</w:t></w:r><w:r><w:rPr><w:color w:val="4C4D4F"/><w:spacing w:val="-2"/></w:rPr><w:t> </w:t></w:r><w:r><w:rPr><w:color w:val="4C4D4F"/></w:rPr><w:t>full-size</w:t></w:r><w:r><w:rPr><w:color w:val="4C4D4F"/><w:spacing w:val="-1"/></w:rPr><w:t> </w:t></w:r><w:r><w:rPr><w:color w:val="4C4D4F"/><w:spacing w:val="-2"/></w:rPr><w:t>template,</w:t></w:r><w:r><w:rPr><w:color w:val="4C4D4F"/><w:spacing w:val="-1"/></w:rPr><w:t> the</w:t></w:r><w:r><w:rPr><w:color w:val="4C4D4F"/><w:spacing w:val="57"/></w:rPr><w:t> </w:t></w:r><w:r><w:rPr><w:color w:val="4C4D4F"/></w:rPr><w:t>scale</w:t></w:r><w:r><w:rPr><w:color w:val="4C4D4F"/><w:spacing w:val="-1"/></w:rPr><w:t> must</w:t></w:r><w:r><w:rPr><w:color w:val="4C4D4F"/></w:rPr><w:t> </w:t></w:r><w:r><w:rPr><w:color w:val="4C4D4F"/><w:spacing w:val="-1"/></w:rPr><w:t>be</w:t></w:r><w:r><w:rPr><w:color w:val="4C4D4F"/></w:rPr><w:t> correct</w:t></w:r><w:r><w:rPr><w:color w:val="4C4D4F"/><w:spacing w:val="-1"/></w:rPr><w:t> </w:t></w:r><w:r><w:rPr><w:color w:val="4C4D4F"/><w:spacing w:val="-10"/></w:rPr><w:t>(1</w:t></w:r><w:r><w:rPr><w:color w:val="4C4D4F"/><w:spacing w:val="-11"/></w:rPr><w:t>:</w:t></w:r><w:r><w:rPr><w:color w:val="4C4D4F"/><w:spacing w:val="-10"/></w:rPr><w:t>1</w:t></w:r><w:r><w:rPr><w:color w:val="4C4D4F"/><w:spacing w:val="-1"/></w:rPr><w:t> </w:t></w:r><w:r><w:rPr><w:color w:val="4C4D4F"/></w:rPr><w:t>= </w:t></w:r><w:r><w:rPr><w:color w:val="4C4D4F"/><w:spacing w:val="-1"/></w:rPr><w:t>full</w:t></w:r><w:r><w:rPr><w:color w:val="4C4D4F"/><w:spacing w:val="-2"/></w:rPr><w:t> </w:t></w:r><w:r><w:rPr><w:color w:val="4C4D4F"/><w:spacing w:val="-4"/></w:rPr><w:t>size)</w:t></w:r><w:r><w:rPr><w:color w:val="4C4D4F"/><w:spacing w:val="-5"/></w:rPr><w:t>.</w:t></w:r><w:r><w:rPr/></w:r></w:p><w:p><w:pPr><w:pStyle w:val="BodyText"/><w:numPr><w:ilvl w:val="0"/><w:numId w:val="2"/></w:numPr><w:tabs><w:tab w:pos="1640" w:val="left" w:leader="none"/></w:tabs><w:spacing w:line="240" w:lineRule="auto" w:before="44" w:after="0"/><w:ind w:left="1640" w:right="0" w:hanging="270"/><w:jc w:val="left"/></w:pPr><w:r><w:rPr><w:color w:val="4C4D4F"/><w:spacing w:val="-2"/></w:rPr><w:t>Preview </w:t></w:r><w:r><w:rPr><w:color w:val="4C4D4F"/><w:spacing w:val="-1"/></w:rPr><w:t>each</w:t></w:r><w:r><w:rPr><w:color w:val="4C4D4F"/><w:spacing w:val="-2"/></w:rPr><w:t> </w:t></w:r><w:r><w:rPr><w:color w:val="4C4D4F"/><w:spacing w:val="-1"/></w:rPr><w:t>drawing</w:t></w:r><w:r><w:rPr><w:color w:val="4C4D4F"/><w:spacing w:val="-2"/></w:rPr><w:t> </w:t></w:r><w:r><w:rPr><w:color w:val="4C4D4F"/><w:spacing w:val="-1"/></w:rPr><w:t>before</w:t></w:r><w:r><w:rPr><w:color w:val="4C4D4F"/><w:spacing w:val="-2"/></w:rPr><w:t> </w:t></w:r><w:r><w:rPr><w:color w:val="4C4D4F"/><w:spacing w:val="-1"/></w:rPr><w:t>printing.</w:t></w:r><w:r><w:rPr/></w:r></w:p><w:p><w:pPr><w:pStyle w:val="BodyText"/><w:numPr><w:ilvl w:val="0"/><w:numId w:val="2"/></w:numPr><w:tabs><w:tab w:pos="1640" w:val="left" w:leader="none"/></w:tabs><w:spacing w:line="240" w:lineRule="auto" w:before="126" w:after="0"/><w:ind w:left="1640" w:right="0" w:hanging="270"/><w:jc w:val="left"/></w:pPr><w:r><w:rPr><w:color w:val="4C4D4F"/><w:spacing w:val="-1"/></w:rPr><w:t>Print/plot</w:t></w:r><w:r><w:rPr><w:color w:val="4C4D4F"/><w:spacing w:val="-2"/></w:rPr><w:t> </w:t></w:r><w:r><w:rPr><w:color w:val="4C4D4F"/></w:rPr><w:t>a</w:t></w:r><w:r><w:rPr><w:color w:val="4C4D4F"/><w:spacing w:val="-3"/></w:rPr><w:t> </w:t></w:r><w:r><w:rPr><w:color w:val="4C4D4F"/><w:spacing w:val="-2"/></w:rPr><w:t>drawing.</w:t></w:r><w:r><w:rPr/></w:r></w:p><w:p><w:pPr><w:spacing w:after="0" w:line="240" w:lineRule="auto"/><w:jc w:val="left"/><w:sectPr><w:headerReference w:type="even" r:id="rId6"/><w:headerReference w:type="default" r:id="rId7"/><w:footerReference w:type="even" r:id="rId8"/><w:footerReference w:type="default" r:id="rId9"/><w:pgSz w:w="12240" w:h="15840"/><w:pgMar w:header="630" w:footer="643" w:top="1080" w:bottom="840" w:left="340" w:right="360"/><w:pgNumType w:start="2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2"/><w:rPr><w:rFonts w:ascii="Arial" w:hAnsi="Arial" w:cs="Arial" w:eastAsia="Arial"/><w:sz w:val="16"/><w:szCs w:val="16"/></w:rPr></w:pPr></w:p><w:p><w:pPr><w:pStyle w:val="Heading2"/><w:spacing w:line="240" w:lineRule="auto" w:before="64"/><w:ind w:left="1080" w:right="0"/><w:jc w:val="left"/><w:rPr><w:b w:val="0"/><w:bCs w:val="0"/></w:rPr></w:pPr><w:r><w:rPr><w:color w:val="4F61AB"/><w:spacing w:val="-1"/></w:rPr><w:t>Student</w:t></w:r><w:r><w:rPr><w:color w:val="4F61AB"/><w:spacing w:val="-11"/></w:rPr><w:t> </w:t></w:r><w:r><w:rPr><w:color w:val="4F61AB"/></w:rPr><w:t>Activity</w:t></w:r><w:r><w:rPr><w:b w:val="0"/></w:rPr></w:r></w:p><w:p><w:pPr><w:pStyle w:val="BodyText"/><w:spacing w:line="284" w:lineRule="auto"/><w:ind w:left="1080" w:right="1115"/><w:jc w:val="left"/></w:pPr><w:r><w:rPr><w:color w:val="4C4D4F"/><w:spacing w:val="-1"/></w:rPr><w:t>Students</w:t></w:r><w:r><w:rPr><w:color w:val="4C4D4F"/><w:spacing w:val="-3"/></w:rPr><w:t> </w:t></w:r><w:r><w:rPr><w:color w:val="4C4D4F"/><w:spacing w:val="-1"/></w:rPr><w:t>will</w:t></w:r><w:r><w:rPr><w:color w:val="4C4D4F"/><w:spacing w:val="-2"/></w:rPr><w:t> </w:t></w:r><w:r><w:rPr><w:color w:val="4C4D4F"/><w:spacing w:val="-1"/></w:rPr><w:t>follow</w:t></w:r><w:r><w:rPr><w:color w:val="4C4D4F"/><w:spacing w:val="-2"/></w:rPr><w:t> </w:t></w:r><w:r><w:rPr><w:color w:val="4C4D4F"/><w:spacing w:val="-1"/></w:rPr><w:t>the</w:t></w:r><w:r><w:rPr><w:color w:val="4C4D4F"/><w:spacing w:val="-3"/></w:rPr><w:t> </w:t></w:r><w:r><w:rPr><w:color w:val="4C4D4F"/><w:spacing w:val="-1"/></w:rPr><w:t>Student</w:t></w:r><w:r><w:rPr><w:color w:val="4C4D4F"/><w:spacing w:val="-2"/></w:rPr><w:t> </w:t></w:r><w:r><w:rPr><w:color w:val="4C4D4F"/></w:rPr><w:t>Activity</w:t></w:r><w:r><w:rPr><w:color w:val="4C4D4F"/><w:spacing w:val="-2"/></w:rPr><w:t> </w:t></w:r><w:r><w:rPr><w:color w:val="4C4D4F"/></w:rPr><w:t>“Plot</w:t></w:r><w:r><w:rPr><w:color w:val="4C4D4F"/><w:spacing w:val="-3"/></w:rPr><w:t> </w:t></w:r><w:r><w:rPr><w:color w:val="4C4D4F"/><w:spacing w:val="-1"/></w:rPr><w:t>Window</w:t></w:r><w:r><w:rPr><w:color w:val="4C4D4F"/><w:spacing w:val="-2"/></w:rPr><w:t> </w:t></w:r><w:r><w:rPr><w:color w:val="4C4D4F"/><w:spacing w:val="-1"/></w:rPr><w:t>and</w:t></w:r><w:r><w:rPr><w:color w:val="4C4D4F"/><w:spacing w:val="-2"/></w:rPr><w:t> </w:t></w:r><w:r><w:rPr><w:color w:val="4C4D4F"/><w:spacing w:val="-1"/></w:rPr><w:t>Print</w:t></w:r><w:r><w:rPr><w:color w:val="4C4D4F"/><w:spacing w:val="-3"/></w:rPr><w:t> </w:t></w:r><w:r><w:rPr><w:color w:val="4C4D4F"/></w:rPr><w:t>on</w:t></w:r><w:r><w:rPr><w:color w:val="4C4D4F"/><w:spacing w:val="-2"/></w:rPr><w:t> </w:t></w:r><w:r><w:rPr><w:color w:val="4C4D4F"/><w:spacing w:val="-1"/></w:rPr><w:t>8.5&quot;</w:t></w:r><w:r><w:rPr><w:color w:val="4C4D4F"/><w:spacing w:val="-2"/></w:rPr><w:t> </w:t></w:r><w:r><w:rPr><w:color w:val="4C4D4F"/></w:rPr><w:t>×</w:t></w:r><w:r><w:rPr><w:color w:val="4C4D4F"/><w:spacing w:val="-3"/></w:rPr><w:t> </w:t></w:r><w:r><w:rPr><w:color w:val="4C4D4F"/><w:spacing w:val="-10"/></w:rPr><w:t>11</w:t></w:r><w:r><w:rPr><w:color w:val="4C4D4F"/><w:spacing w:val="-11"/></w:rPr><w:t>&quot;</w:t></w:r><w:r><w:rPr><w:color w:val="4C4D4F"/><w:spacing w:val="-2"/></w:rPr><w:t> (Letter) </w:t></w:r><w:r><w:rPr><w:color w:val="4C4D4F"/></w:rPr><w:t>Paper”</w:t></w:r><w:r><w:rPr><w:color w:val="4C4D4F"/><w:spacing w:val="-3"/></w:rPr><w:t> </w:t></w:r><w:r><w:rPr><w:color w:val="4C4D4F"/><w:spacing w:val="-1"/></w:rPr><w:t>and/</w:t></w:r><w:r><w:rPr><w:color w:val="4C4D4F"/><w:spacing w:val="47"/><w:w w:val="99"/></w:rPr><w:t> </w:t></w:r><w:r><w:rPr><w:color w:val="4C4D4F"/></w:rPr><w:t>or</w:t></w:r><w:r><w:rPr><w:color w:val="4C4D4F"/><w:spacing w:val="-1"/></w:rPr><w:t> the</w:t></w:r><w:r><w:rPr><w:color w:val="4C4D4F"/><w:spacing w:val="-2"/></w:rPr><w:t> </w:t></w:r><w:r><w:rPr><w:color w:val="4C4D4F"/><w:spacing w:val="-1"/></w:rPr><w:t>video</w:t></w:r><w:r><w:rPr><w:color w:val="4C4D4F"/><w:spacing w:val="-2"/></w:rPr><w:t> </w:t></w:r><w:r><w:rPr><w:color w:val="4C4D4F"/><w:spacing w:val="-1"/></w:rPr><w:t>tutorials</w:t></w:r><w:r><w:rPr><w:color w:val="4C4D4F"/></w:rPr><w:t> </w:t></w:r><w:r><w:rPr><w:color w:val="4C4D4F"/><w:spacing w:val="-1"/></w:rPr><w:t>to</w:t></w:r><w:r><w:rPr><w:color w:val="4C4D4F"/><w:spacing w:val="-2"/></w:rPr><w:t> </w:t></w:r><w:r><w:rPr><w:color w:val="4C4D4F"/><w:spacing w:val="-1"/></w:rPr><w:t>print/plot their</w:t></w:r><w:r><w:rPr><w:color w:val="4C4D4F"/></w:rPr><w:t> </w:t></w:r><w:r><w:rPr><w:color w:val="4C4D4F"/><w:spacing w:val="-1"/></w:rPr><w:t>own</w:t></w:r><w:r><w:rPr><w:color w:val="4C4D4F"/><w:spacing w:val="-2"/></w:rPr><w:t> drawing.</w:t></w:r><w:r><w:rPr/></w:r></w:p><w:p><w:pPr><w:spacing w:line="240" w:lineRule="auto" w:before="8"/><w:rPr><w:rFonts w:ascii="Arial" w:hAnsi="Arial" w:cs="Arial" w:eastAsia="Arial"/><w:sz w:val="29"/><w:szCs w:val="29"/></w:rPr></w:pPr></w:p><w:p><w:pPr><w:pStyle w:val="Heading2"/><w:spacing w:line="240" w:lineRule="auto"/><w:ind w:left="1080" w:right="0"/><w:jc w:val="left"/><w:rPr><w:b w:val="0"/><w:bCs w:val="0"/></w:rPr></w:pPr><w:r><w:rPr><w:color w:val="4F61AB"/><w:spacing w:val="-1"/></w:rPr><w:t>Assessment</w:t></w:r><w:r><w:rPr><w:b w:val="0"/></w:rPr></w:r></w:p><w:p><w:pPr><w:pStyle w:val="BodyText"/><w:spacing w:line="284" w:lineRule="auto"/><w:ind w:left="1080" w:right="1115"/><w:jc w:val="left"/></w:pPr><w:r><w:rPr><w:color w:val="4C4D4F"/><w:spacing w:val="-1"/></w:rPr><w:t>Students will</w:t></w:r><w:r><w:rPr><w:color w:val="4C4D4F"/><w:spacing w:val="-2"/></w:rPr><w:t> </w:t></w:r><w:r><w:rPr><w:color w:val="4C4D4F"/><w:spacing w:val="-1"/></w:rPr><w:t>show</w:t></w:r><w:r><w:rPr><w:color w:val="4C4D4F"/><w:spacing w:val="-2"/></w:rPr><w:t> </w:t></w:r><w:r><w:rPr><w:color w:val="4C4D4F"/><w:spacing w:val="-1"/></w:rPr><w:t>the teacher their completed</w:t></w:r><w:r><w:rPr><w:color w:val="4C4D4F"/><w:spacing w:val="-2"/></w:rPr><w:t> </w:t></w:r><w:r><w:rPr><w:color w:val="4C4D4F"/><w:spacing w:val="-1"/></w:rPr><w:t>assignment.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teacher </w:t></w:r><w:r><w:rPr><w:color w:val="4C4D4F"/></w:rPr><w:t>can</w:t></w:r><w:r><w:rPr><w:color w:val="4C4D4F"/><w:spacing w:val="-2"/></w:rPr><w:t> </w:t></w:r><w:r><w:rPr><w:color w:val="4C4D4F"/><w:spacing w:val="-3"/></w:rPr><w:t>have</w:t></w:r><w:r><w:rPr><w:color w:val="4C4D4F"/><w:spacing w:val="-1"/></w:rPr><w:t> the</w:t></w:r><w:r><w:rPr><w:color w:val="4C4D4F"/><w:spacing w:val="45"/></w:rPr><w:t> </w:t></w:r><w:r><w:rPr><w:color w:val="4C4D4F"/><w:spacing w:val="-1"/></w:rPr><w:t>assignment printed</w:t></w:r><w:r><w:rPr><w:color w:val="4C4D4F"/><w:spacing w:val="-2"/></w:rPr><w:t> </w:t></w:r><w:r><w:rPr><w:color w:val="4C4D4F"/><w:spacing w:val="-1"/></w:rPr><w:t>out</w:t></w:r><w:r><w:rPr><w:color w:val="4C4D4F"/></w:rPr><w:t> or</w:t></w:r><w:r><w:rPr><w:color w:val="4C4D4F"/><w:spacing w:val="-1"/></w:rPr><w:t> </w:t></w:r><w:r><w:rPr><w:color w:val="4C4D4F"/></w:rPr><w:t>look </w:t></w:r><w:r><w:rPr><w:color w:val="4C4D4F"/><w:spacing w:val="-1"/></w:rPr><w:t>at it</w:t></w:r><w:r><w:rPr><w:color w:val="4C4D4F"/></w:rPr><w:t> on</w:t></w:r><w:r><w:rPr><w:color w:val="4C4D4F"/><w:spacing w:val="-2"/></w:rPr><w:t> </w:t></w:r><w:r><w:rPr><w:color w:val="4C4D4F"/><w:spacing w:val="-1"/></w:rPr><w:t>the computer screen.</w:t></w:r><w:r><w:rPr><w:color w:val="4C4D4F"/></w:rPr><w:t> </w:t></w:r><w:r><w:rPr><w:color w:val="4C4D4F"/><w:spacing w:val="-1"/></w:rPr><w:t>If the </w:t></w:r><w:r><w:rPr><w:color w:val="4C4D4F"/><w:spacing w:val="-2"/></w:rPr><w:t>student</w:t></w:r><w:r><w:rPr><w:color w:val="4C4D4F"/><w:spacing w:val="-1"/></w:rPr><w:t> does not</w:t></w:r><w:r><w:rPr><w:color w:val="4C4D4F"/></w:rPr><w:t> </w:t></w:r><w:r><w:rPr><w:color w:val="4C4D4F"/><w:spacing w:val="-1"/></w:rPr><w:t>produce</w:t></w:r><w:r><w:rPr><w:color w:val="4C4D4F"/><w:spacing w:val="51"/></w:rPr><w:t> </w:t></w:r><w:r><w:rPr><w:color w:val="4C4D4F"/><w:spacing w:val="-2"/></w:rPr><w:t>exactly</w:t></w:r><w:r><w:rPr><w:color w:val="4C4D4F"/><w:spacing w:val="-1"/></w:rPr><w:t> what</w:t></w:r><w:r><w:rPr><w:color w:val="4C4D4F"/></w:rPr><w:t> </w:t></w:r><w:r><w:rPr><w:color w:val="4C4D4F"/><w:spacing w:val="-2"/></w:rPr><w:t>was</w:t></w:r><w:r><w:rPr><w:color w:val="4C4D4F"/></w:rPr><w:t> </w:t></w:r><w:r><w:rPr><w:color w:val="4C4D4F"/><w:spacing w:val="-2"/></w:rPr><w:t>shown,</w:t></w:r><w:r><w:rPr><w:color w:val="4C4D4F"/><w:spacing w:val="-1"/></w:rPr><w:t> then an associated </w:t></w:r><w:r><w:rPr><w:color w:val="4C4D4F"/></w:rPr><w:t>mark</w:t></w:r><w:r><w:rPr><w:color w:val="4C4D4F"/><w:spacing w:val="-1"/></w:rPr><w:t> based </w:t></w:r><w:r><w:rPr><w:color w:val="4C4D4F"/></w:rPr><w:t>on</w:t></w:r><w:r><w:rPr><w:color w:val="4C4D4F"/><w:spacing w:val="-1"/></w:rPr><w:t> </w:t></w:r><w:r><w:rPr><w:color w:val="4C4D4F"/></w:rPr><w:t>errors</w:t></w:r><w:r><w:rPr><w:color w:val="4C4D4F"/><w:spacing w:val="-1"/></w:rPr><w:t> </w:t></w:r><w:r><w:rPr><w:color w:val="4C4D4F"/></w:rPr><w:t>can</w:t></w:r><w:r><w:rPr><w:color w:val="4C4D4F"/><w:spacing w:val="-1"/></w:rPr><w:t> </w:t></w:r><w:r><w:rPr><w:color w:val="4C4D4F"/></w:rPr><w:t>be</w:t></w:r><w:r><w:rPr><w:color w:val="4C4D4F"/><w:spacing w:val="-1"/></w:rPr><w:t> derived.</w:t></w:r><w:r><w:rPr/></w:r></w:p><w:p><w:pPr><w:spacing w:after="0" w:line="284" w:lineRule="auto"/><w:jc w:val="left"/><w:sectPr><w:pgSz w:w="12240" w:h="15840"/><w:pgMar w:header="630" w:footer="643" w:top="1080" w:bottom="840" w:left="360" w:right="340"/></w:sectPr></w:pPr></w:p><w:p><w:pPr><w:spacing w:line="240" w:lineRule="auto" w:before="0"/><w:rPr><w:rFonts w:ascii="Arial" w:hAnsi="Arial" w:cs="Arial" w:eastAsia="Arial"/><w:sz w:val="20"/><w:szCs w:val="20"/></w:rPr></w:pPr></w:p><w:p><w:pPr><w:pStyle w:val="Heading1"/><w:spacing w:line="240" w:lineRule="auto" w:before="224"/><w:ind w:right="0"/><w:jc w:val="left"/><w:rPr><w:b w:val="0"/><w:bCs w:val="0"/></w:rPr></w:pPr><w:r><w:rPr><w:color w:val="4F61AB"/><w:spacing w:val="-1"/></w:rPr><w:t>Student</w:t></w:r><w:r><w:rPr><w:color w:val="4F61AB"/><w:spacing w:val="-13"/></w:rPr><w:t> </w:t></w:r><w:r><w:rPr><w:color w:val="4F61AB"/><w:spacing w:val="-1"/></w:rPr><w:t>Activity:</w:t></w:r><w:r><w:rPr><w:b w:val="0"/></w:rPr></w:r></w:p><w:p><w:pPr><w:spacing w:before="20"/><w:ind w:left="1100" w:right="0" w:firstLine="0"/><w:jc w:val="left"/><w:rPr><w:rFonts w:ascii="Arial" w:hAnsi="Arial" w:cs="Arial" w:eastAsia="Arial"/><w:sz w:val="40"/><w:szCs w:val="40"/></w:rPr></w:pPr><w:r><w:rPr><w:rFonts w:ascii="Arial" w:hAnsi="Arial" w:cs="Arial" w:eastAsia="Arial"/><w:b/><w:bCs/><w:color w:val="4F61AB"/><w:spacing w:val="-3"/><w:sz w:val="40"/><w:szCs w:val="40"/></w:rPr><w:t>Plot</w:t></w:r><w:r><w:rPr><w:rFonts w:ascii="Arial" w:hAnsi="Arial" w:cs="Arial" w:eastAsia="Arial"/><w:b/><w:bCs/><w:color w:val="4F61AB"/><w:spacing w:val="-5"/><w:sz w:val="40"/><w:szCs w:val="40"/></w:rPr><w:t> </w:t></w:r><w:r><w:rPr><w:rFonts w:ascii="Arial" w:hAnsi="Arial" w:cs="Arial" w:eastAsia="Arial"/><w:b/><w:bCs/><w:color w:val="4F61AB"/><w:spacing w:val="-2"/><w:sz w:val="40"/><w:szCs w:val="40"/></w:rPr><w:t>Window</w:t></w:r><w:r><w:rPr><w:rFonts w:ascii="Arial" w:hAnsi="Arial" w:cs="Arial" w:eastAsia="Arial"/><w:b/><w:bCs/><w:color w:val="4F61AB"/><w:spacing w:val="-5"/><w:sz w:val="40"/><w:szCs w:val="40"/></w:rPr><w:t> </w:t></w:r><w:r><w:rPr><w:rFonts w:ascii="Arial" w:hAnsi="Arial" w:cs="Arial" w:eastAsia="Arial"/><w:b/><w:bCs/><w:color w:val="4F61AB"/><w:sz w:val="40"/><w:szCs w:val="40"/></w:rPr><w:t>&amp;</w:t></w:r><w:r><w:rPr><w:rFonts w:ascii="Arial" w:hAnsi="Arial" w:cs="Arial" w:eastAsia="Arial"/><w:b/><w:bCs/><w:color w:val="4F61AB"/><w:spacing w:val="-6"/><w:sz w:val="40"/><w:szCs w:val="40"/></w:rPr><w:t> </w:t></w:r><w:r><w:rPr><w:rFonts w:ascii="Arial" w:hAnsi="Arial" w:cs="Arial" w:eastAsia="Arial"/><w:b/><w:bCs/><w:color w:val="4F61AB"/><w:spacing w:val="-3"/><w:sz w:val="40"/><w:szCs w:val="40"/></w:rPr><w:t>Print</w:t></w:r><w:r><w:rPr><w:rFonts w:ascii="Arial" w:hAnsi="Arial" w:cs="Arial" w:eastAsia="Arial"/><w:b/><w:bCs/><w:color w:val="4F61AB"/><w:spacing w:val="-5"/><w:sz w:val="40"/><w:szCs w:val="40"/></w:rPr><w:t> </w:t></w:r><w:r><w:rPr><w:rFonts w:ascii="Arial" w:hAnsi="Arial" w:cs="Arial" w:eastAsia="Arial"/><w:b/><w:bCs/><w:color w:val="4F61AB"/><w:spacing w:val="-1"/><w:sz w:val="40"/><w:szCs w:val="40"/></w:rPr><w:t>on</w:t></w:r><w:r><w:rPr><w:rFonts w:ascii="Arial" w:hAnsi="Arial" w:cs="Arial" w:eastAsia="Arial"/><w:b/><w:bCs/><w:color w:val="4F61AB"/><w:spacing w:val="-5"/><w:sz w:val="40"/><w:szCs w:val="40"/></w:rPr><w:t> </w:t></w:r><w:r><w:rPr><w:rFonts w:ascii="Arial" w:hAnsi="Arial" w:cs="Arial" w:eastAsia="Arial"/><w:b/><w:bCs/><w:color w:val="4F61AB"/><w:spacing w:val="-1"/><w:sz w:val="40"/><w:szCs w:val="40"/></w:rPr><w:t>8.5&quot;</w:t></w:r><w:r><w:rPr><w:rFonts w:ascii="Arial" w:hAnsi="Arial" w:cs="Arial" w:eastAsia="Arial"/><w:b/><w:bCs/><w:color w:val="4F61AB"/><w:spacing w:val="-6"/><w:sz w:val="40"/><w:szCs w:val="40"/></w:rPr><w:t> </w:t></w:r><w:r><w:rPr><w:rFonts w:ascii="Arial" w:hAnsi="Arial" w:cs="Arial" w:eastAsia="Arial"/><w:color w:val="4F61AB"/><w:sz w:val="40"/><w:szCs w:val="40"/></w:rPr><w:t>×</w:t></w:r><w:r><w:rPr><w:rFonts w:ascii="Arial" w:hAnsi="Arial" w:cs="Arial" w:eastAsia="Arial"/><w:color w:val="4F61AB"/><w:spacing w:val="-4"/><w:sz w:val="40"/><w:szCs w:val="40"/></w:rPr><w:t> </w:t></w:r><w:r><w:rPr><w:rFonts w:ascii="Arial" w:hAnsi="Arial" w:cs="Arial" w:eastAsia="Arial"/><w:b/><w:bCs/><w:color w:val="4F61AB"/><w:spacing w:val="-17"/><w:sz w:val="40"/><w:szCs w:val="40"/></w:rPr><w:t>11&quot;</w:t></w:r><w:r><w:rPr><w:rFonts w:ascii="Arial" w:hAnsi="Arial" w:cs="Arial" w:eastAsia="Arial"/><w:b/><w:bCs/><w:color w:val="4F61AB"/><w:spacing w:val="-6"/><w:sz w:val="40"/><w:szCs w:val="40"/></w:rPr><w:t> </w:t></w:r><w:r><w:rPr><w:rFonts w:ascii="Arial" w:hAnsi="Arial" w:cs="Arial" w:eastAsia="Arial"/><w:b/><w:bCs/><w:color w:val="4F61AB"/><w:spacing w:val="-2"/><w:sz w:val="40"/><w:szCs w:val="40"/></w:rPr><w:t>(Letter)</w:t></w:r><w:r><w:rPr><w:rFonts w:ascii="Arial" w:hAnsi="Arial" w:cs="Arial" w:eastAsia="Arial"/><w:b/><w:bCs/><w:color w:val="4F61AB"/><w:spacing w:val="-5"/><w:sz w:val="40"/><w:szCs w:val="40"/></w:rPr><w:t> </w:t></w:r><w:r><w:rPr><w:rFonts w:ascii="Arial" w:hAnsi="Arial" w:cs="Arial" w:eastAsia="Arial"/><w:b/><w:bCs/><w:color w:val="4F61AB"/><w:spacing w:val="-2"/><w:sz w:val="40"/><w:szCs w:val="40"/></w:rPr><w:t>Paper</w:t></w:r><w:r><w:rPr><w:rFonts w:ascii="Arial" w:hAnsi="Arial" w:cs="Arial" w:eastAsia="Arial"/><w:sz w:val="40"/><w:szCs w:val="40"/></w:rPr></w:r></w:p><w:p><w:pPr><w:spacing w:line="240" w:lineRule="auto" w:before="2"/><w:rPr><w:rFonts w:ascii="Arial" w:hAnsi="Arial" w:cs="Arial" w:eastAsia="Arial"/><w:b/><w:bCs/><w:sz w:val="5"/><w:szCs w:val="5"/></w:rPr></w:pPr></w:p><w:p><w:pPr><w:spacing w:line="100" w:lineRule="atLeast"/><w:ind w:left="1050" w:right="0" w:firstLine="0"/><w:rPr><w:rFonts w:ascii="Arial" w:hAnsi="Arial" w:cs="Arial" w:eastAsia="Arial"/><w:sz w:val="10"/><w:szCs w:val="10"/></w:rPr></w:pPr><w:r><w:rPr><w:rFonts w:ascii="Arial" w:hAnsi="Arial" w:cs="Arial" w:eastAsia="Arial"/><w:sz w:val="10"/><w:szCs w:val="10"/></w:rPr><w:pict><v:group style="width:473pt;height:5pt;mso-position-horizontal-relative:char;mso-position-vertical-relative:line" coordorigin="0,0" coordsize="9460,100"><v:group style="position:absolute;left:50;top:50;width:9360;height:2" coordorigin="50,50" coordsize="9360,2"><v:shape style="position:absolute;left:50;top:50;width:9360;height:2" coordorigin="50,50" coordsize="9360,0" path="m50,50l9410,50e" filled="false" stroked="true" strokeweight="5pt" strokecolor="#b6b8dd"><v:path arrowok="t"/></v:shape></v:group></v:group></w:pict></w:r><w:r><w:rPr><w:rFonts w:ascii="Arial" w:hAnsi="Arial" w:cs="Arial" w:eastAsia="Arial"/><w:sz w:val="10"/><w:szCs w:val="10"/></w:rPr></w:r></w:p><w:p><w:pPr><w:pStyle w:val="BodyText"/><w:spacing w:line="284" w:lineRule="auto" w:before="188"/><w:ind w:left="1100" w:right="1111"/><w:jc w:val="both"/></w:pPr><w:r><w:rPr><w:rFonts w:ascii="Arial"/><w:color w:val="4C4D4F"/><w:spacing w:val="-1"/></w:rPr><w:t>This</w:t></w:r><w:r><w:rPr><w:rFonts w:ascii="Arial"/><w:color w:val="4C4D4F"/></w:rPr><w:t> activity can be </w:t></w:r><w:r><w:rPr><w:rFonts w:ascii="Arial"/><w:color w:val="4C4D4F"/><w:spacing w:val="-1"/></w:rPr><w:t>completed</w:t></w:r><w:r><w:rPr><w:rFonts w:ascii="Arial"/><w:color w:val="4C4D4F"/></w:rPr><w:t> </w:t></w:r><w:r><w:rPr><w:rFonts w:ascii="Arial"/><w:color w:val="4C4D4F"/><w:spacing w:val="-1"/></w:rPr><w:t>at</w:t></w:r><w:r><w:rPr><w:rFonts w:ascii="Arial"/><w:color w:val="4C4D4F"/></w:rPr><w:t> </w:t></w:r><w:r><w:rPr><w:rFonts w:ascii="Arial"/><w:color w:val="4C4D4F"/><w:spacing w:val="-2"/></w:rPr><w:t>any</w:t></w:r><w:r><w:rPr><w:rFonts w:ascii="Arial"/><w:color w:val="4C4D4F"/></w:rPr><w:t> </w:t></w:r><w:r><w:rPr><w:rFonts w:ascii="Arial"/><w:color w:val="4C4D4F"/><w:spacing w:val="-1"/></w:rPr><w:t>time</w:t></w:r><w:r><w:rPr><w:rFonts w:ascii="Arial"/><w:color w:val="4C4D4F"/></w:rPr><w:t> </w:t></w:r><w:r><w:rPr><w:rFonts w:ascii="Arial"/><w:color w:val="4C4D4F"/><w:spacing w:val="-2"/></w:rPr><w:t>you</w:t></w:r><w:r><w:rPr><w:rFonts w:ascii="Arial"/><w:color w:val="4C4D4F"/></w:rPr><w:t> </w:t></w:r><w:r><w:rPr><w:rFonts w:ascii="Arial"/><w:color w:val="4C4D4F"/><w:spacing w:val="-2"/></w:rPr><w:t>want</w:t></w:r><w:r><w:rPr><w:rFonts w:ascii="Arial"/><w:color w:val="4C4D4F"/></w:rPr><w:t> </w:t></w:r><w:r><w:rPr><w:rFonts w:ascii="Arial"/><w:color w:val="4C4D4F"/><w:spacing w:val="-1"/></w:rPr><w:t>to</w:t></w:r><w:r><w:rPr><w:rFonts w:ascii="Arial"/><w:color w:val="4C4D4F"/></w:rPr><w:t> print/plot a </w:t></w:r><w:r><w:rPr><w:rFonts w:ascii="Arial"/><w:color w:val="4C4D4F"/><w:spacing w:val="-2"/></w:rPr><w:t>drawing.</w:t></w:r><w:r><w:rPr><w:rFonts w:ascii="Arial"/><w:color w:val="4C4D4F"/></w:rPr><w:t> </w:t></w:r><w:r><w:rPr><w:rFonts w:ascii="Arial"/><w:color w:val="4C4D4F"/><w:spacing w:val="-1"/></w:rPr><w:t>Before</w:t></w:r><w:r><w:rPr><w:rFonts w:ascii="Arial"/><w:color w:val="4C4D4F"/></w:rPr><w:t> </w:t></w:r><w:r><w:rPr><w:rFonts w:ascii="Arial"/><w:color w:val="4C4D4F"/><w:spacing w:val="-2"/></w:rPr><w:t>you</w:t></w:r><w:r><w:rPr><w:rFonts w:ascii="Arial"/><w:color w:val="4C4D4F"/></w:rPr><w:t> </w:t></w:r><w:r><w:rPr><w:rFonts w:ascii="Arial"/><w:color w:val="4C4D4F"/><w:spacing w:val="-1"/></w:rPr><w:t>complete</w:t></w:r><w:r><w:rPr><w:rFonts w:ascii="Arial"/><w:color w:val="4C4D4F"/><w:spacing w:val="57"/></w:rPr><w:t> </w:t></w:r><w:r><w:rPr><w:color w:val="4C4D4F"/><w:spacing w:val="-1"/></w:rPr><w:t>this </w:t></w:r><w:r><w:rPr><w:color w:val="4C4D4F"/><w:spacing w:val="-2"/></w:rPr><w:t>activity,</w:t></w:r><w:r><w:rPr><w:color w:val="4C4D4F"/></w:rPr><w:t> </w:t></w:r><w:r><w:rPr><w:color w:val="4C4D4F"/><w:spacing w:val="-1"/></w:rPr><w:t>it is</w:t></w:r><w:r><w:rPr><w:color w:val="4C4D4F"/></w:rPr><w:t> </w:t></w:r><w:r><w:rPr><w:color w:val="4C4D4F"/><w:spacing w:val="-1"/></w:rPr><w:t>suggested</w:t></w:r><w:r><w:rPr><w:color w:val="4C4D4F"/><w:spacing w:val="-2"/></w:rPr><w:t> </w:t></w:r><w:r><w:rPr><w:color w:val="4C4D4F"/><w:spacing w:val="-1"/></w:rPr><w:t>that</w:t></w:r><w:r><w:rPr><w:color w:val="4C4D4F"/></w:rPr><w:t> </w:t></w:r><w:r><w:rPr><w:color w:val="4C4D4F"/><w:spacing w:val="-2"/></w:rPr><w:t>you </w:t></w:r><w:r><w:rPr><w:color w:val="4C4D4F"/><w:spacing w:val="-3"/></w:rPr><w:t>have</w:t></w:r><w:r><w:rPr><w:color w:val="4C4D4F"/><w:spacing w:val="-1"/></w:rPr><w:t> </w:t></w:r><w:r><w:rPr><w:color w:val="4C4D4F"/></w:rPr><w:t>a</w:t></w:r><w:r><w:rPr><w:color w:val="4C4D4F"/><w:spacing w:val="-2"/></w:rPr><w:t> </w:t></w:r><w:r><w:rPr><w:color w:val="4C4D4F"/><w:spacing w:val="-1"/></w:rPr><w:t>border</w:t></w:r><w:r><w:rPr><w:color w:val="4C4D4F"/></w:rPr><w:t> </w:t></w:r><w:r><w:rPr><w:color w:val="4C4D4F"/><w:spacing w:val="-1"/></w:rPr><w:t>drawn</w:t></w:r><w:r><w:rPr><w:color w:val="4C4D4F"/><w:spacing w:val="-2"/></w:rPr><w:t> </w:t></w:r><w:r><w:rPr><w:color w:val="4C4D4F"/><w:spacing w:val="-1"/></w:rPr><w:t>around an</w:t></w:r><w:r><w:rPr><w:color w:val="4C4D4F"/><w:spacing w:val="-2"/></w:rPr><w:t> </w:t></w:r><w:r><w:rPr><w:color w:val="4C4D4F"/><w:spacing w:val="-1"/></w:rPr><w:t>object.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video to</w:t></w:r><w:r><w:rPr><w:color w:val="4C4D4F"/><w:spacing w:val="-2"/></w:rPr><w:t> </w:t></w:r><w:r><w:rPr><w:color w:val="4C4D4F"/></w:rPr><w:t>support</w:t></w:r><w:r><w:rPr><w:color w:val="4C4D4F"/><w:spacing w:val="71"/><w:w w:val="99"/></w:rPr><w:t> </w:t></w:r><w:r><w:rPr><w:color w:val="4C4D4F"/><w:spacing w:val="-1"/></w:rPr><w:t>this </w:t></w:r><w:r><w:rPr><w:color w:val="4C4D4F"/></w:rPr><w:t>lesson</w:t></w:r><w:r><w:rPr><w:color w:val="4C4D4F"/><w:spacing w:val="-1"/></w:rPr><w:t> is located in</w:t></w:r><w:r><w:rPr><w:color w:val="4C4D4F"/><w:spacing w:val="-2"/></w:rPr><w:t> </w:t></w:r><w:r><w:rPr><w:color w:val="4C4D4F"/><w:spacing w:val="-1"/></w:rPr><w:t>the Resources section.</w:t></w:r><w:r><w:rPr/></w:r></w:p><w:p><w:pPr><w:spacing w:line="240" w:lineRule="auto" w:before="8"/><w:rPr><w:rFonts w:ascii="Arial" w:hAnsi="Arial" w:cs="Arial" w:eastAsia="Arial"/><w:sz w:val="29"/><w:szCs w:val="29"/></w:rPr></w:pPr></w:p><w:p><w:pPr><w:pStyle w:val="Heading2"/><w:spacing w:line="240" w:lineRule="auto"/><w:ind w:right="0"/><w:jc w:val="left"/><w:rPr><w:b w:val="0"/><w:bCs w:val="0"/></w:rPr></w:pPr><w:r><w:rPr><w:color w:val="4F61AB"/><w:spacing w:val="-2"/></w:rPr><w:t>Procedure</w:t></w:r><w:r><w:rPr><w:b w:val="0"/></w:rPr></w:r></w:p><w:p><w:pPr><w:pStyle w:val="BodyText"/><w:numPr><w:ilvl w:val="0"/><w:numId w:val="3"/></w:numPr><w:tabs><w:tab w:pos="1460" w:val="left" w:leader="none"/></w:tabs><w:spacing w:line="284" w:lineRule="auto" w:before="124" w:after="0"/><w:ind w:left="1460" w:right="1469" w:hanging="360"/><w:jc w:val="left"/><w:rPr><w:rFonts w:ascii="Arial" w:hAnsi="Arial" w:cs="Arial" w:eastAsia="Arial"/></w:rPr></w:pPr><w:r><w:rPr><w:color w:val="4C4D4F"/></w:rPr><w:t>Open</w:t></w:r><w:r><w:rPr><w:color w:val="4C4D4F"/><w:spacing w:val="-1"/></w:rPr><w:t> the</w:t></w:r><w:r><w:rPr><w:color w:val="4C4D4F"/></w:rPr><w:t> </w:t></w:r><w:r><w:rPr><w:color w:val="4C4D4F"/><w:spacing w:val="-1"/></w:rPr><w:t>drawing </w:t></w:r><w:r><w:rPr><w:rFonts w:ascii="Arial"/><w:i/><w:color w:val="4C4D4F"/></w:rPr><w:t>orthographic</w:t></w:r><w:r><w:rPr><w:rFonts w:ascii="Arial"/><w:i/><w:color w:val="4C4D4F"/><w:spacing w:val="-1"/></w:rPr><w:t> stairs-name.dwg</w:t></w:r><w:r><w:rPr><w:rFonts w:ascii="Arial"/><w:i/><w:color w:val="4C4D4F"/></w:rPr><w:t> </w:t></w:r><w:r><w:rPr><w:rFonts w:ascii="Arial"/><w:color w:val="4C4D4F"/><w:spacing w:val="-1"/></w:rPr><w:t>that </w:t></w:r><w:r><w:rPr><w:rFonts w:ascii="Arial"/><w:color w:val="4C4D4F"/><w:spacing w:val="-2"/></w:rPr><w:t>you</w:t></w:r><w:r><w:rPr><w:rFonts w:ascii="Arial"/><w:color w:val="4C4D4F"/></w:rPr><w:t> </w:t></w:r><w:r><w:rPr><w:rFonts w:ascii="Arial"/><w:color w:val="4C4D4F"/><w:spacing w:val="-1"/></w:rPr><w:t>completed</w:t></w:r><w:r><w:rPr><w:rFonts w:ascii="Arial"/><w:color w:val="4C4D4F"/></w:rPr><w:t> </w:t></w:r><w:r><w:rPr><w:rFonts w:ascii="Arial"/><w:color w:val="4C4D4F"/><w:spacing w:val="-1"/></w:rPr><w:t>for the</w:t></w:r><w:r><w:rPr><w:rFonts w:ascii="Arial"/><w:color w:val="4C4D4F"/></w:rPr><w:t> activity </w:t></w:r><w:r><w:rPr><w:rFonts w:ascii="Arial"/><w:color w:val="4C4D4F"/><w:spacing w:val="-2"/></w:rPr><w:t>Fill</w:t></w:r><w:r><w:rPr><w:rFonts w:ascii="Arial"/><w:color w:val="4C4D4F"/><w:spacing w:val="-1"/></w:rPr><w:t> in</w:t></w:r><w:r><w:rPr><w:rFonts w:ascii="Arial"/><w:color w:val="4C4D4F"/><w:spacing w:val="65"/></w:rPr><w:t> </w:t></w:r><w:r><w:rPr><w:rFonts w:ascii="Arial"/><w:color w:val="4C4D4F"/><w:spacing w:val="-6"/></w:rPr><w:t>Your</w:t></w:r><w:r><w:rPr><w:rFonts w:ascii="Arial"/><w:color w:val="4C4D4F"/></w:rPr><w:t> </w:t></w:r><w:r><w:rPr><w:rFonts w:ascii="Arial"/><w:color w:val="4C4D4F"/><w:spacing w:val="-1"/></w:rPr><w:t>Title</w:t></w:r><w:r><w:rPr><w:rFonts w:ascii="Arial"/><w:color w:val="4C4D4F"/></w:rPr><w:t> Block, </w:t></w:r><w:r><w:rPr><w:rFonts w:ascii="Arial"/><w:color w:val="4C4D4F"/><w:spacing w:val="-1"/></w:rPr><w:t>Including</w:t></w:r><w:r><w:rPr><w:rFonts w:ascii="Arial"/><w:color w:val="4C4D4F"/></w:rPr><w:t> </w:t></w:r><w:r><w:rPr><w:rFonts w:ascii="Arial"/><w:color w:val="4C4D4F"/><w:spacing w:val="-1"/></w:rPr><w:t>Scale.</w:t></w:r><w:r><w:rPr><w:rFonts w:ascii="Arial"/><w:color w:val="4C4D4F"/></w:rPr><w:t> </w:t></w:r><w:r><w:rPr><w:rFonts w:ascii="Arial"/><w:color w:val="4C4D4F"/><w:spacing w:val="-1"/></w:rPr><w:t>It</w:t></w:r><w:r><w:rPr><w:rFonts w:ascii="Arial"/><w:color w:val="4C4D4F"/></w:rPr><w:t> </w:t></w:r><w:r><w:rPr><w:rFonts w:ascii="Arial"/><w:color w:val="4C4D4F"/><w:spacing w:val="-1"/></w:rPr><w:t>should</w:t></w:r><w:r><w:rPr><w:rFonts w:ascii="Arial"/><w:color w:val="4C4D4F"/></w:rPr><w:t> look </w:t></w:r><w:r><w:rPr><w:rFonts w:ascii="Arial"/><w:color w:val="4C4D4F"/><w:spacing w:val="-3"/></w:rPr><w:t>like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1"/></w:rPr><w:t>one</w:t></w:r><w:r><w:rPr><w:rFonts w:ascii="Arial"/><w:color w:val="4C4D4F"/></w:rPr><w:t> </w:t></w:r><w:r><w:rPr><w:rFonts w:ascii="Arial"/><w:color w:val="4C4D4F"/><w:spacing w:val="-1"/></w:rPr><w:t>in</w:t></w:r><w:r><w:rPr><w:rFonts w:ascii="Arial"/><w:color w:val="4C4D4F"/></w:rPr><w:t> </w:t></w:r><w:r><w:rPr><w:rFonts w:ascii="Arial"/><w:color w:val="4C4D4F"/><w:spacing w:val="-1"/></w:rPr><w:t>Figure</w:t></w:r><w:r><w:rPr><w:rFonts w:ascii="Arial"/><w:color w:val="4C4D4F"/></w:rPr><w:t> 1 </w:t></w:r><w:r><w:rPr><w:rFonts w:ascii="Arial"/><w:color w:val="4C4D4F"/><w:spacing w:val="-3"/></w:rPr><w:t>below.</w:t></w:r><w:r><w:rPr><w:rFonts w:ascii="Arial"/></w:rPr></w:r></w:p><w:p><w:pPr><w:spacing w:line="240" w:lineRule="auto" w:before="3"/><w:rPr><w:rFonts w:ascii="Arial" w:hAnsi="Arial" w:cs="Arial" w:eastAsia="Arial"/><w:sz w:val="19"/><w:szCs w:val="19"/></w:rPr></w:pPr></w:p><w:p><w:pPr><w:spacing w:line="200" w:lineRule="atLeast"/><w:ind w:left="2255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drawing><wp:inline distT="0" distB="0" distL="0" distR="0"><wp:extent cx="4467951" cy="3384232"/><wp:effectExtent l="0" t="0" r="0" b="0"/><wp:docPr id="3" name="image2.png" descr=""/><wp:cNvGraphicFramePr><a:graphicFrameLocks noChangeAspect="1"/></wp:cNvGraphicFramePr><a:graphic><a:graphicData uri="http://schemas.openxmlformats.org/drawingml/2006/picture"><pic:pic><pic:nvPicPr><pic:cNvPr id="4" name="image2.png"/><pic:cNvPicPr/></pic:nvPicPr><pic:blipFill><a:blip r:embed="rId10" cstate="print"/><a:stretch><a:fillRect/></a:stretch></pic:blipFill><pic:spPr><a:xfrm><a:off x="0" y="0"/><a:ext cx="4467951" cy="3384232"/></a:xfrm><a:prstGeom prst="rect"><a:avLst/></a:prstGeom></pic:spPr></pic:pic></a:graphicData></a:graphic></wp:inline></w:drawing></w:r><w:r><w:rPr><w:rFonts w:ascii="Arial" w:hAnsi="Arial" w:cs="Arial" w:eastAsia="Arial"/><w:sz w:val="20"/><w:szCs w:val="20"/></w:rPr></w:r></w:p><w:p><w:pPr><w:spacing w:line="240" w:lineRule="auto" w:before="0"/><w:rPr><w:rFonts w:ascii="Arial" w:hAnsi="Arial" w:cs="Arial" w:eastAsia="Arial"/><w:sz w:val="21"/><w:szCs w:val="21"/></w:rPr></w:pPr></w:p><w:p><w:pPr><w:spacing w:before="0"/><w:ind w:left="5343" w:right="5370" w:firstLine="0"/><w:jc w:val="center"/><w:rPr><w:rFonts w:ascii="Arial" w:hAnsi="Arial" w:cs="Arial" w:eastAsia="Arial"/><w:sz w:val="18"/><w:szCs w:val="18"/></w:rPr></w:pPr><w:r><w:rPr><w:rFonts w:ascii="Arial"/><w:b/><w:color w:val="231F20"/><w:sz w:val="18"/></w:rPr><w:t>Figure</w:t></w:r><w:r><w:rPr><w:rFonts w:ascii="Arial"/><w:b/><w:color w:val="231F20"/><w:spacing w:val="-7"/><w:sz w:val="18"/></w:rPr><w:t> </w:t></w:r><w:r><w:rPr><w:rFonts w:ascii="Arial"/><w:b/><w:color w:val="231F20"/><w:sz w:val="18"/></w:rPr><w:t>1</w:t></w:r><w:r><w:rPr><w:rFonts w:ascii="Arial"/><w:sz w:val="18"/></w:rPr></w:r></w:p><w:p><w:pPr><w:spacing w:line="240" w:lineRule="auto" w:before="0"/><w:rPr><w:rFonts w:ascii="Arial" w:hAnsi="Arial" w:cs="Arial" w:eastAsia="Arial"/><w:b/><w:bCs/><w:sz w:val="18"/><w:szCs w:val="18"/></w:rPr></w:pPr></w:p><w:p><w:pPr><w:pStyle w:val="BodyText"/><w:numPr><w:ilvl w:val="0"/><w:numId w:val="3"/></w:numPr><w:tabs><w:tab w:pos="1460" w:val="left" w:leader="none"/></w:tabs><w:spacing w:line="284" w:lineRule="auto" w:before="118" w:after="0"/><w:ind w:left="1460" w:right="1395" w:hanging="360"/><w:jc w:val="left"/><w:rPr><w:rFonts w:ascii="Arial" w:hAnsi="Arial" w:cs="Arial" w:eastAsia="Arial"/></w:rPr></w:pPr><w:r><w:rPr><w:rFonts w:ascii="Arial" w:hAnsi="Arial" w:cs="Arial" w:eastAsia="Arial"/><w:color w:val="4C4D4F"/><w:spacing w:val="1"/></w:rPr><w:t>Go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to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/w:rPr><w:t> Application </w:t></w:r><w:r><w:rPr><w:rFonts w:ascii="Arial" w:hAnsi="Arial" w:cs="Arial" w:eastAsia="Arial"/><w:color w:val="4C4D4F"/><w:spacing w:val="-1"/></w:rPr><w:t>menu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and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select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Plot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(Figure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5"/></w:rPr><w:t>2).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menu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will</w:t></w:r><w:r><w:rPr><w:rFonts w:ascii="Arial" w:hAnsi="Arial" w:cs="Arial" w:eastAsia="Arial"/><w:color w:val="4C4D4F"/></w:rPr><w:t> look </w:t></w:r><w:r><w:rPr><w:rFonts w:ascii="Arial" w:hAnsi="Arial" w:cs="Arial" w:eastAsia="Arial"/><w:color w:val="4C4D4F"/><w:spacing w:val="-1"/></w:rPr><w:t>slightly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different</w:t></w:r><w:r><w:rPr><w:rFonts w:ascii="Arial" w:hAnsi="Arial" w:cs="Arial" w:eastAsia="Arial"/><w:color w:val="4C4D4F"/><w:spacing w:val="53"/></w:rPr><w:t> </w:t></w:r><w:r><w:rPr><w:color w:val="4C4D4F"/><w:spacing w:val="-1"/></w:rPr><w:t>depending</w:t></w:r><w:r><w:rPr><w:color w:val="4C4D4F"/><w:spacing w:val="-2"/></w:rPr><w:t> </w:t></w:r><w:r><w:rPr><w:color w:val="4C4D4F"/></w:rPr><w:t>on</w:t></w:r><w:r><w:rPr><w:color w:val="4C4D4F"/><w:spacing w:val="-1"/></w:rPr><w:t> the</w:t></w:r><w:r><w:rPr><w:color w:val="4C4D4F"/><w:spacing w:val="-2"/></w:rPr><w:t> </w:t></w:r><w:r><w:rPr><w:color w:val="4C4D4F"/></w:rPr><w:t>software</w:t></w:r><w:r><w:rPr><w:color w:val="4C4D4F"/><w:spacing w:val="-1"/></w:rPr><w:t> </w:t></w:r><w:r><w:rPr><w:color w:val="4C4D4F"/><w:spacing w:val="-2"/></w:rPr><w:t>you</w:t></w:r><w:r><w:rPr><w:color w:val="4C4D4F"/><w:spacing w:val="-1"/></w:rPr><w:t> are</w:t></w:r><w:r><w:rPr><w:color w:val="4C4D4F"/><w:spacing w:val="-2"/></w:rPr><w:t> using.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Plot</w:t></w:r><w:r><w:rPr><w:color w:val="4C4D4F"/></w:rPr><w:t> </w:t></w:r><w:r><w:rPr><w:color w:val="4C4D4F"/><w:spacing w:val="-1"/></w:rPr><w:t>dialog </w:t></w:r><w:r><w:rPr><w:color w:val="4C4D4F"/><w:spacing w:val="-2"/></w:rPr><w:t>box</w:t></w:r><w:r><w:rPr><w:color w:val="4C4D4F"/><w:spacing w:val="-1"/></w:rPr><w:t> will open</w:t></w:r><w:r><w:rPr><w:color w:val="4C4D4F"/><w:spacing w:val="-2"/></w:rPr><w:t> </w:t></w:r><w:r><w:rPr><w:color w:val="4C4D4F"/><w:spacing w:val="-1"/></w:rPr><w:t>up and look</w:t></w:r><w:r><w:rPr><w:color w:val="4C4D4F"/><w:spacing w:val="56"/></w:rPr><w:t> </w:t></w:r><w:r><w:rPr><w:rFonts w:ascii="Arial" w:hAnsi="Arial" w:cs="Arial" w:eastAsia="Arial"/><w:color w:val="4C4D4F"/><w:spacing w:val="-1"/></w:rPr><w:t>something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3"/></w:rPr><w:t>like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one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in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Figure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3.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7"/></w:rPr><w:t>You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may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also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3"/></w:rPr><w:t>have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to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expand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it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to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include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all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w:spacing w:val="63"/></w:rPr><w:t> </w:t></w:r><w:r><w:rPr><w:color w:val="4C4D4F"/><w:spacing w:val="-1"/></w:rPr><w:t>settings, depending </w:t></w:r><w:r><w:rPr><w:color w:val="4C4D4F"/></w:rPr><w:t>on</w:t></w:r><w:r><w:rPr><w:color w:val="4C4D4F"/><w:spacing w:val="-2"/></w:rPr><w:t> </w:t></w:r><w:r><w:rPr><w:color w:val="4C4D4F"/><w:spacing w:val="-1"/></w:rPr><w:t>the </w:t></w:r><w:r><w:rPr><w:color w:val="4C4D4F"/></w:rPr><w:t>software</w:t></w:r><w:r><w:rPr><w:color w:val="4C4D4F"/><w:spacing w:val="-2"/></w:rPr><w:t> you</w:t></w:r><w:r><w:rPr><w:color w:val="4C4D4F"/><w:spacing w:val="-1"/></w:rPr><w:t> are</w:t></w:r><w:r><w:rPr><w:color w:val="4C4D4F"/><w:spacing w:val="-2"/></w:rPr><w:t> using.</w:t></w:r><w:r><w:rPr><w:color w:val="4C4D4F"/></w:rPr><w:t> Select </w:t></w:r><w:r><w:rPr><w:color w:val="4C4D4F"/><w:spacing w:val="-1"/></w:rPr><w:t>Landscape</w:t></w:r><w:r><w:rPr><w:color w:val="4C4D4F"/><w:spacing w:val="-2"/></w:rPr><w:t> </w:t></w:r><w:r><w:rPr><w:color w:val="4C4D4F"/><w:spacing w:val="-1"/></w:rPr><w:t>under</w:t></w:r><w:r><w:rPr><w:color w:val="4C4D4F"/></w:rPr><w:t> “Drawing</w:t></w:r><w:r><w:rPr><w:color w:val="4C4D4F"/><w:spacing w:val="57"/></w:rPr><w:t> </w:t></w:r><w:r><w:rPr><w:rFonts w:ascii="Arial" w:hAnsi="Arial" w:cs="Arial" w:eastAsia="Arial"/><w:color w:val="4C4D4F"/><w:spacing w:val="-1"/></w:rPr><w:t>orientation”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right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3"/></w:rPr><w:t>away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(Figure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6"/></w:rPr><w:t>4).</w:t></w:r><w:r><w:rPr><w:rFonts w:ascii="Arial" w:hAnsi="Arial" w:cs="Arial" w:eastAsia="Arial"/></w:rPr></w:r></w:p><w:p><w:pPr><w:spacing w:after="0" w:line="284" w:lineRule="auto"/><w:jc w:val="left"/><w:rPr><w:rFonts w:ascii="Arial" w:hAnsi="Arial" w:cs="Arial" w:eastAsia="Arial"/></w:rPr><w:sectPr><w:pgSz w:w="12240" w:h="15840"/><w:pgMar w:header="630" w:footer="643" w:top="1080" w:bottom="840" w:left="340" w:right="360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10"/><w:rPr><w:rFonts w:ascii="Arial" w:hAnsi="Arial" w:cs="Arial" w:eastAsia="Arial"/><w:sz w:val="26"/><w:szCs w:val="26"/></w:rPr></w:pPr></w:p><w:p><w:pPr><w:spacing w:line="200" w:lineRule="atLeast"/><w:ind w:left="4149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pict><v:group style="width:161.050pt;height:210.65pt;mso-position-horizontal-relative:char;mso-position-vertical-relative:line" coordorigin="0,0" coordsize="3221,4213"><v:shape style="position:absolute;left:3;top:3;width:3216;height:4208" type="#_x0000_t75" stroked="false"><v:imagedata r:id="rId11" o:title=""/></v:shape><v:group style="position:absolute;left:3;top:3;width:3216;height:4208" coordorigin="3,3" coordsize="3216,4208"><v:shape style="position:absolute;left:3;top:3;width:3216;height:4208" coordorigin="3,3" coordsize="3216,4208" path="m3,4211l3218,4211,3218,3,3,3,3,4211xe" filled="false" stroked="true" strokeweight=".25pt" strokecolor="#4f61ab"><v:path arrowok="t"/></v:shape></v:group></v:group></w:pict></w:r><w:r><w:rPr><w:rFonts w:ascii="Arial" w:hAnsi="Arial" w:cs="Arial" w:eastAsia="Arial"/><w:sz w:val="20"/><w:szCs w:val="20"/></w:rPr></w:r></w:p><w:p><w:pPr><w:spacing w:line="240" w:lineRule="auto" w:before="5"/><w:rPr><w:rFonts w:ascii="Arial" w:hAnsi="Arial" w:cs="Arial" w:eastAsia="Arial"/><w:sz w:val="13"/><w:szCs w:val="13"/></w:rPr></w:pPr></w:p><w:p><w:pPr><w:spacing w:before="77"/><w:ind w:left="5304" w:right="5371" w:firstLine="0"/><w:jc w:val="center"/><w:rPr><w:rFonts w:ascii="Arial" w:hAnsi="Arial" w:cs="Arial" w:eastAsia="Arial"/><w:sz w:val="18"/><w:szCs w:val="18"/></w:rPr></w:pPr><w:r><w:rPr><w:rFonts w:ascii="Arial"/><w:b/><w:color w:val="231F20"/><w:sz w:val="18"/></w:rPr><w:t>Figure</w:t></w:r><w:r><w:rPr><w:rFonts w:ascii="Arial"/><w:b/><w:color w:val="231F20"/><w:spacing w:val="-7"/><w:sz w:val="18"/></w:rPr><w:t> </w:t></w:r><w:r><w:rPr><w:rFonts w:ascii="Arial"/><w:b/><w:color w:val="231F20"/><w:sz w:val="18"/></w:rPr><w:t>2</w:t></w:r><w:r><w:rPr><w:rFonts w:ascii="Arial"/><w:sz w:val="18"/></w:rPr></w:r></w:p><w:p><w:pPr><w:spacing w:line="240" w:lineRule="auto" w:before="0"/><w:rPr><w:rFonts w:ascii="Arial" w:hAnsi="Arial" w:cs="Arial" w:eastAsia="Arial"/><w:b/><w:bCs/><w:sz w:val="20"/><w:szCs w:val="20"/></w:rPr></w:pPr></w:p><w:p><w:pPr><w:spacing w:line="240" w:lineRule="auto" w:before="9"/><w:rPr><w:rFonts w:ascii="Arial" w:hAnsi="Arial" w:cs="Arial" w:eastAsia="Arial"/><w:b/><w:bCs/><w:sz w:val="11"/><w:szCs w:val="11"/></w:rPr></w:pPr></w:p><w:p><w:pPr><w:spacing w:line="200" w:lineRule="atLeast"/><w:ind w:left="2592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pict><v:group style="width:316.75pt;height:234.25pt;mso-position-horizontal-relative:char;mso-position-vertical-relative:line" coordorigin="0,0" coordsize="6335,4685"><v:shape style="position:absolute;left:3;top:3;width:6330;height:4676" type="#_x0000_t75" stroked="false"><v:imagedata r:id="rId12" o:title=""/></v:shape><v:group style="position:absolute;left:3;top:3;width:6330;height:4680" coordorigin="3,3" coordsize="6330,4680"><v:shape style="position:absolute;left:3;top:3;width:6330;height:4680" coordorigin="3,3" coordsize="6330,4680" path="m3,4682l6333,4682,6333,3,3,3,3,4682xe" filled="false" stroked="true" strokeweight=".25pt" strokecolor="#4f61ab"><v:path arrowok="t"/></v:shape></v:group></v:group></w:pict></w:r><w:r><w:rPr><w:rFonts w:ascii="Arial" w:hAnsi="Arial" w:cs="Arial" w:eastAsia="Arial"/><w:sz w:val="20"/><w:szCs w:val="20"/></w:rPr></w:r></w:p><w:p><w:pPr><w:spacing w:line="240" w:lineRule="auto" w:before="5"/><w:rPr><w:rFonts w:ascii="Arial" w:hAnsi="Arial" w:cs="Arial" w:eastAsia="Arial"/><w:b/><w:bCs/><w:sz w:val="13"/><w:szCs w:val="13"/></w:rPr></w:pPr></w:p><w:p><w:pPr><w:spacing w:before="77"/><w:ind w:left="5304" w:right="5371" w:firstLine="0"/><w:jc w:val="center"/><w:rPr><w:rFonts w:ascii="Arial" w:hAnsi="Arial" w:cs="Arial" w:eastAsia="Arial"/><w:sz w:val="18"/><w:szCs w:val="18"/></w:rPr></w:pPr><w:r><w:rPr><w:rFonts w:ascii="Arial"/><w:b/><w:color w:val="231F20"/><w:sz w:val="18"/></w:rPr><w:t>Figure</w:t></w:r><w:r><w:rPr><w:rFonts w:ascii="Arial"/><w:b/><w:color w:val="231F20"/><w:spacing w:val="-7"/><w:sz w:val="18"/></w:rPr><w:t> </w:t></w:r><w:r><w:rPr><w:rFonts w:ascii="Arial"/><w:b/><w:color w:val="231F20"/><w:sz w:val="18"/></w:rPr><w:t>3</w:t></w:r><w:r><w:rPr><w:rFonts w:ascii="Arial"/><w:sz w:val="18"/></w:rPr></w:r></w:p><w:p><w:pPr><w:spacing w:line="240" w:lineRule="auto" w:before="0"/><w:rPr><w:rFonts w:ascii="Arial" w:hAnsi="Arial" w:cs="Arial" w:eastAsia="Arial"/><w:b/><w:bCs/><w:sz w:val="20"/><w:szCs w:val="20"/></w:rPr></w:pPr></w:p><w:p><w:pPr><w:spacing w:line="240" w:lineRule="auto" w:before="9"/><w:rPr><w:rFonts w:ascii="Arial" w:hAnsi="Arial" w:cs="Arial" w:eastAsia="Arial"/><w:b/><w:bCs/><w:sz w:val="11"/><w:szCs w:val="11"/></w:rPr></w:pPr></w:p><w:p><w:pPr><w:spacing w:line="200" w:lineRule="atLeast"/><w:ind w:left="3981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pict><v:group style="width:177.85pt;height:98.65pt;mso-position-horizontal-relative:char;mso-position-vertical-relative:line" coordorigin="0,0" coordsize="3557,1973"><v:shape style="position:absolute;left:2;top:2;width:3552;height:1968" type="#_x0000_t75" stroked="false"><v:imagedata r:id="rId13" o:title=""/></v:shape><v:group style="position:absolute;left:3;top:3;width:3552;height:1968" coordorigin="3,3" coordsize="3552,1968"><v:shape style="position:absolute;left:3;top:3;width:3552;height:1968" coordorigin="3,3" coordsize="3552,1968" path="m3,1971l3554,1971,3554,3,3,3,3,1971xe" filled="false" stroked="true" strokeweight=".25pt" strokecolor="#4f61ab"><v:path arrowok="t"/></v:shape></v:group></v:group></w:pict></w:r><w:r><w:rPr><w:rFonts w:ascii="Arial" w:hAnsi="Arial" w:cs="Arial" w:eastAsia="Arial"/><w:sz w:val="20"/><w:szCs w:val="20"/></w:rPr></w:r></w:p><w:p><w:pPr><w:spacing w:line="240" w:lineRule="auto" w:before="5"/><w:rPr><w:rFonts w:ascii="Arial" w:hAnsi="Arial" w:cs="Arial" w:eastAsia="Arial"/><w:b/><w:bCs/><w:sz w:val="13"/><w:szCs w:val="13"/></w:rPr></w:pPr></w:p><w:p><w:pPr><w:spacing w:before="77"/><w:ind w:left="5304" w:right="5371" w:firstLine="0"/><w:jc w:val="center"/><w:rPr><w:rFonts w:ascii="Arial" w:hAnsi="Arial" w:cs="Arial" w:eastAsia="Arial"/><w:sz w:val="18"/><w:szCs w:val="18"/></w:rPr></w:pPr><w:r><w:rPr><w:rFonts w:ascii="Arial"/><w:b/><w:color w:val="231F20"/><w:sz w:val="18"/></w:rPr><w:t>Figure</w:t></w:r><w:r><w:rPr><w:rFonts w:ascii="Arial"/><w:b/><w:color w:val="231F20"/><w:spacing w:val="-7"/><w:sz w:val="18"/></w:rPr><w:t> </w:t></w:r><w:r><w:rPr><w:rFonts w:ascii="Arial"/><w:b/><w:color w:val="231F20"/><w:sz w:val="18"/></w:rPr><w:t>4</w:t></w:r><w:r><w:rPr><w:rFonts w:ascii="Arial"/><w:sz w:val="18"/></w:rPr></w:r></w:p><w:p><w:pPr><w:spacing w:after="0"/><w:jc w:val="center"/><w:rPr><w:rFonts w:ascii="Arial" w:hAnsi="Arial" w:cs="Arial" w:eastAsia="Arial"/><w:sz w:val="18"/><w:szCs w:val="18"/></w:rPr><w:sectPr><w:pgSz w:w="12240" w:h="15840"/><w:pgMar w:header="630" w:footer="643" w:top="1080" w:bottom="840" w:left="360" w:right="340"/></w:sectPr></w:pPr></w:p><w:p><w:pPr><w:spacing w:line="240" w:lineRule="auto" w:before="0"/><w:rPr><w:rFonts w:ascii="Arial" w:hAnsi="Arial" w:cs="Arial" w:eastAsia="Arial"/><w:b/><w:bCs/><w:sz w:val="20"/><w:szCs w:val="20"/></w:rPr></w:pPr></w:p><w:p><w:pPr><w:spacing w:line="240" w:lineRule="auto" w:before="7"/><w:rPr><w:rFonts w:ascii="Arial" w:hAnsi="Arial" w:cs="Arial" w:eastAsia="Arial"/><w:b/><w:bCs/><w:sz w:val="16"/><w:szCs w:val="16"/></w:rPr></w:pPr></w:p><w:p><w:pPr><w:pStyle w:val="BodyText"/><w:numPr><w:ilvl w:val="0"/><w:numId w:val="3"/></w:numPr><w:tabs><w:tab w:pos="1460" w:val="left" w:leader="none"/></w:tabs><w:spacing w:line="284" w:lineRule="auto" w:before="72" w:after="0"/><w:ind w:left="1460" w:right="1395" w:hanging="360"/><w:jc w:val="left"/><w:rPr><w:rFonts w:ascii="Arial" w:hAnsi="Arial" w:cs="Arial" w:eastAsia="Arial"/></w:rPr></w:pPr><w:r><w:rPr><w:rFonts w:ascii="Arial" w:hAnsi="Arial" w:cs="Arial" w:eastAsia="Arial"/><w:color w:val="4C4D4F"/><w:spacing w:val="-1"/></w:rPr><w:t>“Printer/plotter”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identifies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device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that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you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will</w:t></w:r><w:r><w:rPr><w:rFonts w:ascii="Arial" w:hAnsi="Arial" w:cs="Arial" w:eastAsia="Arial"/><w:color w:val="4C4D4F"/></w:rPr><w:t> print/plot </w:t></w:r><w:r><w:rPr><w:rFonts w:ascii="Arial" w:hAnsi="Arial" w:cs="Arial" w:eastAsia="Arial"/><w:color w:val="4C4D4F"/><w:spacing w:val="-3"/></w:rPr><w:t>to.</w:t></w:r><w:r><w:rPr><w:rFonts w:ascii="Arial" w:hAnsi="Arial" w:cs="Arial" w:eastAsia="Arial"/><w:color w:val="4C4D4F"/></w:rPr><w:t> Select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printer/plotter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that</w:t></w:r><w:r><w:rPr><w:rFonts w:ascii="Arial" w:hAnsi="Arial" w:cs="Arial" w:eastAsia="Arial"/><w:color w:val="4C4D4F"/><w:spacing w:val="91"/></w:rPr><w:t> </w:t></w:r><w:r><w:rPr><w:rFonts w:ascii="Arial" w:hAnsi="Arial" w:cs="Arial" w:eastAsia="Arial"/><w:color w:val="4C4D4F"/><w:spacing w:val="-2"/></w:rPr><w:t>your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instructor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wants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you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to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use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(Figure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3"/></w:rPr><w:t>5).</w:t></w:r><w:r><w:rPr><w:rFonts w:ascii="Arial" w:hAnsi="Arial" w:cs="Arial" w:eastAsia="Arial"/></w:rPr></w:r></w:p><w:p><w:pPr><w:spacing w:line="240" w:lineRule="auto" w:before="5"/><w:rPr><w:rFonts w:ascii="Arial" w:hAnsi="Arial" w:cs="Arial" w:eastAsia="Arial"/><w:sz w:val="11"/><w:szCs w:val="11"/></w:rPr></w:pPr></w:p><w:p><w:pPr><w:spacing w:line="200" w:lineRule="atLeast"/><w:ind w:left="3627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pict><v:group style="width:215.3pt;height:159pt;mso-position-horizontal-relative:char;mso-position-vertical-relative:line" coordorigin="0,0" coordsize="4306,3180"><v:shape style="position:absolute;left:3;top:3;width:4301;height:1443" type="#_x0000_t75" stroked="false"><v:imagedata r:id="rId14" o:title=""/></v:shape><v:group style="position:absolute;left:3;top:3;width:4301;height:3175" coordorigin="3,3" coordsize="4301,3175"><v:shape style="position:absolute;left:3;top:3;width:4301;height:3175" coordorigin="3,3" coordsize="4301,3175" path="m3,3177l4303,3177,4303,3,3,3,3,3177xe" filled="false" stroked="true" strokeweight=".25pt" strokecolor="#4f61ab"><v:path arrowok="t"/></v:shape></v:group></v:group></w:pict></w:r><w:r><w:rPr><w:rFonts w:ascii="Arial" w:hAnsi="Arial" w:cs="Arial" w:eastAsia="Arial"/><w:sz w:val="20"/><w:szCs w:val="20"/></w:rPr></w:r></w:p><w:p><w:pPr><w:spacing w:line="240" w:lineRule="auto" w:before="5"/><w:rPr><w:rFonts w:ascii="Arial" w:hAnsi="Arial" w:cs="Arial" w:eastAsia="Arial"/><w:sz w:val="13"/><w:szCs w:val="13"/></w:rPr></w:pPr></w:p><w:p><w:pPr><w:spacing w:before="77"/><w:ind w:left="5343" w:right="5370" w:firstLine="0"/><w:jc w:val="center"/><w:rPr><w:rFonts w:ascii="Arial" w:hAnsi="Arial" w:cs="Arial" w:eastAsia="Arial"/><w:sz w:val="18"/><w:szCs w:val="18"/></w:rPr></w:pPr><w:r><w:rPr><w:rFonts w:ascii="Arial"/><w:b/><w:color w:val="231F20"/><w:sz w:val="18"/></w:rPr><w:t>Figure</w:t></w:r><w:r><w:rPr><w:rFonts w:ascii="Arial"/><w:b/><w:color w:val="231F20"/><w:spacing w:val="-7"/><w:sz w:val="18"/></w:rPr><w:t> </w:t></w:r><w:r><w:rPr><w:rFonts w:ascii="Arial"/><w:b/><w:color w:val="231F20"/><w:sz w:val="18"/></w:rPr><w:t>5</w:t></w:r><w:r><w:rPr><w:rFonts w:ascii="Arial"/><w:sz w:val="18"/></w:rPr></w:r></w:p><w:p><w:pPr><w:spacing w:line="240" w:lineRule="auto" w:before="0"/><w:rPr><w:rFonts w:ascii="Arial" w:hAnsi="Arial" w:cs="Arial" w:eastAsia="Arial"/><w:b/><w:bCs/><w:sz w:val="18"/><w:szCs w:val="18"/></w:rPr></w:pPr></w:p><w:p><w:pPr><w:pStyle w:val="BodyText"/><w:numPr><w:ilvl w:val="0"/><w:numId w:val="3"/></w:numPr><w:tabs><w:tab w:pos="1460" w:val="left" w:leader="none"/></w:tabs><w:spacing w:line="240" w:lineRule="auto" w:before="118" w:after="0"/><w:ind w:left="1460" w:right="0" w:hanging="360"/><w:jc w:val="left"/><w:rPr><w:rFonts w:ascii="Arial" w:hAnsi="Arial" w:cs="Arial" w:eastAsia="Arial"/></w:rPr></w:pPr><w:r><w:rPr><w:rFonts w:ascii="Arial" w:hAnsi="Arial" w:cs="Arial" w:eastAsia="Arial"/><w:color w:val="4C4D4F"/><w:spacing w:val="-1"/></w:rPr><w:t>Depending</w:t></w:r><w:r><w:rPr><w:rFonts w:ascii="Arial" w:hAnsi="Arial" w:cs="Arial" w:eastAsia="Arial"/><w:color w:val="4C4D4F"/></w:rPr><w:t> on </w:t></w:r><w:r><w:rPr><w:rFonts w:ascii="Arial" w:hAnsi="Arial" w:cs="Arial" w:eastAsia="Arial"/><w:color w:val="4C4D4F"/><w:spacing w:val="-1"/></w:rPr><w:t>what</w:t></w:r><w:r><w:rPr><w:rFonts w:ascii="Arial" w:hAnsi="Arial" w:cs="Arial" w:eastAsia="Arial"/><w:color w:val="4C4D4F"/></w:rPr><w:t> “Plot </w:t></w:r><w:r><w:rPr><w:rFonts w:ascii="Arial" w:hAnsi="Arial" w:cs="Arial" w:eastAsia="Arial"/><w:color w:val="4C4D4F"/><w:spacing w:val="-2"/></w:rPr><w:t>area”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you</w:t></w:r><w:r><w:rPr><w:rFonts w:ascii="Arial" w:hAnsi="Arial" w:cs="Arial" w:eastAsia="Arial"/><w:color w:val="4C4D4F"/></w:rPr><w:t> select, </w:t></w:r><w:r><w:rPr><w:rFonts w:ascii="Arial" w:hAnsi="Arial" w:cs="Arial" w:eastAsia="Arial"/><w:color w:val="4C4D4F"/><w:spacing w:val="-2"/></w:rPr><w:t>you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will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get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different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results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(Figure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5"/></w:rPr><w:t>6).</w:t></w:r><w:r><w:rPr><w:rFonts w:ascii="Arial" w:hAnsi="Arial" w:cs="Arial" w:eastAsia="Arial"/></w:rPr></w:r></w:p><w:p><w:pPr><w:spacing w:line="240" w:lineRule="auto" w:before="5"/><w:rPr><w:rFonts w:ascii="Arial" w:hAnsi="Arial" w:cs="Arial" w:eastAsia="Arial"/><w:sz w:val="15"/><w:szCs w:val="15"/></w:rPr></w:pPr></w:p><w:p><w:pPr><w:spacing w:line="200" w:lineRule="atLeast"/><w:ind w:left="3761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pict><v:group style="width:201.85pt;height:149.050pt;mso-position-horizontal-relative:char;mso-position-vertical-relative:line" coordorigin="0,0" coordsize="4037,2981"><v:shape style="position:absolute;left:2;top:3;width:4032;height:2976" type="#_x0000_t75" stroked="false"><v:imagedata r:id="rId15" o:title=""/></v:shape><v:group style="position:absolute;left:3;top:3;width:4032;height:2976" coordorigin="3,3" coordsize="4032,2976"><v:shape style="position:absolute;left:3;top:3;width:4032;height:2976" coordorigin="3,3" coordsize="4032,2976" path="m3,2979l4034,2979,4034,3,3,3,3,2979xe" filled="false" stroked="true" strokeweight=".25pt" strokecolor="#4f61ab"><v:path arrowok="t"/></v:shape></v:group></v:group></w:pict></w:r><w:r><w:rPr><w:rFonts w:ascii="Arial" w:hAnsi="Arial" w:cs="Arial" w:eastAsia="Arial"/><w:sz w:val="20"/><w:szCs w:val="20"/></w:rPr></w:r></w:p><w:p><w:pPr><w:spacing w:line="240" w:lineRule="auto" w:before="5"/><w:rPr><w:rFonts w:ascii="Arial" w:hAnsi="Arial" w:cs="Arial" w:eastAsia="Arial"/><w:sz w:val="13"/><w:szCs w:val="13"/></w:rPr></w:pPr></w:p><w:p><w:pPr><w:spacing w:before="77"/><w:ind w:left="5343" w:right="5370" w:firstLine="0"/><w:jc w:val="center"/><w:rPr><w:rFonts w:ascii="Arial" w:hAnsi="Arial" w:cs="Arial" w:eastAsia="Arial"/><w:sz w:val="18"/><w:szCs w:val="18"/></w:rPr></w:pPr><w:r><w:rPr><w:rFonts w:ascii="Arial"/><w:b/><w:color w:val="231F20"/><w:sz w:val="18"/></w:rPr><w:t>Figure</w:t></w:r><w:r><w:rPr><w:rFonts w:ascii="Arial"/><w:b/><w:color w:val="231F20"/><w:spacing w:val="-7"/><w:sz w:val="18"/></w:rPr><w:t> </w:t></w:r><w:r><w:rPr><w:rFonts w:ascii="Arial"/><w:b/><w:color w:val="231F20"/><w:sz w:val="18"/></w:rPr><w:t>6</w:t></w:r><w:r><w:rPr><w:rFonts w:ascii="Arial"/><w:sz w:val="18"/></w:rPr></w:r></w:p><w:p><w:pPr><w:spacing w:after="0"/><w:jc w:val="center"/><w:rPr><w:rFonts w:ascii="Arial" w:hAnsi="Arial" w:cs="Arial" w:eastAsia="Arial"/><w:sz w:val="18"/><w:szCs w:val="18"/></w:rPr><w:sectPr><w:pgSz w:w="12240" w:h="15840"/><w:pgMar w:header="630" w:footer="643" w:top="1080" w:bottom="840" w:left="340" w:right="360"/></w:sectPr></w:pPr></w:p><w:p><w:pPr><w:spacing w:line="240" w:lineRule="auto" w:before="0"/><w:rPr><w:rFonts w:ascii="Arial" w:hAnsi="Arial" w:cs="Arial" w:eastAsia="Arial"/><w:b/><w:bCs/><w:sz w:val="20"/><w:szCs w:val="20"/></w:rPr></w:pPr></w:p><w:p><w:pPr><w:spacing w:line="240" w:lineRule="auto" w:before="7"/><w:rPr><w:rFonts w:ascii="Arial" w:hAnsi="Arial" w:cs="Arial" w:eastAsia="Arial"/><w:b/><w:bCs/><w:sz w:val="16"/><w:szCs w:val="16"/></w:rPr></w:pPr></w:p><w:p><w:pPr><w:pStyle w:val="BodyText"/><w:numPr><w:ilvl w:val="0"/><w:numId w:val="3"/></w:numPr><w:tabs><w:tab w:pos="1440" w:val="left" w:leader="none"/></w:tabs><w:spacing w:line="284" w:lineRule="auto" w:before="72" w:after="0"/><w:ind w:left="1440" w:right="1285" w:hanging="360"/><w:jc w:val="left"/><w:rPr><w:rFonts w:ascii="Arial" w:hAnsi="Arial" w:cs="Arial" w:eastAsia="Arial"/></w:rPr></w:pPr><w:r><w:rPr><w:color w:val="4C4D4F"/><w:spacing w:val="-1"/></w:rPr><w:t>Selecting</w:t></w:r><w:r><w:rPr><w:color w:val="4C4D4F"/><w:spacing w:val="-2"/></w:rPr><w:t> </w:t></w:r><w:r><w:rPr><w:color w:val="4C4D4F"/><w:spacing w:val="-1"/></w:rPr><w:t>the</w:t></w:r><w:r><w:rPr><w:color w:val="4C4D4F"/><w:spacing w:val="-2"/></w:rPr><w:t> Preview</w:t></w:r><w:r><w:rPr><w:color w:val="4C4D4F"/><w:spacing w:val="-1"/></w:rPr><w:t> button</w:t></w:r><w:r><w:rPr><w:color w:val="4C4D4F"/><w:spacing w:val="-2"/></w:rPr><w:t> </w:t></w:r><w:r><w:rPr><w:color w:val="4C4D4F"/><w:spacing w:val="-1"/></w:rPr><w:t>in</w:t></w:r><w:r><w:rPr><w:color w:val="4C4D4F"/><w:spacing w:val="-2"/></w:rPr><w:t> </w:t></w:r><w:r><w:rPr><w:color w:val="4C4D4F"/><w:spacing w:val="-1"/></w:rPr><w:t>the </w:t></w:r><w:r><w:rPr><w:color w:val="4C4D4F"/><w:spacing w:val="-2"/></w:rPr><w:t>lower</w:t></w:r><w:r><w:rPr><w:color w:val="4C4D4F"/><w:spacing w:val="-1"/></w:rPr><w:t> </w:t></w:r><w:r><w:rPr><w:color w:val="4C4D4F"/></w:rPr><w:t>left</w:t></w:r><w:r><w:rPr><w:color w:val="4C4D4F"/><w:spacing w:val="-1"/></w:rPr><w:t> of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Plot dialog </w:t></w:r><w:r><w:rPr><w:color w:val="4C4D4F"/><w:spacing w:val="-2"/></w:rPr><w:t>box</w:t></w:r><w:r><w:rPr><w:color w:val="4C4D4F"/><w:spacing w:val="-1"/></w:rPr><w:t> will </w:t></w:r><w:r><w:rPr><w:color w:val="4C4D4F"/><w:spacing w:val="-2"/></w:rPr><w:t>display</w:t></w:r><w:r><w:rPr><w:color w:val="4C4D4F"/><w:spacing w:val="-1"/></w:rPr><w:t> the</w:t></w:r><w:r><w:rPr><w:color w:val="4C4D4F"/><w:spacing w:val="-2"/></w:rPr><w:t> </w:t></w:r><w:r><w:rPr><w:color w:val="4C4D4F"/><w:spacing w:val="-1"/></w:rPr><w:t>following</w:t></w:r><w:r><w:rPr><w:color w:val="4C4D4F"/><w:spacing w:val="85"/></w:rPr><w:t> </w:t></w:r><w:r><w:rPr><w:rFonts w:ascii="Arial" w:hAnsi="Arial" w:cs="Arial" w:eastAsia="Arial"/><w:color w:val="4C4D4F"/><w:spacing w:val="-1"/></w:rPr><w:t>different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results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of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1"/></w:rPr><w:t>“What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to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plot:”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(Figures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7"/></w:rPr><w:t>7–10).</w:t></w:r><w:r><w:rPr><w:rFonts w:ascii="Arial" w:hAnsi="Arial" w:cs="Arial" w:eastAsia="Arial"/></w:rPr></w:r></w:p><w:p><w:pPr><w:spacing w:line="240" w:lineRule="auto" w:before="6"/><w:rPr><w:rFonts w:ascii="Arial" w:hAnsi="Arial" w:cs="Arial" w:eastAsia="Arial"/><w:sz w:val="8"/><w:szCs w:val="8"/></w:rPr></w:pPr></w:p><w:tbl><w:tblPr><w:tblW w:w="0" w:type="auto"/><w:jc w:val="left"/><w:tblInd w:w="1240" w:type="dxa"/><w:tblLayout w:type="fixed"/><w:tblCellMar><w:top w:w="0" w:type="dxa"/><w:left w:w="0" w:type="dxa"/><w:bottom w:w="0" w:type="dxa"/><w:right w:w="0" w:type="dxa"/></w:tblCellMar><w:tblLook w:val="01E0"/></w:tblPr><w:tblGrid><w:gridCol w:w="4469"/><w:gridCol w:w="4673"/></w:tblGrid><w:tr><w:trPr><w:trHeight w:val="3325" w:hRule="exact"/></w:trPr><w:tc><w:tcPr><w:tcW w:w="4469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3"/><w:ind w:right="0"/><w:jc w:val="left"/><w:rPr><w:rFonts w:ascii="Arial" w:hAnsi="Arial" w:cs="Arial" w:eastAsia="Arial"/><w:sz w:val="5"/><w:szCs w:val="5"/></w:rPr></w:pPr></w:p><w:p><w:pPr><w:pStyle w:val="TableParagraph"/><w:spacing w:line="200" w:lineRule="atLeast"/><w:ind w:left="230" w:right="0"/><w:jc w:val="left"/><w:rPr><w:rFonts w:ascii="Arial" w:hAnsi="Arial" w:cs="Arial" w:eastAsia="Arial"/><w:sz w:val="20"/><w:szCs w:val="20"/></w:rPr></w:pPr><w:r><w:rPr><w:rFonts w:ascii="Arial" w:hAnsi="Arial" w:cs="Arial" w:eastAsia="Arial"/><w:sz w:val="20"/><w:szCs w:val="20"/></w:rPr><w:drawing><wp:inline distT="0" distB="0" distL="0" distR="0"><wp:extent cx="2474974" cy="1932431"/><wp:effectExtent l="0" t="0" r="0" b="0"/><wp:docPr id="5" name="image8.png" descr=""/><wp:cNvGraphicFramePr><a:graphicFrameLocks noChangeAspect="1"/></wp:cNvGraphicFramePr><a:graphic><a:graphicData uri="http://schemas.openxmlformats.org/drawingml/2006/picture"><pic:pic><pic:nvPicPr><pic:cNvPr id="6" name="image8.png"/><pic:cNvPicPr/></pic:nvPicPr><pic:blipFill><a:blip r:embed="rId16" cstate="print"/><a:stretch><a:fillRect/></a:stretch></pic:blipFill><pic:spPr><a:xfrm><a:off x="0" y="0"/><a:ext cx="2474974" cy="1932431"/></a:xfrm><a:prstGeom prst="rect"><a:avLst/></a:prstGeom></pic:spPr></pic:pic></a:graphicData></a:graphic></wp:inline></w:drawing></w:r><w:r><w:rPr><w:rFonts w:ascii="Arial" w:hAnsi="Arial" w:cs="Arial" w:eastAsia="Arial"/><w:sz w:val="20"/><w:szCs w:val="20"/></w:rPr></w:r></w:p><w:p><w:pPr><w:pStyle w:val="TableParagraph"/><w:spacing w:line="240" w:lineRule="auto" w:before="3"/><w:ind w:right="0"/><w:jc w:val="left"/><w:rPr><w:rFonts w:ascii="Arial" w:hAnsi="Arial" w:cs="Arial" w:eastAsia="Arial"/><w:sz w:val="19"/><w:szCs w:val="19"/></w:rPr></w:pPr></w:p></w:tc><w:tc><w:tcPr><w:tcW w:w="4673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3"/><w:ind w:right="0"/><w:jc w:val="left"/><w:rPr><w:rFonts w:ascii="Arial" w:hAnsi="Arial" w:cs="Arial" w:eastAsia="Arial"/><w:sz w:val="5"/><w:szCs w:val="5"/></w:rPr></w:pPr></w:p><w:p><w:pPr><w:pStyle w:val="TableParagraph"/><w:spacing w:line="200" w:lineRule="atLeast"/><w:ind w:left="339" w:right="0"/><w:jc w:val="left"/><w:rPr><w:rFonts w:ascii="Arial" w:hAnsi="Arial" w:cs="Arial" w:eastAsia="Arial"/><w:sz w:val="20"/><w:szCs w:val="20"/></w:rPr></w:pPr><w:r><w:rPr><w:rFonts w:ascii="Arial" w:hAnsi="Arial" w:cs="Arial" w:eastAsia="Arial"/><w:sz w:val="20"/><w:szCs w:val="20"/></w:rPr><w:drawing><wp:inline distT="0" distB="0" distL="0" distR="0"><wp:extent cx="2609963" cy="2029968"/><wp:effectExtent l="0" t="0" r="0" b="0"/><wp:docPr id="7" name="image9.png" descr=""/><wp:cNvGraphicFramePr><a:graphicFrameLocks noChangeAspect="1"/></wp:cNvGraphicFramePr><a:graphic><a:graphicData uri="http://schemas.openxmlformats.org/drawingml/2006/picture"><pic:pic><pic:nvPicPr><pic:cNvPr id="8" name="image9.png"/><pic:cNvPicPr/></pic:nvPicPr><pic:blipFill><a:blip r:embed="rId17" cstate="print"/><a:stretch><a:fillRect/></a:stretch></pic:blipFill><pic:spPr><a:xfrm><a:off x="0" y="0"/><a:ext cx="2609963" cy="2029968"/></a:xfrm><a:prstGeom prst="rect"><a:avLst/></a:prstGeom></pic:spPr></pic:pic></a:graphicData></a:graphic></wp:inline></w:drawing></w:r><w:r><w:rPr><w:rFonts w:ascii="Arial" w:hAnsi="Arial" w:cs="Arial" w:eastAsia="Arial"/><w:sz w:val="20"/><w:szCs w:val="20"/></w:rPr></w:r></w:p></w:tc></w:tr><w:tr><w:trPr><w:trHeight w:val="312" w:hRule="exact"/></w:trPr><w:tc><w:tcPr><w:tcW w:w="4469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49"/><w:ind w:left="982" w:right="0"/><w:jc w:val="left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3"/><w:sz w:val="18"/><w:szCs w:val="18"/></w:rPr><w:t> </w:t></w:r><w:r><w:rPr><w:rFonts w:ascii="Arial" w:hAnsi="Arial" w:cs="Arial" w:eastAsia="Arial"/><w:b/><w:bCs/><w:color w:val="231F20"/><w:spacing w:val="-1"/><w:sz w:val="18"/><w:szCs w:val="18"/></w:rPr><w:t>7</w:t></w:r><w:r><w:rPr><w:rFonts w:ascii="Arial" w:hAnsi="Arial" w:cs="Arial" w:eastAsia="Arial"/><w:color w:val="231F20"/><w:spacing w:val="-1"/><w:sz w:val="18"/><w:szCs w:val="18"/></w:rPr><w:t>—Plot</w:t></w:r><w:r><w:rPr><w:rFonts w:ascii="Arial" w:hAnsi="Arial" w:cs="Arial" w:eastAsia="Arial"/><w:color w:val="231F20"/><w:spacing w:val="-3"/><w:sz w:val="18"/><w:szCs w:val="18"/></w:rPr><w:t> </w:t></w:r><w:r><w:rPr><w:rFonts w:ascii="Arial" w:hAnsi="Arial" w:cs="Arial" w:eastAsia="Arial"/><w:color w:val="231F20"/><w:spacing w:val="-1"/><w:sz w:val="18"/><w:szCs w:val="18"/></w:rPr><w:t>area </w:t></w:r><w:r><w:rPr><w:rFonts w:ascii="Arial" w:hAnsi="Arial" w:cs="Arial" w:eastAsia="Arial"/><w:color w:val="231F20"/><w:sz w:val="18"/><w:szCs w:val="18"/></w:rPr><w:t>=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Display</w:t></w:r><w:r><w:rPr><w:rFonts w:ascii="Arial" w:hAnsi="Arial" w:cs="Arial" w:eastAsia="Arial"/><w:sz w:val="18"/><w:szCs w:val="18"/></w:rPr></w:r></w:p></w:tc><w:tc><w:tcPr><w:tcW w:w="4673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49"/><w:ind w:left="1187" w:right="0"/><w:jc w:val="left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5"/><w:sz w:val="18"/><w:szCs w:val="18"/></w:rPr><w:t> </w:t></w:r><w:r><w:rPr><w:rFonts w:ascii="Arial" w:hAnsi="Arial" w:cs="Arial" w:eastAsia="Arial"/><w:b/><w:bCs/><w:color w:val="231F20"/><w:spacing w:val="-1"/><w:sz w:val="18"/><w:szCs w:val="18"/></w:rPr><w:t>8</w:t></w:r><w:r><w:rPr><w:rFonts w:ascii="Arial" w:hAnsi="Arial" w:cs="Arial" w:eastAsia="Arial"/><w:color w:val="231F20"/><w:spacing w:val="-1"/><w:sz w:val="18"/><w:szCs w:val="18"/></w:rPr><w:t>—Plot</w:t></w:r><w:r><w:rPr><w:rFonts w:ascii="Arial" w:hAnsi="Arial" w:cs="Arial" w:eastAsia="Arial"/><w:color w:val="231F20"/><w:spacing w:val="-4"/><w:sz w:val="18"/><w:szCs w:val="18"/></w:rPr><w:t> </w:t></w:r><w:r><w:rPr><w:rFonts w:ascii="Arial" w:hAnsi="Arial" w:cs="Arial" w:eastAsia="Arial"/><w:color w:val="231F20"/><w:spacing w:val="-1"/><w:sz w:val="18"/><w:szCs w:val="18"/></w:rPr><w:t>area</w:t></w:r><w:r><w:rPr><w:rFonts w:ascii="Arial" w:hAnsi="Arial" w:cs="Arial" w:eastAsia="Arial"/><w:color w:val="231F20"/><w:spacing w:val="-3"/><w:sz w:val="18"/><w:szCs w:val="18"/></w:rPr><w:t> </w:t></w:r><w:r><w:rPr><w:rFonts w:ascii="Arial" w:hAnsi="Arial" w:cs="Arial" w:eastAsia="Arial"/><w:color w:val="231F20"/><w:sz w:val="18"/><w:szCs w:val="18"/></w:rPr><w:t>=</w:t></w:r><w:r><w:rPr><w:rFonts w:ascii="Arial" w:hAnsi="Arial" w:cs="Arial" w:eastAsia="Arial"/><w:color w:val="231F20"/><w:spacing w:val="-3"/><w:sz w:val="18"/><w:szCs w:val="18"/></w:rPr><w:t> </w:t></w:r><w:r><w:rPr><w:rFonts w:ascii="Arial" w:hAnsi="Arial" w:cs="Arial" w:eastAsia="Arial"/><w:color w:val="231F20"/><w:sz w:val="18"/><w:szCs w:val="18"/></w:rPr><w:t>Extents</w:t></w:r><w:r><w:rPr><w:rFonts w:ascii="Arial" w:hAnsi="Arial" w:cs="Arial" w:eastAsia="Arial"/><w:sz w:val="18"/><w:szCs w:val="18"/></w:rPr></w:r></w:p></w:tc></w:tr></w:tbl><w:p><w:pPr><w:spacing w:line="240" w:lineRule="auto" w:before="5"/><w:rPr><w:rFonts w:ascii="Arial" w:hAnsi="Arial" w:cs="Arial" w:eastAsia="Arial"/><w:sz w:val="23"/><w:szCs w:val="23"/></w:rPr></w:pPr></w:p><w:tbl><w:tblPr><w:tblW w:w="0" w:type="auto"/><w:jc w:val="left"/><w:tblInd w:w="1131" w:type="dxa"/><w:tblLayout w:type="fixed"/><w:tblCellMar><w:top w:w="0" w:type="dxa"/><w:left w:w="0" w:type="dxa"/><w:bottom w:w="0" w:type="dxa"/><w:right w:w="0" w:type="dxa"/></w:tblCellMar><w:tblLook w:val="01E0"/></w:tblPr><w:tblGrid><w:gridCol w:w="4628"/><w:gridCol w:w="4628"/></w:tblGrid><w:tr><w:trPr><w:trHeight w:val="3358" w:hRule="exact"/></w:trPr><w:tc><w:tcPr><w:tcW w:w="4628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3"/><w:ind w:right="0"/><w:jc w:val="left"/><w:rPr><w:rFonts w:ascii="Arial" w:hAnsi="Arial" w:cs="Arial" w:eastAsia="Arial"/><w:sz w:val="5"/><w:szCs w:val="5"/></w:rPr></w:pPr></w:p><w:p><w:pPr><w:pStyle w:val="TableParagraph"/><w:spacing w:line="200" w:lineRule="atLeast"/><w:ind w:left="230" w:right="0"/><w:jc w:val="left"/><w:rPr><w:rFonts w:ascii="Arial" w:hAnsi="Arial" w:cs="Arial" w:eastAsia="Arial"/><w:sz w:val="20"/><w:szCs w:val="20"/></w:rPr></w:pPr><w:r><w:rPr><w:rFonts w:ascii="Arial" w:hAnsi="Arial" w:cs="Arial" w:eastAsia="Arial"/><w:sz w:val="20"/><w:szCs w:val="20"/></w:rPr><w:drawing><wp:inline distT="0" distB="0" distL="0" distR="0"><wp:extent cx="2615171" cy="2017776"/><wp:effectExtent l="0" t="0" r="0" b="0"/><wp:docPr id="9" name="image10.png" descr=""/><wp:cNvGraphicFramePr><a:graphicFrameLocks noChangeAspect="1"/></wp:cNvGraphicFramePr><a:graphic><a:graphicData uri="http://schemas.openxmlformats.org/drawingml/2006/picture"><pic:pic><pic:nvPicPr><pic:cNvPr id="10" name="image10.png"/><pic:cNvPicPr/></pic:nvPicPr><pic:blipFill><a:blip r:embed="rId18" cstate="print"/><a:stretch><a:fillRect/></a:stretch></pic:blipFill><pic:spPr><a:xfrm><a:off x="0" y="0"/><a:ext cx="2615171" cy="2017776"/></a:xfrm><a:prstGeom prst="rect"><a:avLst/></a:prstGeom></pic:spPr></pic:pic></a:graphicData></a:graphic></wp:inline></w:drawing></w:r><w:r><w:rPr><w:rFonts w:ascii="Arial" w:hAnsi="Arial" w:cs="Arial" w:eastAsia="Arial"/><w:sz w:val="20"/><w:szCs w:val="20"/></w:rPr></w:r></w:p></w:tc><w:tc><w:tcPr><w:tcW w:w="4628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3"/><w:ind w:right="0"/><w:jc w:val="left"/><w:rPr><w:rFonts w:ascii="Arial" w:hAnsi="Arial" w:cs="Arial" w:eastAsia="Arial"/><w:sz w:val="5"/><w:szCs w:val="5"/></w:rPr></w:pPr></w:p><w:p><w:pPr><w:pStyle w:val="TableParagraph"/><w:spacing w:line="200" w:lineRule="atLeast"/><w:ind w:left="282" w:right="0"/><w:jc w:val="left"/><w:rPr><w:rFonts w:ascii="Arial" w:hAnsi="Arial" w:cs="Arial" w:eastAsia="Arial"/><w:sz w:val="20"/><w:szCs w:val="20"/></w:rPr></w:pPr><w:r><w:rPr><w:rFonts w:ascii="Arial" w:hAnsi="Arial" w:cs="Arial" w:eastAsia="Arial"/><w:sz w:val="20"/><w:szCs w:val="20"/></w:rPr><w:drawing><wp:inline distT="0" distB="0" distL="0" distR="0"><wp:extent cx="2615176" cy="2048255"/><wp:effectExtent l="0" t="0" r="0" b="0"/><wp:docPr id="11" name="image11.png" descr=""/><wp:cNvGraphicFramePr><a:graphicFrameLocks noChangeAspect="1"/></wp:cNvGraphicFramePr><a:graphic><a:graphicData uri="http://schemas.openxmlformats.org/drawingml/2006/picture"><pic:pic><pic:nvPicPr><pic:cNvPr id="12" name="image11.png"/><pic:cNvPicPr/></pic:nvPicPr><pic:blipFill><a:blip r:embed="rId19" cstate="print"/><a:stretch><a:fillRect/></a:stretch></pic:blipFill><pic:spPr><a:xfrm><a:off x="0" y="0"/><a:ext cx="2615176" cy="2048255"/></a:xfrm><a:prstGeom prst="rect"><a:avLst/></a:prstGeom></pic:spPr></pic:pic></a:graphicData></a:graphic></wp:inline></w:drawing></w:r><w:r><w:rPr><w:rFonts w:ascii="Arial" w:hAnsi="Arial" w:cs="Arial" w:eastAsia="Arial"/><w:sz w:val="20"/><w:szCs w:val="20"/></w:rPr></w:r></w:p></w:tc></w:tr><w:tr><w:trPr><w:trHeight w:val="315" w:hRule="exact"/></w:trPr><w:tc><w:tcPr><w:tcW w:w="4628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51"/><w:ind w:left="1150" w:right="0"/><w:jc w:val="left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3"/><w:sz w:val="18"/><w:szCs w:val="18"/></w:rPr><w:t> </w:t></w:r><w:r><w:rPr><w:rFonts w:ascii="Arial" w:hAnsi="Arial" w:cs="Arial" w:eastAsia="Arial"/><w:b/><w:bCs/><w:color w:val="231F20"/><w:spacing w:val="-1"/><w:sz w:val="18"/><w:szCs w:val="18"/></w:rPr><w:t>9</w:t></w:r><w:r><w:rPr><w:rFonts w:ascii="Arial" w:hAnsi="Arial" w:cs="Arial" w:eastAsia="Arial"/><w:color w:val="231F20"/><w:spacing w:val="-1"/><w:sz w:val="18"/><w:szCs w:val="18"/></w:rPr><w:t>—Plot</w:t></w:r><w:r><w:rPr><w:rFonts w:ascii="Arial" w:hAnsi="Arial" w:cs="Arial" w:eastAsia="Arial"/><w:color w:val="231F20"/><w:spacing w:val="-3"/><w:sz w:val="18"/><w:szCs w:val="18"/></w:rPr><w:t> </w:t></w:r><w:r><w:rPr><w:rFonts w:ascii="Arial" w:hAnsi="Arial" w:cs="Arial" w:eastAsia="Arial"/><w:color w:val="231F20"/><w:spacing w:val="-1"/><w:sz w:val="18"/><w:szCs w:val="18"/></w:rPr><w:t>area </w:t></w:r><w:r><w:rPr><w:rFonts w:ascii="Arial" w:hAnsi="Arial" w:cs="Arial" w:eastAsia="Arial"/><w:color w:val="231F20"/><w:sz w:val="18"/><w:szCs w:val="18"/></w:rPr><w:t>=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Limits</w:t></w:r><w:r><w:rPr><w:rFonts w:ascii="Arial" w:hAnsi="Arial" w:cs="Arial" w:eastAsia="Arial"/><w:sz w:val="18"/><w:szCs w:val="18"/></w:rPr></w:r></w:p></w:tc><w:tc><w:tcPr><w:tcW w:w="4628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51"/><w:ind w:left="1066" w:right="0"/><w:jc w:val="left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3"/><w:sz w:val="18"/><w:szCs w:val="18"/></w:rPr><w:t> </w:t></w:r><w:r><w:rPr><w:rFonts w:ascii="Arial" w:hAnsi="Arial" w:cs="Arial" w:eastAsia="Arial"/><w:b/><w:bCs/><w:color w:val="231F20"/><w:spacing w:val="-1"/><w:sz w:val="18"/><w:szCs w:val="18"/></w:rPr><w:t>10</w:t></w:r><w:r><w:rPr><w:rFonts w:ascii="Arial" w:hAnsi="Arial" w:cs="Arial" w:eastAsia="Arial"/><w:color w:val="231F20"/><w:spacing w:val="-1"/><w:sz w:val="18"/><w:szCs w:val="18"/></w:rPr><w:t>—Plot</w:t></w:r><w:r><w:rPr><w:rFonts w:ascii="Arial" w:hAnsi="Arial" w:cs="Arial" w:eastAsia="Arial"/><w:color w:val="231F20"/><w:spacing w:val="-3"/><w:sz w:val="18"/><w:szCs w:val="18"/></w:rPr><w:t> </w:t></w:r><w:r><w:rPr><w:rFonts w:ascii="Arial" w:hAnsi="Arial" w:cs="Arial" w:eastAsia="Arial"/><w:color w:val="231F20"/><w:spacing w:val="-1"/><w:sz w:val="18"/><w:szCs w:val="18"/></w:rPr><w:t>area </w:t></w:r><w:r><w:rPr><w:rFonts w:ascii="Arial" w:hAnsi="Arial" w:cs="Arial" w:eastAsia="Arial"/><w:color w:val="231F20"/><w:sz w:val="18"/><w:szCs w:val="18"/></w:rPr><w:t>=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z w:val="18"/><w:szCs w:val="18"/></w:rPr><w:t>Window</w:t></w:r><w:r><w:rPr><w:rFonts w:ascii="Arial" w:hAnsi="Arial" w:cs="Arial" w:eastAsia="Arial"/><w:sz w:val="18"/><w:szCs w:val="18"/></w:rPr></w:r></w:p></w:tc></w:tr></w:tbl><w:p><w:pPr><w:spacing w:after="0" w:line="240" w:lineRule="auto"/><w:jc w:val="left"/><w:rPr><w:rFonts w:ascii="Arial" w:hAnsi="Arial" w:cs="Arial" w:eastAsia="Arial"/><w:sz w:val="18"/><w:szCs w:val="18"/></w:rPr><w:sectPr><w:pgSz w:w="12240" w:h="15840"/><w:pgMar w:header="630" w:footer="643" w:top="1080" w:bottom="840" w:left="360" w:right="340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7"/><w:rPr><w:rFonts w:ascii="Arial" w:hAnsi="Arial" w:cs="Arial" w:eastAsia="Arial"/><w:sz w:val="16"/><w:szCs w:val="16"/></w:rPr></w:pPr></w:p><w:p><w:pPr><w:pStyle w:val="BodyText"/><w:numPr><w:ilvl w:val="0"/><w:numId w:val="3"/></w:numPr><w:tabs><w:tab w:pos="1460" w:val="left" w:leader="none"/></w:tabs><w:spacing w:line="284" w:lineRule="auto" w:before="72" w:after="0"/><w:ind w:left="1460" w:right="1169" w:hanging="360"/><w:jc w:val="left"/><w:rPr><w:rFonts w:ascii="Arial" w:hAnsi="Arial" w:cs="Arial" w:eastAsia="Arial"/></w:rPr></w:pPr><w:r><w:rPr><w:rFonts w:ascii="Arial" w:hAnsi="Arial" w:cs="Arial" w:eastAsia="Arial"/><w:color w:val="4C4D4F"/><w:spacing w:val="-1"/></w:rPr><w:t>Using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/w:rPr><w:t> “Plot </w:t></w:r><w:r><w:rPr><w:rFonts w:ascii="Arial" w:hAnsi="Arial" w:cs="Arial" w:eastAsia="Arial"/><w:color w:val="4C4D4F"/><w:spacing w:val="-1"/></w:rPr><w:t>scale”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option,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set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plot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area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to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Extents.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This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will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show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plot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area</w:t></w:r><w:r><w:rPr><w:rFonts w:ascii="Arial" w:hAnsi="Arial" w:cs="Arial" w:eastAsia="Arial"/><w:color w:val="4C4D4F"/></w:rPr><w:t> on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w:spacing w:val="65"/></w:rPr><w:t> </w:t></w:r><w:r><w:rPr><w:rFonts w:ascii="Arial" w:hAnsi="Arial" w:cs="Arial" w:eastAsia="Arial"/><w:color w:val="4C4D4F"/><w:spacing w:val="-1"/></w:rPr><w:t>screen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when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you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preview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it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to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get</w:t></w:r><w:r><w:rPr><w:rFonts w:ascii="Arial" w:hAnsi="Arial" w:cs="Arial" w:eastAsia="Arial"/><w:color w:val="4C4D4F"/></w:rPr><w:t> close </w:t></w:r><w:r><w:rPr><w:rFonts w:ascii="Arial" w:hAnsi="Arial" w:cs="Arial" w:eastAsia="Arial"/><w:color w:val="4C4D4F"/><w:spacing w:val="-1"/></w:rPr><w:t>to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what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you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want.</w:t></w:r><w:r><w:rPr><w:rFonts w:ascii="Arial" w:hAnsi="Arial" w:cs="Arial" w:eastAsia="Arial"/><w:color w:val="4C4D4F"/></w:rPr><w:t> Notice </w:t></w:r><w:r><w:rPr><w:rFonts w:ascii="Arial" w:hAnsi="Arial" w:cs="Arial" w:eastAsia="Arial"/><w:color w:val="4C4D4F"/><w:spacing w:val="-1"/></w:rPr><w:t>that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/w:rPr><w:t> “Fit </w:t></w:r><w:r><w:rPr><w:rFonts w:ascii="Arial" w:hAnsi="Arial" w:cs="Arial" w:eastAsia="Arial"/><w:color w:val="4C4D4F"/><w:spacing w:val="-1"/></w:rPr><w:t>to</w:t></w:r><w:r><w:rPr><w:rFonts w:ascii="Arial" w:hAnsi="Arial" w:cs="Arial" w:eastAsia="Arial"/><w:color w:val="4C4D4F"/></w:rPr><w:t> paper” </w:t></w:r><w:r><w:rPr><w:rFonts w:ascii="Arial" w:hAnsi="Arial" w:cs="Arial" w:eastAsia="Arial"/><w:color w:val="4C4D4F"/><w:spacing w:val="-2"/></w:rPr><w:t>box</w:t></w:r><w:r><w:rPr><w:rFonts w:ascii="Arial" w:hAnsi="Arial" w:cs="Arial" w:eastAsia="Arial"/><w:color w:val="4C4D4F"/><w:spacing w:val="59"/></w:rPr><w:t> </w:t></w:r><w:r><w:rPr><w:rFonts w:ascii="Arial" w:hAnsi="Arial" w:cs="Arial" w:eastAsia="Arial"/><w:color w:val="4C4D4F"/><w:spacing w:val="-1"/></w:rPr><w:t>is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checked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and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that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/w:rPr><w:t> scale </w:t></w:r><w:r><w:rPr><w:rFonts w:ascii="Arial" w:hAnsi="Arial" w:cs="Arial" w:eastAsia="Arial"/><w:color w:val="4C4D4F"/><w:spacing w:val="-1"/></w:rPr><w:t>of</w:t></w:r><w:r><w:rPr><w:rFonts w:ascii="Arial" w:hAnsi="Arial" w:cs="Arial" w:eastAsia="Arial"/><w:color w:val="4C4D4F"/></w:rPr><w:t> 1 </w:t></w:r><w:r><w:rPr><w:rFonts w:ascii="Arial" w:hAnsi="Arial" w:cs="Arial" w:eastAsia="Arial"/><w:color w:val="4C4D4F"/><w:spacing w:val="-1"/></w:rPr><w:t>inch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to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every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4"/></w:rPr><w:t>4.251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units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is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greyed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out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(Figure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1"/></w:rPr><w:t>11).</w:t></w:r><w:r><w:rPr><w:rFonts w:ascii="Arial" w:hAnsi="Arial" w:cs="Arial" w:eastAsia="Arial"/></w:rPr></w:r></w:p><w:p><w:pPr><w:spacing w:line="240" w:lineRule="auto" w:before="5"/><w:rPr><w:rFonts w:ascii="Arial" w:hAnsi="Arial" w:cs="Arial" w:eastAsia="Arial"/><w:sz w:val="11"/><w:szCs w:val="11"/></w:rPr></w:pPr></w:p><w:p><w:pPr><w:spacing w:line="200" w:lineRule="atLeast"/><w:ind w:left="3077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pict><v:group style="width:270.25pt;height:117.25pt;mso-position-horizontal-relative:char;mso-position-vertical-relative:line" coordorigin="0,0" coordsize="5405,2345"><v:shape style="position:absolute;left:3;top:3;width:5400;height:2340" type="#_x0000_t75" stroked="false"><v:imagedata r:id="rId20" o:title=""/></v:shape><v:group style="position:absolute;left:3;top:3;width:5400;height:2340" coordorigin="3,3" coordsize="5400,2340"><v:shape style="position:absolute;left:3;top:3;width:5400;height:2340" coordorigin="3,3" coordsize="5400,2340" path="m3,2343l5403,2343,5403,3,3,3,3,2343xe" filled="false" stroked="true" strokeweight=".25pt" strokecolor="#4f61ab"><v:path arrowok="t"/></v:shape></v:group></v:group></w:pict></w:r><w:r><w:rPr><w:rFonts w:ascii="Arial" w:hAnsi="Arial" w:cs="Arial" w:eastAsia="Arial"/><w:sz w:val="20"/><w:szCs w:val="20"/></w:rPr></w:r></w:p><w:p><w:pPr><w:spacing w:line="240" w:lineRule="auto" w:before="5"/><w:rPr><w:rFonts w:ascii="Arial" w:hAnsi="Arial" w:cs="Arial" w:eastAsia="Arial"/><w:sz w:val="13"/><w:szCs w:val="13"/></w:rPr></w:pPr></w:p><w:p><w:pPr><w:spacing w:before="77"/><w:ind w:left="5343" w:right="5371" w:firstLine="0"/><w:jc w:val="center"/><w:rPr><w:rFonts w:ascii="Arial" w:hAnsi="Arial" w:cs="Arial" w:eastAsia="Arial"/><w:sz w:val="18"/><w:szCs w:val="18"/></w:rPr></w:pPr><w:r><w:rPr><w:rFonts w:ascii="Arial"/><w:b/><w:color w:val="231F20"/><w:sz w:val="18"/></w:rPr><w:t>Figure</w:t></w:r><w:r><w:rPr><w:rFonts w:ascii="Arial"/><w:b/><w:color w:val="231F20"/><w:spacing w:val="-7"/><w:sz w:val="18"/></w:rPr><w:t> </w:t></w:r><w:r><w:rPr><w:rFonts w:ascii="Arial"/><w:b/><w:color w:val="231F20"/><w:spacing w:val="-5"/><w:sz w:val="18"/></w:rPr><w:t>11</w:t></w:r><w:r><w:rPr><w:rFonts w:ascii="Arial"/><w:sz w:val="18"/></w:rPr></w:r></w:p><w:p><w:pPr><w:spacing w:line="240" w:lineRule="auto" w:before="0"/><w:rPr><w:rFonts w:ascii="Arial" w:hAnsi="Arial" w:cs="Arial" w:eastAsia="Arial"/><w:b/><w:bCs/><w:sz w:val="18"/><w:szCs w:val="18"/></w:rPr></w:pPr></w:p><w:p><w:pPr><w:pStyle w:val="BodyText"/><w:numPr><w:ilvl w:val="0"/><w:numId w:val="3"/></w:numPr><w:tabs><w:tab w:pos="1460" w:val="left" w:leader="none"/></w:tabs><w:spacing w:line="284" w:lineRule="auto" w:before="118" w:after="0"/><w:ind w:left="1460" w:right="1248" w:hanging="360"/><w:jc w:val="left"/></w:pPr><w:r><w:rPr><w:rFonts w:ascii="Arial" w:hAnsi="Arial" w:cs="Arial" w:eastAsia="Arial"/><w:color w:val="4C4D4F"/><w:spacing w:val="-1"/></w:rPr><w:t>When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you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originally</w:t></w:r><w:r><w:rPr><w:rFonts w:ascii="Arial" w:hAnsi="Arial" w:cs="Arial" w:eastAsia="Arial"/><w:color w:val="4C4D4F"/></w:rPr><w:t> scaled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border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up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in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previous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activities,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it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was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3"/></w:rPr><w:t>by</w:t></w:r><w:r><w:rPr><w:rFonts w:ascii="Arial" w:hAnsi="Arial" w:cs="Arial" w:eastAsia="Arial"/><w:color w:val="4C4D4F"/></w:rPr><w:t> a </w:t></w:r><w:r><w:rPr><w:rFonts w:ascii="Arial" w:hAnsi="Arial" w:cs="Arial" w:eastAsia="Arial"/><w:color w:val="4C4D4F"/><w:spacing w:val="-1"/></w:rPr><w:t>factor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of</w:t></w:r><w:r><w:rPr><w:rFonts w:ascii="Arial" w:hAnsi="Arial" w:cs="Arial" w:eastAsia="Arial"/><w:color w:val="4C4D4F"/><w:spacing w:val="67"/></w:rPr><w:t> </w:t></w:r><w:r><w:rPr><w:color w:val="4C4D4F"/><w:spacing w:val="-1"/></w:rPr><w:t>four—so</w:t></w:r><w:r><w:rPr><w:color w:val="4C4D4F"/><w:spacing w:val="-2"/></w:rPr><w:t> </w:t></w:r><w:r><w:rPr><w:color w:val="4C4D4F"/><w:spacing w:val="-3"/></w:rPr><w:t>you’re</w:t></w:r><w:r><w:rPr><w:color w:val="4C4D4F"/><w:spacing w:val="-2"/></w:rPr><w:t> </w:t></w:r><w:r><w:rPr><w:color w:val="4C4D4F"/><w:spacing w:val="-1"/></w:rPr><w:t>close,</w:t></w:r><w:r><w:rPr><w:color w:val="4C4D4F"/></w:rPr><w:t> </w:t></w:r><w:r><w:rPr><w:color w:val="4C4D4F"/><w:spacing w:val="-1"/></w:rPr><w:t>but</w:t></w:r><w:r><w:rPr><w:color w:val="4C4D4F"/><w:spacing w:val="-2"/></w:rPr><w:t> </w:t></w:r><w:r><w:rPr><w:rFonts w:ascii="Arial" w:hAnsi="Arial" w:cs="Arial" w:eastAsia="Arial"/><w:b/><w:bCs/><w:color w:val="4C4D4F"/><w:spacing w:val="-2"/></w:rPr><w:t>you </w:t></w:r><w:r><w:rPr><w:rFonts w:ascii="Arial" w:hAnsi="Arial" w:cs="Arial" w:eastAsia="Arial"/><w:b/><w:bCs/><w:color w:val="4C4D4F"/></w:rPr><w:t>are</w:t></w:r><w:r><w:rPr><w:rFonts w:ascii="Arial" w:hAnsi="Arial" w:cs="Arial" w:eastAsia="Arial"/><w:b/><w:bCs/><w:color w:val="4C4D4F"/><w:spacing w:val="-1"/></w:rPr><w:t> </w:t></w:r><w:r><w:rPr><w:rFonts w:ascii="Arial" w:hAnsi="Arial" w:cs="Arial" w:eastAsia="Arial"/><w:b/><w:bCs/><w:color w:val="4C4D4F"/></w:rPr><w:t>not</w:t></w:r><w:r><w:rPr><w:rFonts w:ascii="Arial" w:hAnsi="Arial" w:cs="Arial" w:eastAsia="Arial"/><w:b/><w:bCs/><w:color w:val="4C4D4F"/><w:spacing w:val="-1"/></w:rPr><w:t> </w:t></w:r><w:r><w:rPr><w:rFonts w:ascii="Arial" w:hAnsi="Arial" w:cs="Arial" w:eastAsia="Arial"/><w:b/><w:bCs/><w:color w:val="4C4D4F"/><w:spacing w:val="-2"/></w:rPr><w:t>yet</w:t></w:r><w:r><w:rPr><w:rFonts w:ascii="Arial" w:hAnsi="Arial" w:cs="Arial" w:eastAsia="Arial"/><w:b/><w:bCs/><w:color w:val="4C4D4F"/></w:rPr><w:t> to</w:t></w:r><w:r><w:rPr><w:rFonts w:ascii="Arial" w:hAnsi="Arial" w:cs="Arial" w:eastAsia="Arial"/><w:b/><w:bCs/><w:color w:val="4C4D4F"/><w:spacing w:val="-1"/></w:rPr><w:t> scale! </w:t></w:r><w:r><w:rPr><w:rFonts w:ascii="Arial" w:hAnsi="Arial" w:cs="Arial" w:eastAsia="Arial"/><w:color w:val="4C4D4F"/><w:spacing w:val="-1"/></w:rPr><w:t>Uncheck</w:t></w:r><w:r><w:rPr><w:rFonts w:ascii="Arial" w:hAnsi="Arial" w:cs="Arial" w:eastAsia="Arial"/><w:color w:val="4C4D4F"/></w:rPr><w:t> “Fit</w:t></w:r><w:r><w:rPr><w:rFonts w:ascii="Arial" w:hAnsi="Arial" w:cs="Arial" w:eastAsia="Arial"/><w:color w:val="4C4D4F"/><w:spacing w:val="-1"/></w:rPr><w:t> to</w:t></w:r><w:r><w:rPr><w:rFonts w:ascii="Arial" w:hAnsi="Arial" w:cs="Arial" w:eastAsia="Arial"/><w:color w:val="4C4D4F"/></w:rPr><w:t> paper”</w:t></w:r><w:r><w:rPr><w:rFonts w:ascii="Arial" w:hAnsi="Arial" w:cs="Arial" w:eastAsia="Arial"/><w:color w:val="4C4D4F"/><w:spacing w:val="-1"/></w:rPr><w:t> to allow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you</w:t></w:r><w:r><w:rPr><w:rFonts w:ascii="Arial" w:hAnsi="Arial" w:cs="Arial" w:eastAsia="Arial"/><w:color w:val="4C4D4F"/><w:spacing w:val="-1"/></w:rPr><w:t> to</w:t></w:r><w:r><w:rPr><w:rFonts w:ascii="Arial" w:hAnsi="Arial" w:cs="Arial" w:eastAsia="Arial"/><w:color w:val="4C4D4F"/><w:spacing w:val="59"/></w:rPr><w:t> </w:t></w:r><w:r><w:rPr><w:rFonts w:ascii="Arial" w:hAnsi="Arial" w:cs="Arial" w:eastAsia="Arial"/><w:color w:val="4C4D4F"/><w:spacing w:val="-1"/></w:rPr><w:t>change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the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scale.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3"/></w:rPr><w:t>Now,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adjust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your</w:t></w:r><w:r><w:rPr><w:rFonts w:ascii="Arial" w:hAnsi="Arial" w:cs="Arial" w:eastAsia="Arial"/><w:color w:val="4C4D4F"/></w:rPr><w:t> scale </w:t></w:r><w:r><w:rPr><w:rFonts w:ascii="Arial" w:hAnsi="Arial" w:cs="Arial" w:eastAsia="Arial"/><w:color w:val="4C4D4F"/><w:spacing w:val="-1"/></w:rPr><w:t>to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7"/></w:rPr><w:t>1:4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(Figure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7"/></w:rPr><w:t>12).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3"/></w:rPr><w:t>Remember,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what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2"/></w:rPr><w:t>you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are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really</w:t></w:r><w:r><w:rPr><w:rFonts w:ascii="Arial" w:hAnsi="Arial" w:cs="Arial" w:eastAsia="Arial"/><w:color w:val="4C4D4F"/><w:spacing w:val="65"/></w:rPr><w:t> </w:t></w:r><w:r><w:rPr><w:color w:val="4C4D4F"/><w:spacing w:val="-1"/></w:rPr><w:t>doing</w:t></w:r><w:r><w:rPr><w:color w:val="4C4D4F"/><w:spacing w:val="-2"/></w:rPr><w:t> </w:t></w:r><w:r><w:rPr><w:color w:val="4C4D4F"/><w:spacing w:val="-1"/></w:rPr><w:t>is</w:t></w:r><w:r><w:rPr><w:color w:val="4C4D4F"/></w:rPr><w:t> </w:t></w:r><w:r><w:rPr><w:color w:val="4C4D4F"/><w:spacing w:val="-2"/></w:rPr><w:t>saying</w:t></w:r><w:r><w:rPr><w:color w:val="4C4D4F"/><w:spacing w:val="-1"/></w:rPr><w:t> that </w:t></w:r><w:r><w:rPr><w:color w:val="4C4D4F"/></w:rPr><w:t>1</w:t></w:r><w:r><w:rPr><w:color w:val="4C4D4F"/><w:spacing w:val="-1"/></w:rPr><w:t> </w:t></w:r><w:r><w:rPr><w:color w:val="4C4D4F"/><w:spacing w:val="-2"/></w:rPr><w:t>unit</w:t></w:r><w:r><w:rPr><w:color w:val="4C4D4F"/></w:rPr><w:t> </w:t></w:r><w:r><w:rPr><w:color w:val="4C4D4F"/><w:spacing w:val="-1"/></w:rPr><w:t>of</w:t></w:r><w:r><w:rPr><w:color w:val="4C4D4F"/></w:rPr><w:t> </w:t></w:r><w:r><w:rPr><w:color w:val="4C4D4F"/><w:spacing w:val="-1"/></w:rPr><w:t>inches </w:t></w:r><w:r><w:rPr><w:color w:val="4C4D4F"/></w:rPr><w:t>on</w:t></w:r><w:r><w:rPr><w:color w:val="4C4D4F"/><w:spacing w:val="-1"/></w:rPr><w:t> paper</w:t></w:r><w:r><w:rPr><w:color w:val="4C4D4F"/></w:rPr><w:t> </w:t></w:r><w:r><w:rPr><w:color w:val="4C4D4F"/><w:spacing w:val="-1"/></w:rPr><w:t>is </w:t></w:r><w:r><w:rPr><w:color w:val="4C4D4F"/><w:spacing w:val="-2"/></w:rPr><w:t>equivalent</w:t></w:r><w:r><w:rPr><w:color w:val="4C4D4F"/></w:rPr><w:t> </w:t></w:r><w:r><w:rPr><w:color w:val="4C4D4F"/><w:spacing w:val="-1"/></w:rPr><w:t>to </w:t></w:r><w:r><w:rPr><w:color w:val="4C4D4F"/></w:rPr><w:t>4</w:t></w:r><w:r><w:rPr><w:color w:val="4C4D4F"/><w:spacing w:val="-2"/></w:rPr><w:t> </w:t></w:r><w:r><w:rPr><w:color w:val="4C4D4F"/><w:spacing w:val="-1"/></w:rPr><w:t>inches</w:t></w:r><w:r><w:rPr><w:color w:val="4C4D4F"/></w:rPr><w:t> </w:t></w:r><w:r><w:rPr><w:color w:val="4C4D4F"/><w:spacing w:val="-1"/></w:rPr><w:t>in real </w:t></w:r><w:r><w:rPr><w:color w:val="4C4D4F"/><w:spacing w:val="-2"/></w:rPr><w:t>life.</w:t></w:r><w:r><w:rPr/></w:r></w:p><w:p><w:pPr><w:spacing w:line="240" w:lineRule="auto" w:before="3"/><w:rPr><w:rFonts w:ascii="Arial" w:hAnsi="Arial" w:cs="Arial" w:eastAsia="Arial"/><w:sz w:val="19"/><w:szCs w:val="19"/></w:rPr></w:pPr></w:p><w:p><w:pPr><w:spacing w:line="200" w:lineRule="atLeast"/><w:ind w:left="4379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pict><v:group style="width:140.050pt;height:141.85pt;mso-position-horizontal-relative:char;mso-position-vertical-relative:line" coordorigin="0,0" coordsize="2801,2837"><v:shape style="position:absolute;left:3;top:3;width:2796;height:2832" type="#_x0000_t75" stroked="false"><v:imagedata r:id="rId21" o:title=""/></v:shape><v:group style="position:absolute;left:3;top:3;width:2796;height:2832" coordorigin="3,3" coordsize="2796,2832"><v:shape style="position:absolute;left:3;top:3;width:2796;height:2832" coordorigin="3,3" coordsize="2796,2832" path="m3,2834l2798,2834,2798,3,3,3,3,2834xe" filled="false" stroked="true" strokeweight=".25pt" strokecolor="#4f61ab"><v:path arrowok="t"/></v:shape></v:group></v:group></w:pict></w:r><w:r><w:rPr><w:rFonts w:ascii="Arial" w:hAnsi="Arial" w:cs="Arial" w:eastAsia="Arial"/><w:sz w:val="20"/><w:szCs w:val="20"/></w:rPr></w:r></w:p><w:p><w:pPr><w:spacing w:line="240" w:lineRule="auto" w:before="5"/><w:rPr><w:rFonts w:ascii="Arial" w:hAnsi="Arial" w:cs="Arial" w:eastAsia="Arial"/><w:sz w:val="13"/><w:szCs w:val="13"/></w:rPr></w:pPr></w:p><w:p><w:pPr><w:spacing w:before="77"/><w:ind w:left="5294" w:right="5373" w:firstLine="0"/><w:jc w:val="center"/><w:rPr><w:rFonts w:ascii="Arial" w:hAnsi="Arial" w:cs="Arial" w:eastAsia="Arial"/><w:sz w:val="18"/><w:szCs w:val="18"/></w:rPr></w:pPr><w:r><w:rPr><w:rFonts w:ascii="Arial"/><w:b/><w:color w:val="231F20"/><w:sz w:val="18"/></w:rPr><w:t>Figure</w:t></w:r><w:r><w:rPr><w:rFonts w:ascii="Arial"/><w:b/><w:color w:val="231F20"/><w:spacing w:val="-7"/><w:sz w:val="18"/></w:rPr><w:t> </w:t></w:r><w:r><w:rPr><w:rFonts w:ascii="Arial"/><w:b/><w:color w:val="231F20"/><w:spacing w:val="-1"/><w:sz w:val="18"/></w:rPr><w:t>12</w:t></w:r><w:r><w:rPr><w:rFonts w:ascii="Arial"/><w:sz w:val="18"/></w:rPr></w:r></w:p><w:p><w:pPr><w:spacing w:after="0"/><w:jc w:val="center"/><w:rPr><w:rFonts w:ascii="Arial" w:hAnsi="Arial" w:cs="Arial" w:eastAsia="Arial"/><w:sz w:val="18"/><w:szCs w:val="18"/></w:rPr><w:sectPr><w:pgSz w:w="12240" w:h="15840"/><w:pgMar w:header="630" w:footer="643" w:top="1080" w:bottom="840" w:left="340" w:right="360"/></w:sectPr></w:pPr></w:p><w:p><w:pPr><w:spacing w:line="240" w:lineRule="auto" w:before="0"/><w:rPr><w:rFonts w:ascii="Arial" w:hAnsi="Arial" w:cs="Arial" w:eastAsia="Arial"/><w:b/><w:bCs/><w:sz w:val="20"/><w:szCs w:val="20"/></w:rPr></w:pPr></w:p><w:p><w:pPr><w:spacing w:line="240" w:lineRule="auto" w:before="7"/><w:rPr><w:rFonts w:ascii="Arial" w:hAnsi="Arial" w:cs="Arial" w:eastAsia="Arial"/><w:b/><w:bCs/><w:sz w:val="16"/><w:szCs w:val="16"/></w:rPr></w:pPr></w:p><w:p><w:pPr><w:pStyle w:val="BodyText"/><w:numPr><w:ilvl w:val="0"/><w:numId w:val="3"/></w:numPr><w:tabs><w:tab w:pos="1440" w:val="left" w:leader="none"/></w:tabs><w:spacing w:line="284" w:lineRule="auto" w:before="72" w:after="0"/><w:ind w:left="1440" w:right="1413" w:hanging="360"/><w:jc w:val="both"/><w:rPr><w:rFonts w:ascii="Arial" w:hAnsi="Arial" w:cs="Arial" w:eastAsia="Arial"/></w:rPr></w:pPr><w:r><w:rPr><w:rFonts w:ascii="Arial"/><w:color w:val="4C4D4F"/><w:spacing w:val="-2"/></w:rPr><w:t>Preview</w:t></w:r><w:r><w:rPr><w:rFonts w:ascii="Arial"/><w:color w:val="4C4D4F"/></w:rPr><w:t> </w:t></w:r><w:r><w:rPr><w:rFonts w:ascii="Arial"/><w:color w:val="4C4D4F"/><w:spacing w:val="-2"/></w:rPr><w:t>your</w:t></w:r><w:r><w:rPr><w:rFonts w:ascii="Arial"/><w:color w:val="4C4D4F"/></w:rPr><w:t> </w:t></w:r><w:r><w:rPr><w:rFonts w:ascii="Arial"/><w:color w:val="4C4D4F"/><w:spacing w:val="-2"/></w:rPr><w:t>drawing.</w:t></w:r><w:r><w:rPr><w:rFonts w:ascii="Arial"/><w:color w:val="4C4D4F"/></w:rPr><w:t> </w:t></w:r><w:r><w:rPr><w:rFonts w:ascii="Arial"/><w:color w:val="4C4D4F"/><w:spacing w:val="-7"/></w:rPr><w:t>You</w:t></w:r><w:r><w:rPr><w:rFonts w:ascii="Arial"/><w:color w:val="4C4D4F"/></w:rPr><w:t> </w:t></w:r><w:r><w:rPr><w:rFonts w:ascii="Arial"/><w:color w:val="4C4D4F"/><w:spacing w:val="-2"/></w:rPr><w:t>may</w:t></w:r><w:r><w:rPr><w:rFonts w:ascii="Arial"/><w:color w:val="4C4D4F"/></w:rPr><w:t> </w:t></w:r><w:r><w:rPr><w:rFonts w:ascii="Arial"/><w:color w:val="4C4D4F"/><w:spacing w:val="-1"/></w:rPr><w:t>receive</w:t></w:r><w:r><w:rPr><w:rFonts w:ascii="Arial"/><w:color w:val="4C4D4F"/></w:rPr><w:t> </w:t></w:r><w:r><w:rPr><w:rFonts w:ascii="Arial"/><w:color w:val="4C4D4F"/><w:spacing w:val="-1"/></w:rPr><w:t>an</w:t></w:r><w:r><w:rPr><w:rFonts w:ascii="Arial"/><w:color w:val="4C4D4F"/></w:rPr><w:t> error message </w:t></w:r><w:r><w:rPr><w:rFonts w:ascii="Arial"/><w:color w:val="4C4D4F"/><w:spacing w:val="-1"/></w:rPr><w:t>such</w:t></w:r><w:r><w:rPr><w:rFonts w:ascii="Arial"/><w:color w:val="4C4D4F"/></w:rPr><w:t> </w:t></w:r><w:r><w:rPr><w:rFonts w:ascii="Arial"/><w:color w:val="4C4D4F"/><w:spacing w:val="-1"/></w:rPr><w:t>as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1"/></w:rPr><w:t>one</w:t></w:r><w:r><w:rPr><w:rFonts w:ascii="Arial"/><w:color w:val="4C4D4F"/></w:rPr><w:t> </w:t></w:r><w:r><w:rPr><w:rFonts w:ascii="Arial"/><w:color w:val="4C4D4F"/><w:spacing w:val="-1"/></w:rPr><w:t>in</w:t></w:r><w:r><w:rPr><w:rFonts w:ascii="Arial"/><w:color w:val="4C4D4F"/></w:rPr><w:t> </w:t></w:r><w:r><w:rPr><w:rFonts w:ascii="Arial"/><w:color w:val="4C4D4F"/><w:spacing w:val="-1"/></w:rPr><w:t>Figure</w:t></w:r><w:r><w:rPr><w:rFonts w:ascii="Arial"/><w:color w:val="4C4D4F"/></w:rPr><w:t> </w:t></w:r><w:r><w:rPr><w:rFonts w:ascii="Arial"/><w:color w:val="4C4D4F"/><w:spacing w:val="-6"/></w:rPr><w:t>13</w:t></w:r><w:r><w:rPr><w:rFonts w:ascii="Arial"/><w:color w:val="4C4D4F"/></w:rPr><w:t> IF</w:t></w:r><w:r><w:rPr><w:rFonts w:ascii="Arial"/><w:color w:val="4C4D4F"/><w:spacing w:val="51"/></w:rPr><w:t> </w:t></w:r><w:r><w:rPr><w:color w:val="4C4D4F"/><w:spacing w:val="-2"/></w:rPr><w:t>you </w:t></w:r><w:r><w:rPr><w:color w:val="4C4D4F"/><w:spacing w:val="-1"/></w:rPr><w:t>are plotting</w:t></w:r><w:r><w:rPr><w:color w:val="4C4D4F"/><w:spacing w:val="-2"/></w:rPr><w:t> </w:t></w:r><w:r><w:rPr><w:color w:val="4C4D4F"/><w:spacing w:val="-1"/></w:rPr><w:t>to </w:t></w:r><w:r><w:rPr><w:color w:val="4C4D4F"/></w:rPr><w:t>a</w:t></w:r><w:r><w:rPr><w:color w:val="4C4D4F"/><w:spacing w:val="-2"/></w:rPr><w:t> </w:t></w:r><w:r><w:rPr><w:color w:val="4C4D4F"/></w:rPr><w:t>scale</w:t></w:r><w:r><w:rPr><w:color w:val="4C4D4F"/><w:spacing w:val="-1"/></w:rPr><w:t> that is</w:t></w:r><w:r><w:rPr><w:color w:val="4C4D4F"/></w:rPr><w:t> </w:t></w:r><w:r><w:rPr><w:color w:val="4C4D4F"/><w:spacing w:val="-1"/></w:rPr><w:t>different </w:t></w:r><w:r><w:rPr><w:color w:val="4C4D4F"/></w:rPr><w:t>from </w:t></w:r><w:r><w:rPr><w:color w:val="4C4D4F"/><w:spacing w:val="-2"/></w:rPr><w:t>your</w:t></w:r><w:r><w:rPr><w:color w:val="4C4D4F"/><w:spacing w:val="-1"/></w:rPr><w:t> annotation scale. </w:t></w:r><w:r><w:rPr><w:color w:val="4C4D4F"/></w:rPr><w:t>Do</w:t></w:r><w:r><w:rPr><w:color w:val="4C4D4F"/><w:spacing w:val="-1"/></w:rPr><w:t> not </w:t></w:r><w:r><w:rPr><w:color w:val="4C4D4F"/><w:spacing w:val="1"/></w:rPr><w:t>worry</w:t></w:r><w:r><w:rPr><w:color w:val="4C4D4F"/></w:rPr><w:t> </w:t></w:r><w:r><w:rPr><w:color w:val="4C4D4F"/><w:spacing w:val="-1"/></w:rPr><w:t>about</w:t></w:r><w:r><w:rPr><w:color w:val="4C4D4F"/><w:spacing w:val="63"/><w:w w:val="99"/></w:rPr><w:t> </w:t></w:r><w:r><w:rPr><w:color w:val="4C4D4F"/><w:spacing w:val="-2"/></w:rPr><w:t>this;</w:t></w:r><w:r><w:rPr><w:color w:val="4C4D4F"/><w:spacing w:val="-1"/></w:rPr><w:t> just</w:t></w:r><w:r><w:rPr><w:color w:val="4C4D4F"/></w:rPr><w:t> click</w:t></w:r><w:r><w:rPr><w:color w:val="4C4D4F"/><w:spacing w:val="-2"/></w:rPr><w:t> </w:t></w:r><w:r><w:rPr><w:rFonts w:ascii="Arial"/><w:b/><w:color w:val="4C4D4F"/></w:rPr><w:t>Continue</w:t></w:r><w:r><w:rPr><w:rFonts w:ascii="Arial"/><w:b/><w:color w:val="4C4D4F"/><w:spacing w:val="-1"/></w:rPr><w:t> </w:t></w:r><w:r><w:rPr><w:rFonts w:ascii="Arial"/><w:color w:val="4C4D4F"/><w:spacing w:val="-1"/></w:rPr><w:t>to</w:t></w:r><w:r><w:rPr><w:rFonts w:ascii="Arial"/><w:color w:val="4C4D4F"/></w:rPr><w:t> </w:t></w:r><w:r><w:rPr><w:rFonts w:ascii="Arial"/><w:color w:val="4C4D4F"/><w:spacing w:val="-2"/></w:rPr><w:t>preview</w:t></w:r><w:r><w:rPr><w:rFonts w:ascii="Arial"/><w:color w:val="4C4D4F"/><w:spacing w:val="-1"/></w:rPr><w:t> </w:t></w:r><w:r><w:rPr><w:rFonts w:ascii="Arial"/><w:color w:val="4C4D4F"/><w:spacing w:val="-2"/></w:rPr><w:t>your</w:t></w:r><w:r><w:rPr><w:rFonts w:ascii="Arial"/><w:color w:val="4C4D4F"/></w:rPr><w:t> </w:t></w:r><w:r><w:rPr><w:rFonts w:ascii="Arial"/><w:color w:val="4C4D4F"/><w:spacing w:val="-2"/></w:rPr><w:t>drawing.</w:t></w:r><w:r><w:rPr><w:rFonts w:ascii="Arial"/><w:color w:val="4C4D4F"/><w:spacing w:val="-1"/></w:rPr><w:t> It</w:t></w:r><w:r><w:rPr><w:rFonts w:ascii="Arial"/><w:color w:val="4C4D4F"/></w:rPr><w:t> </w:t></w:r><w:r><w:rPr><w:rFonts w:ascii="Arial"/><w:color w:val="4C4D4F"/><w:spacing w:val="-1"/></w:rPr><w:t>should </w:t></w:r><w:r><w:rPr><w:rFonts w:ascii="Arial"/><w:color w:val="4C4D4F"/></w:rPr><w:t>look </w:t></w:r><w:r><w:rPr><w:rFonts w:ascii="Arial"/><w:color w:val="4C4D4F"/><w:spacing w:val="-3"/></w:rPr><w:t>like</w:t></w:r><w:r><w:rPr><w:rFonts w:ascii="Arial"/><w:color w:val="4C4D4F"/></w:rPr><w:t> </w:t></w:r><w:r><w:rPr><w:rFonts w:ascii="Arial"/><w:color w:val="4C4D4F"/><w:spacing w:val="-1"/></w:rPr><w:t>the one</w:t></w:r><w:r><w:rPr><w:rFonts w:ascii="Arial"/><w:color w:val="4C4D4F"/></w:rPr><w:t> </w:t></w:r><w:r><w:rPr><w:rFonts w:ascii="Arial"/><w:color w:val="4C4D4F"/><w:spacing w:val="-1"/></w:rPr><w:t>in Figure</w:t></w:r><w:r><w:rPr><w:rFonts w:ascii="Arial"/><w:color w:val="4C4D4F"/></w:rPr><w:t> </w:t></w:r><w:r><w:rPr><w:rFonts w:ascii="Arial"/><w:color w:val="4C4D4F"/><w:spacing w:val="-5"/></w:rPr><w:t>14.</w:t></w:r><w:r><w:rPr><w:rFonts w:ascii="Arial"/></w:rPr></w:r></w:p><w:p><w:pPr><w:spacing w:line="240" w:lineRule="auto" w:before="3"/><w:rPr><w:rFonts w:ascii="Arial" w:hAnsi="Arial" w:cs="Arial" w:eastAsia="Arial"/><w:sz w:val="19"/><w:szCs w:val="19"/></w:rPr></w:pPr></w:p><w:p><w:pPr><w:spacing w:line="200" w:lineRule="atLeast"/><w:ind w:left="3633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pict><v:group style="width:212.65pt;height:123.85pt;mso-position-horizontal-relative:char;mso-position-vertical-relative:line" coordorigin="0,0" coordsize="4253,2477"><v:shape style="position:absolute;left:3;top:3;width:4248;height:2470" type="#_x0000_t75" stroked="false"><v:imagedata r:id="rId22" o:title=""/></v:shape><v:group style="position:absolute;left:3;top:3;width:4248;height:2472" coordorigin="3,3" coordsize="4248,2472"><v:shape style="position:absolute;left:3;top:3;width:4248;height:2472" coordorigin="3,3" coordsize="4248,2472" path="m3,2475l4251,2475,4251,3,3,3,3,2475xe" filled="false" stroked="true" strokeweight=".25pt" strokecolor="#4f61ab"><v:path arrowok="t"/></v:shape></v:group></v:group></w:pict></w:r><w:r><w:rPr><w:rFonts w:ascii="Arial" w:hAnsi="Arial" w:cs="Arial" w:eastAsia="Arial"/><w:sz w:val="20"/><w:szCs w:val="20"/></w:rPr></w:r></w:p><w:p><w:pPr><w:spacing w:line="240" w:lineRule="auto" w:before="5"/><w:rPr><w:rFonts w:ascii="Arial" w:hAnsi="Arial" w:cs="Arial" w:eastAsia="Arial"/><w:sz w:val="13"/><w:szCs w:val="13"/></w:rPr></w:pPr></w:p><w:p><w:pPr><w:spacing w:before="77"/><w:ind w:left="5274" w:right="5393" w:firstLine="0"/><w:jc w:val="center"/><w:rPr><w:rFonts w:ascii="Arial" w:hAnsi="Arial" w:cs="Arial" w:eastAsia="Arial"/><w:sz w:val="18"/><w:szCs w:val="18"/></w:rPr></w:pPr><w:r><w:rPr><w:rFonts w:ascii="Arial"/><w:b/><w:color w:val="231F20"/><w:sz w:val="18"/></w:rPr><w:t>Figure</w:t></w:r><w:r><w:rPr><w:rFonts w:ascii="Arial"/><w:b/><w:color w:val="231F20"/><w:spacing w:val="-7"/><w:sz w:val="18"/></w:rPr><w:t> </w:t></w:r><w:r><w:rPr><w:rFonts w:ascii="Arial"/><w:b/><w:color w:val="231F20"/><w:spacing w:val="-1"/><w:sz w:val="18"/></w:rPr><w:t>13</w:t></w:r><w:r><w:rPr><w:rFonts w:ascii="Arial"/><w:sz w:val="18"/></w:rPr></w:r></w:p><w:p><w:pPr><w:spacing w:line="240" w:lineRule="auto" w:before="0"/><w:rPr><w:rFonts w:ascii="Arial" w:hAnsi="Arial" w:cs="Arial" w:eastAsia="Arial"/><w:b/><w:bCs/><w:sz w:val="20"/><w:szCs w:val="20"/></w:rPr></w:pPr></w:p><w:p><w:pPr><w:spacing w:line="240" w:lineRule="auto" w:before="9"/><w:rPr><w:rFonts w:ascii="Arial" w:hAnsi="Arial" w:cs="Arial" w:eastAsia="Arial"/><w:b/><w:bCs/><w:sz w:val="11"/><w:szCs w:val="11"/></w:rPr></w:pPr></w:p><w:p><w:pPr><w:spacing w:line="200" w:lineRule="atLeast"/><w:ind w:left="3054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drawing><wp:inline distT="0" distB="0" distL="0" distR="0"><wp:extent cx="3438136" cy="2663952"/><wp:effectExtent l="0" t="0" r="0" b="0"/><wp:docPr id="13" name="image15.png" descr=""/><wp:cNvGraphicFramePr><a:graphicFrameLocks noChangeAspect="1"/></wp:cNvGraphicFramePr><a:graphic><a:graphicData uri="http://schemas.openxmlformats.org/drawingml/2006/picture"><pic:pic><pic:nvPicPr><pic:cNvPr id="14" name="image15.png"/><pic:cNvPicPr/></pic:nvPicPr><pic:blipFill><a:blip r:embed="rId23" cstate="print"/><a:stretch><a:fillRect/></a:stretch></pic:blipFill><pic:spPr><a:xfrm><a:off x="0" y="0"/><a:ext cx="3438136" cy="2663952"/></a:xfrm><a:prstGeom prst="rect"><a:avLst/></a:prstGeom></pic:spPr></pic:pic></a:graphicData></a:graphic></wp:inline></w:drawing></w:r><w:r><w:rPr><w:rFonts w:ascii="Arial" w:hAnsi="Arial" w:cs="Arial" w:eastAsia="Arial"/><w:sz w:val="20"/><w:szCs w:val="20"/></w:rPr></w:r></w:p><w:p><w:pPr><w:spacing w:line="240" w:lineRule="auto" w:before="6"/><w:rPr><w:rFonts w:ascii="Arial" w:hAnsi="Arial" w:cs="Arial" w:eastAsia="Arial"/><w:b/><w:bCs/><w:sz w:val="20"/><w:szCs w:val="20"/></w:rPr></w:pPr></w:p><w:p><w:pPr><w:spacing w:before="0"/><w:ind w:left="5274" w:right="5393" w:firstLine="0"/><w:jc w:val="center"/><w:rPr><w:rFonts w:ascii="Arial" w:hAnsi="Arial" w:cs="Arial" w:eastAsia="Arial"/><w:sz w:val="18"/><w:szCs w:val="18"/></w:rPr></w:pPr><w:r><w:rPr><w:rFonts w:ascii="Arial"/><w:b/><w:color w:val="231F20"/><w:sz w:val="18"/></w:rPr><w:t>Figure</w:t></w:r><w:r><w:rPr><w:rFonts w:ascii="Arial"/><w:b/><w:color w:val="231F20"/><w:spacing w:val="-7"/><w:sz w:val="18"/></w:rPr><w:t> </w:t></w:r><w:r><w:rPr><w:rFonts w:ascii="Arial"/><w:b/><w:color w:val="231F20"/><w:spacing w:val="-1"/><w:sz w:val="18"/></w:rPr><w:t>14</w:t></w:r><w:r><w:rPr><w:rFonts w:ascii="Arial"/><w:sz w:val="18"/></w:rPr></w:r></w:p><w:sectPr><w:pgSz w:w="12240" w:h="15840"/><w:pgMar w:header="630" w:footer="643" w:top="1080" w:bottom="840" w:left="360" w:right="340"/></w:sectPr></w:body>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889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887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884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882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66.5pt;height:22.6pt;mso-position-horizontal-relative:page;mso-position-vertical-relative:page;z-index:-9040" coordorigin="450,630" coordsize="11330,452">
          <v:shape style="position:absolute;left:450;top:630;width:11330;height:452" coordorigin="450,630" coordsize="11330,452" path="m450,1081l11779,1081,11779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67.2pt;height:13pt;mso-position-horizontal-relative:page;mso-position-vertical-relative:page;z-index:-90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Set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1"/>
                    <w:sz w:val="22"/>
                    <w:szCs w:val="22"/>
                  </w:rPr>
                  <w:t>Up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6"/>
                    <w:sz w:val="22"/>
                    <w:szCs w:val="22"/>
                  </w:rPr>
                  <w:t>You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r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1"/>
                    <w:sz w:val="22"/>
                    <w:szCs w:val="22"/>
                  </w:rPr>
                  <w:t>Plot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2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1"/>
                    <w:sz w:val="22"/>
                    <w:szCs w:val="22"/>
                  </w:rPr>
                  <w:t>Window,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1"/>
                    <w:sz w:val="22"/>
                    <w:szCs w:val="22"/>
                  </w:rPr>
                  <w:t>Print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on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8.5"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×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8"/>
                    <w:sz w:val="22"/>
                    <w:szCs w:val="22"/>
                  </w:rPr>
                  <w:t>11"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Paper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4.262085pt;margin-top:37.240337pt;width:177.25pt;height:13pt;mso-position-horizontal-relative:page;mso-position-vertical-relative:page;z-index:-89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3.040001pt;margin-top:31.5pt;width:566.5pt;height:22.6pt;mso-position-horizontal-relative:page;mso-position-vertical-relative:page;z-index:-8968" coordorigin="461,630" coordsize="11330,452">
          <v:shape style="position:absolute;left:461;top:630;width:11330;height:452" coordorigin="461,630" coordsize="11330,452" path="m461,1081l11790,1081,11790,630,461,630,461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040001pt;margin-top:37.240337pt;width:177.25pt;height:13pt;mso-position-horizontal-relative:page;mso-position-vertical-relative:page;z-index:-89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14.868286pt;margin-top:37.240337pt;width:267.2pt;height:13pt;mso-position-horizontal-relative:page;mso-position-vertical-relative:page;z-index:-89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Set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1"/>
                    <w:sz w:val="22"/>
                    <w:szCs w:val="22"/>
                  </w:rPr>
                  <w:t>Up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6"/>
                    <w:sz w:val="22"/>
                    <w:szCs w:val="22"/>
                  </w:rPr>
                  <w:t>You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r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1"/>
                    <w:sz w:val="22"/>
                    <w:szCs w:val="22"/>
                  </w:rPr>
                  <w:t>Plot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2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1"/>
                    <w:sz w:val="22"/>
                    <w:szCs w:val="22"/>
                  </w:rPr>
                  <w:t>Window,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1"/>
                    <w:sz w:val="22"/>
                    <w:szCs w:val="22"/>
                  </w:rPr>
                  <w:t>Print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on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8.5"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×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8"/>
                    <w:sz w:val="22"/>
                    <w:szCs w:val="22"/>
                  </w:rPr>
                  <w:t>11"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Paper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630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620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10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0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9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8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70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60" w:hanging="27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460" w:hanging="36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46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7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8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9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0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0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1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4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4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13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2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1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0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9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8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76" w:hanging="270"/>
      </w:pPr>
      <w:rPr>
        <w:rFonts w:hint="default"/>
      </w:rPr>
    </w:lvl>
  </w:abstractNum>
  <w:num w:numId="2">
    <w:abstractNumId w:val="1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4"/>
      <w:ind w:left="6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0"/>
      <w:ind w:left="110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2017-12-07T08:16:52Z</dcterms:created>
  <dcterms:modified xsi:type="dcterms:W3CDTF">2017-12-07T08:16:52Z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